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97C" w:rsidRPr="00903212" w:rsidRDefault="0022697C" w:rsidP="00D36668">
      <w:pPr>
        <w:jc w:val="center"/>
        <w:rPr>
          <w:rFonts w:ascii="NewSaturionModernCyr" w:hAnsi="NewSaturionModernCyr"/>
          <w:b/>
          <w:spacing w:val="50"/>
          <w:sz w:val="22"/>
          <w:szCs w:val="20"/>
          <w:lang w:val="en-US"/>
        </w:rPr>
      </w:pPr>
      <w:r w:rsidRPr="00903212">
        <w:rPr>
          <w:b/>
          <w:spacing w:val="50"/>
          <w:sz w:val="22"/>
          <w:szCs w:val="20"/>
        </w:rPr>
        <w:object w:dxaOrig="2258" w:dyaOrig="18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69pt;height:57pt" o:ole="">
            <v:imagedata r:id="rId7" o:title=""/>
          </v:shape>
          <o:OLEObject Type="Embed" ProgID="CorelDRAW.Graphic.11" ShapeID="_x0000_i1027" DrawAspect="Content" ObjectID="_1452001101" r:id="rId8"/>
        </w:object>
      </w:r>
    </w:p>
    <w:p w:rsidR="0022697C" w:rsidRPr="00903212" w:rsidRDefault="0022697C" w:rsidP="00D36668">
      <w:pPr>
        <w:jc w:val="center"/>
        <w:rPr>
          <w:rFonts w:ascii="NewSaturionModernCyr" w:hAnsi="NewSaturionModernCyr"/>
          <w:b/>
          <w:spacing w:val="50"/>
          <w:sz w:val="22"/>
          <w:szCs w:val="20"/>
          <w:lang w:val="bg-BG"/>
        </w:rPr>
      </w:pPr>
      <w:r w:rsidRPr="00903212">
        <w:rPr>
          <w:rFonts w:ascii="NewSaturionModernCyr Cyr" w:hAnsi="NewSaturionModernCyr Cyr"/>
          <w:b/>
          <w:spacing w:val="50"/>
          <w:sz w:val="22"/>
          <w:szCs w:val="20"/>
          <w:lang w:val="bg-BG"/>
        </w:rPr>
        <w:t>Р Е П У Б Л И К А   Б Ъ Л Г А Р И Я</w:t>
      </w:r>
    </w:p>
    <w:p w:rsidR="0022697C" w:rsidRPr="00903212" w:rsidRDefault="0022697C" w:rsidP="00D36668">
      <w:pPr>
        <w:pBdr>
          <w:bottom w:val="single" w:sz="12" w:space="1" w:color="auto"/>
        </w:pBdr>
        <w:jc w:val="center"/>
        <w:rPr>
          <w:rFonts w:ascii="NewSaturionModernCyr" w:hAnsi="NewSaturionModernCyr"/>
          <w:b/>
          <w:spacing w:val="100"/>
          <w:sz w:val="32"/>
          <w:szCs w:val="20"/>
          <w:lang w:val="bg-BG"/>
        </w:rPr>
      </w:pPr>
      <w:r w:rsidRPr="00903212">
        <w:rPr>
          <w:rFonts w:ascii="NewSaturionModernCyr Cyr" w:hAnsi="NewSaturionModernCyr Cyr"/>
          <w:b/>
          <w:spacing w:val="60"/>
          <w:sz w:val="32"/>
          <w:szCs w:val="20"/>
          <w:lang w:val="bg-BG"/>
        </w:rPr>
        <w:t>М И Н И С Т Е Р С К И   С Ъ В Е Т</w:t>
      </w:r>
    </w:p>
    <w:p w:rsidR="0022697C" w:rsidRPr="00903212" w:rsidRDefault="0022697C" w:rsidP="00D36668">
      <w:pPr>
        <w:jc w:val="right"/>
        <w:rPr>
          <w:rFonts w:ascii="NewSaturionModernCyr" w:hAnsi="NewSaturionModernCyr"/>
          <w:b/>
          <w:lang w:val="bg-BG"/>
        </w:rPr>
      </w:pPr>
      <w:r w:rsidRPr="00903212">
        <w:rPr>
          <w:rFonts w:ascii="NewSaturionModernCyr Cyr" w:hAnsi="NewSaturionModernCyr Cyr"/>
          <w:b/>
          <w:lang w:val="bg-BG"/>
        </w:rPr>
        <w:t>Проект !</w:t>
      </w:r>
    </w:p>
    <w:p w:rsidR="0022697C" w:rsidRPr="00903212" w:rsidRDefault="0022697C" w:rsidP="00D36668">
      <w:pPr>
        <w:jc w:val="center"/>
        <w:rPr>
          <w:rFonts w:ascii="NewSaturionModernCyr" w:hAnsi="NewSaturionModernCyr"/>
          <w:sz w:val="22"/>
          <w:szCs w:val="20"/>
          <w:lang w:val="bg-BG"/>
        </w:rPr>
      </w:pPr>
    </w:p>
    <w:p w:rsidR="0022697C" w:rsidRPr="00903212" w:rsidRDefault="0022697C" w:rsidP="00D36668">
      <w:pPr>
        <w:jc w:val="center"/>
        <w:rPr>
          <w:rFonts w:ascii="NewSaturionModernCyr" w:hAnsi="NewSaturionModernCyr"/>
          <w:sz w:val="22"/>
          <w:szCs w:val="20"/>
          <w:lang w:val="bg-BG"/>
        </w:rPr>
      </w:pPr>
    </w:p>
    <w:p w:rsidR="0022697C" w:rsidRPr="00903212" w:rsidRDefault="0022697C" w:rsidP="00D36668">
      <w:pPr>
        <w:spacing w:line="360" w:lineRule="auto"/>
        <w:jc w:val="center"/>
        <w:rPr>
          <w:rFonts w:ascii="NewSaturionModernCyr" w:hAnsi="NewSaturionModernCyr"/>
          <w:b/>
          <w:spacing w:val="180"/>
          <w:sz w:val="36"/>
          <w:szCs w:val="20"/>
          <w:lang w:val="bg-BG"/>
        </w:rPr>
      </w:pPr>
    </w:p>
    <w:p w:rsidR="0022697C" w:rsidRPr="00A045E5" w:rsidRDefault="0022697C" w:rsidP="00D36668">
      <w:pPr>
        <w:spacing w:line="360" w:lineRule="auto"/>
        <w:jc w:val="center"/>
        <w:rPr>
          <w:rFonts w:ascii="NewSaturionModernCyr" w:hAnsi="NewSaturionModernCyr"/>
          <w:b/>
          <w:spacing w:val="180"/>
          <w:sz w:val="36"/>
          <w:szCs w:val="20"/>
          <w:lang w:val="ru-RU"/>
        </w:rPr>
      </w:pPr>
      <w:r w:rsidRPr="00903212">
        <w:rPr>
          <w:rFonts w:ascii="NewSaturionModernCyr Cyr" w:hAnsi="NewSaturionModernCyr Cyr"/>
          <w:b/>
          <w:spacing w:val="180"/>
          <w:sz w:val="36"/>
          <w:szCs w:val="20"/>
          <w:lang w:val="bg-BG"/>
        </w:rPr>
        <w:t xml:space="preserve">ПОСТАНОВЛЕНИЕ  </w:t>
      </w:r>
      <w:r w:rsidRPr="00903212">
        <w:rPr>
          <w:rFonts w:ascii="NewSaturionModernCyr" w:hAnsi="NewSaturionModernCyr"/>
          <w:b/>
          <w:spacing w:val="180"/>
          <w:sz w:val="36"/>
          <w:szCs w:val="36"/>
          <w:lang w:val="bg-BG"/>
        </w:rPr>
        <w:sym w:font="Times New Roman" w:char="2116"/>
      </w:r>
    </w:p>
    <w:p w:rsidR="0022697C" w:rsidRPr="00EA5C99" w:rsidRDefault="0022697C" w:rsidP="00D36668">
      <w:pPr>
        <w:jc w:val="center"/>
        <w:rPr>
          <w:rFonts w:ascii="NewSaturionModernCyr" w:hAnsi="NewSaturionModernCyr"/>
          <w:b/>
          <w:sz w:val="28"/>
          <w:szCs w:val="20"/>
          <w:lang w:val="ru-RU"/>
        </w:rPr>
      </w:pPr>
      <w:r w:rsidRPr="00903212">
        <w:rPr>
          <w:rFonts w:ascii="NewSaturionModernCyr Cyr" w:hAnsi="NewSaturionModernCyr Cyr"/>
          <w:b/>
          <w:sz w:val="28"/>
          <w:szCs w:val="20"/>
          <w:lang w:val="bg-BG"/>
        </w:rPr>
        <w:t xml:space="preserve">от </w:t>
      </w:r>
      <w:r w:rsidRPr="00903212">
        <w:rPr>
          <w:rFonts w:ascii="NewSaturionCyr" w:hAnsi="NewSaturionCyr"/>
          <w:b/>
          <w:sz w:val="28"/>
          <w:szCs w:val="20"/>
          <w:lang w:val="bg-BG"/>
        </w:rPr>
        <w:t xml:space="preserve">                                  </w:t>
      </w:r>
      <w:r w:rsidRPr="00903212">
        <w:rPr>
          <w:rFonts w:ascii="NewSaturionModernCyr" w:hAnsi="NewSaturionModernCyr"/>
          <w:b/>
          <w:sz w:val="28"/>
          <w:szCs w:val="20"/>
          <w:lang w:val="bg-BG"/>
        </w:rPr>
        <w:t xml:space="preserve"> 20</w:t>
      </w:r>
      <w:r>
        <w:rPr>
          <w:b/>
          <w:sz w:val="28"/>
          <w:szCs w:val="20"/>
          <w:lang w:val="bg-BG"/>
        </w:rPr>
        <w:t xml:space="preserve">14 </w:t>
      </w:r>
      <w:r w:rsidRPr="00903212">
        <w:rPr>
          <w:rFonts w:ascii="NewSaturionModernCyr Cyr" w:hAnsi="NewSaturionModernCyr Cyr"/>
          <w:b/>
          <w:sz w:val="28"/>
          <w:szCs w:val="20"/>
          <w:lang w:val="bg-BG"/>
        </w:rPr>
        <w:t>година</w:t>
      </w:r>
    </w:p>
    <w:p w:rsidR="0022697C" w:rsidRPr="00EA5C99" w:rsidRDefault="0022697C" w:rsidP="00D36668">
      <w:pPr>
        <w:jc w:val="center"/>
        <w:rPr>
          <w:rFonts w:ascii="NewSaturionModernCyr" w:hAnsi="NewSaturionModernCyr"/>
          <w:b/>
          <w:sz w:val="28"/>
          <w:szCs w:val="20"/>
          <w:lang w:val="ru-RU"/>
        </w:rPr>
      </w:pPr>
    </w:p>
    <w:p w:rsidR="0022697C" w:rsidRPr="0051679D" w:rsidRDefault="0022697C" w:rsidP="00D36668">
      <w:pPr>
        <w:jc w:val="both"/>
        <w:rPr>
          <w:rFonts w:ascii="NewSaturionModernCyr" w:hAnsi="NewSaturionModernCyr"/>
          <w:b/>
          <w:lang w:val="ru-RU"/>
        </w:rPr>
      </w:pPr>
      <w:r w:rsidRPr="0051679D">
        <w:rPr>
          <w:rFonts w:cs="TimokCYR"/>
          <w:b/>
          <w:bCs/>
          <w:color w:val="000000"/>
          <w:lang w:val="ru-RU"/>
        </w:rPr>
        <w:t>за изменение и допълнение на Наредбата за изчисляване и изплащане на паричните обез</w:t>
      </w:r>
      <w:r w:rsidRPr="0051679D">
        <w:rPr>
          <w:rFonts w:cs="TimokCYR"/>
          <w:b/>
          <w:bCs/>
          <w:color w:val="000000"/>
          <w:lang w:val="ru-RU"/>
        </w:rPr>
        <w:softHyphen/>
        <w:t xml:space="preserve">щетения и помощи от държавното обществено осигуряване, приета с Постановление № 364 на Министерския съвет от 2006 г. </w:t>
      </w:r>
      <w:r w:rsidRPr="0051679D">
        <w:rPr>
          <w:rFonts w:cs="TimokCYR"/>
          <w:color w:val="000000"/>
          <w:lang w:val="ru-RU"/>
        </w:rPr>
        <w:t>(обн., ДВ, бр. 1 от 2007 г.; Решение № 9943 на Върхов</w:t>
      </w:r>
      <w:r w:rsidRPr="0051679D">
        <w:rPr>
          <w:rFonts w:cs="TimokCYR"/>
          <w:color w:val="000000"/>
          <w:lang w:val="ru-RU"/>
        </w:rPr>
        <w:softHyphen/>
        <w:t>ния административен съд от 2007 г. – бр. 1 от 2008 г.; изм. и доп., бр. 26 от 2008 г., бр. 13 и 67 от 2009 г., бр. 2 от 2010 г., бр. 14 от 2011 г.</w:t>
      </w:r>
      <w:r>
        <w:rPr>
          <w:rFonts w:cs="TimokCYR"/>
          <w:color w:val="000000"/>
          <w:lang w:val="bg-BG"/>
        </w:rPr>
        <w:t>,</w:t>
      </w:r>
      <w:r w:rsidRPr="0051679D">
        <w:rPr>
          <w:rFonts w:cs="TimokCYR"/>
          <w:color w:val="000000"/>
          <w:lang w:val="ru-RU"/>
        </w:rPr>
        <w:t xml:space="preserve">  бр. 16 и 80 от 2012 г.</w:t>
      </w:r>
      <w:r>
        <w:rPr>
          <w:rFonts w:cs="TimokCYR"/>
          <w:color w:val="000000"/>
          <w:lang w:val="bg-BG"/>
        </w:rPr>
        <w:t xml:space="preserve"> и бр. 33 от 2013г.</w:t>
      </w:r>
      <w:r w:rsidRPr="0051679D">
        <w:rPr>
          <w:rFonts w:cs="TimokCYR"/>
          <w:color w:val="000000"/>
          <w:lang w:val="ru-RU"/>
        </w:rPr>
        <w:t>)</w:t>
      </w:r>
    </w:p>
    <w:p w:rsidR="0022697C" w:rsidRPr="0051679D" w:rsidRDefault="0022697C" w:rsidP="00D36668">
      <w:pPr>
        <w:jc w:val="both"/>
        <w:rPr>
          <w:rFonts w:ascii="NewSaturionModernCyr" w:hAnsi="NewSaturionModernCyr"/>
          <w:b/>
          <w:lang w:val="ru-RU"/>
        </w:rPr>
      </w:pPr>
    </w:p>
    <w:p w:rsidR="0022697C" w:rsidRPr="0051679D" w:rsidRDefault="0022697C" w:rsidP="00C7382D">
      <w:pPr>
        <w:rPr>
          <w:lang w:val="ru-RU"/>
        </w:rPr>
      </w:pPr>
    </w:p>
    <w:p w:rsidR="0022697C" w:rsidRDefault="0022697C" w:rsidP="00C7382D">
      <w:pPr>
        <w:pStyle w:val="BodyText"/>
        <w:ind w:right="26"/>
        <w:jc w:val="center"/>
        <w:rPr>
          <w:b/>
          <w:caps/>
          <w:sz w:val="28"/>
        </w:rPr>
      </w:pPr>
      <w:r>
        <w:rPr>
          <w:b/>
          <w:caps/>
          <w:sz w:val="28"/>
        </w:rPr>
        <w:t>Министерският съвет</w:t>
      </w:r>
    </w:p>
    <w:p w:rsidR="0022697C" w:rsidRDefault="0022697C" w:rsidP="00C7382D">
      <w:pPr>
        <w:ind w:right="26"/>
        <w:jc w:val="center"/>
        <w:rPr>
          <w:b/>
          <w:caps/>
          <w:sz w:val="20"/>
          <w:lang w:val="bg-BG"/>
        </w:rPr>
      </w:pPr>
    </w:p>
    <w:p w:rsidR="0022697C" w:rsidRDefault="0022697C" w:rsidP="00C7382D">
      <w:pPr>
        <w:jc w:val="center"/>
        <w:rPr>
          <w:b/>
          <w:bCs/>
          <w:lang w:val="bg-BG"/>
        </w:rPr>
      </w:pPr>
      <w:r>
        <w:rPr>
          <w:b/>
          <w:caps/>
          <w:sz w:val="28"/>
          <w:lang w:val="bg-BG"/>
        </w:rPr>
        <w:t>П о с т а н о в и:</w:t>
      </w:r>
    </w:p>
    <w:p w:rsidR="0022697C" w:rsidRDefault="0022697C" w:rsidP="00C7382D">
      <w:pPr>
        <w:ind w:firstLine="810"/>
        <w:jc w:val="both"/>
        <w:rPr>
          <w:spacing w:val="3"/>
          <w:lang w:val="bg-BG"/>
        </w:rPr>
      </w:pPr>
    </w:p>
    <w:p w:rsidR="0022697C" w:rsidRDefault="0022697C" w:rsidP="00C7382D">
      <w:pPr>
        <w:widowControl w:val="0"/>
        <w:autoSpaceDE w:val="0"/>
        <w:autoSpaceDN w:val="0"/>
        <w:adjustRightInd w:val="0"/>
        <w:ind w:firstLine="810"/>
        <w:jc w:val="both"/>
        <w:rPr>
          <w:spacing w:val="3"/>
          <w:lang w:val="bg-BG"/>
        </w:rPr>
      </w:pPr>
      <w:r>
        <w:rPr>
          <w:b/>
          <w:bCs/>
          <w:spacing w:val="3"/>
          <w:lang w:val="bg-BG"/>
        </w:rPr>
        <w:t>§ 1.</w:t>
      </w:r>
      <w:r>
        <w:rPr>
          <w:spacing w:val="3"/>
          <w:lang w:val="bg-BG"/>
        </w:rPr>
        <w:t xml:space="preserve"> В чл. 1, ал. 1, т. 1 се създава б. “ж”:</w:t>
      </w:r>
    </w:p>
    <w:p w:rsidR="0022697C" w:rsidRDefault="0022697C" w:rsidP="00C7382D">
      <w:pPr>
        <w:widowControl w:val="0"/>
        <w:autoSpaceDE w:val="0"/>
        <w:autoSpaceDN w:val="0"/>
        <w:adjustRightInd w:val="0"/>
        <w:ind w:firstLine="810"/>
        <w:jc w:val="both"/>
        <w:rPr>
          <w:lang w:val="bg-BG"/>
        </w:rPr>
      </w:pPr>
      <w:r>
        <w:rPr>
          <w:spacing w:val="3"/>
          <w:lang w:val="bg-BG"/>
        </w:rPr>
        <w:t>“ж) осиновяване на дете от 2- до 5- годишна възраст.”.</w:t>
      </w:r>
    </w:p>
    <w:p w:rsidR="0022697C" w:rsidRDefault="0022697C" w:rsidP="00C7382D">
      <w:pPr>
        <w:widowControl w:val="0"/>
        <w:autoSpaceDE w:val="0"/>
        <w:autoSpaceDN w:val="0"/>
        <w:adjustRightInd w:val="0"/>
        <w:ind w:firstLine="810"/>
        <w:jc w:val="both"/>
        <w:rPr>
          <w:lang w:val="bg-BG"/>
        </w:rPr>
      </w:pPr>
    </w:p>
    <w:p w:rsidR="0022697C" w:rsidRDefault="0022697C" w:rsidP="00C7382D">
      <w:pPr>
        <w:ind w:firstLine="810"/>
        <w:jc w:val="both"/>
        <w:rPr>
          <w:spacing w:val="3"/>
          <w:lang w:val="bg-BG"/>
        </w:rPr>
      </w:pPr>
      <w:r>
        <w:rPr>
          <w:b/>
          <w:bCs/>
          <w:spacing w:val="3"/>
          <w:lang w:val="bg-BG"/>
        </w:rPr>
        <w:t>§ 2.</w:t>
      </w:r>
      <w:r>
        <w:rPr>
          <w:spacing w:val="3"/>
          <w:lang w:val="bg-BG"/>
        </w:rPr>
        <w:t xml:space="preserve"> В чл. 4 думата “попълнените” се заменя с “попълнени”.</w:t>
      </w:r>
    </w:p>
    <w:p w:rsidR="0022697C" w:rsidRDefault="0022697C" w:rsidP="00C7382D">
      <w:pPr>
        <w:ind w:firstLine="810"/>
        <w:jc w:val="both"/>
        <w:rPr>
          <w:spacing w:val="3"/>
          <w:lang w:val="bg-BG"/>
        </w:rPr>
      </w:pPr>
    </w:p>
    <w:p w:rsidR="0022697C" w:rsidRDefault="0022697C" w:rsidP="00C7382D">
      <w:pPr>
        <w:ind w:firstLine="810"/>
        <w:jc w:val="both"/>
        <w:rPr>
          <w:spacing w:val="3"/>
          <w:lang w:val="bg-BG"/>
        </w:rPr>
      </w:pPr>
      <w:r>
        <w:rPr>
          <w:b/>
          <w:bCs/>
          <w:spacing w:val="3"/>
          <w:lang w:val="bg-BG"/>
        </w:rPr>
        <w:t>§ 3.</w:t>
      </w:r>
      <w:r>
        <w:rPr>
          <w:spacing w:val="3"/>
          <w:lang w:val="bg-BG"/>
        </w:rPr>
        <w:t xml:space="preserve"> Създава се чл. 4в:</w:t>
      </w:r>
    </w:p>
    <w:p w:rsidR="0022697C" w:rsidRDefault="0022697C" w:rsidP="00BF2924">
      <w:pPr>
        <w:ind w:firstLine="810"/>
        <w:jc w:val="both"/>
        <w:rPr>
          <w:spacing w:val="3"/>
          <w:lang w:val="bg-BG"/>
        </w:rPr>
      </w:pPr>
      <w:r>
        <w:rPr>
          <w:spacing w:val="3"/>
          <w:lang w:val="bg-BG"/>
        </w:rPr>
        <w:t xml:space="preserve">„(1) </w:t>
      </w:r>
      <w:r>
        <w:rPr>
          <w:lang w:val="bg-BG"/>
        </w:rPr>
        <w:t>Паричните обезщетения при осиновяване на дете от 2- до 5-годишна възраст за срок от 365 дни по чл. 53а КСО се изплащат въз основа на заявление-декларация от осигуреното лице по образец съгласно приложение № 2а със задължително попълнени данни от осигурителя (самоосигуряващия се) относно правото на паричните обезщетения.</w:t>
      </w:r>
    </w:p>
    <w:p w:rsidR="0022697C" w:rsidRDefault="0022697C" w:rsidP="00831B89">
      <w:pPr>
        <w:ind w:firstLine="810"/>
        <w:jc w:val="both"/>
        <w:rPr>
          <w:spacing w:val="3"/>
          <w:lang w:val="bg-BG"/>
        </w:rPr>
      </w:pPr>
      <w:r>
        <w:rPr>
          <w:spacing w:val="3"/>
          <w:lang w:val="bg-BG"/>
        </w:rPr>
        <w:t xml:space="preserve">(2) </w:t>
      </w:r>
      <w:r>
        <w:rPr>
          <w:lang w:val="bg-BG"/>
        </w:rPr>
        <w:t>Паричните обезщетения при осиновяване на дете от 2- до 5-годишна възраст след изтичане на 6</w:t>
      </w:r>
      <w:r>
        <w:rPr>
          <w:b/>
          <w:bCs/>
          <w:lang w:val="bg-BG"/>
        </w:rPr>
        <w:t xml:space="preserve"> </w:t>
      </w:r>
      <w:r>
        <w:rPr>
          <w:lang w:val="bg-BG"/>
        </w:rPr>
        <w:t>месеца от деня на предаване на детето за осиновяване за остатъка до 365 дни по чл. 53а КСО се изплащат въз основа на заявление-декларация от осиновителя по образец съгласно приложение № 14а, със задължително попълнени данни от осигурителя (самоосигуряващия се) относно правото на паричните обезщетения.</w:t>
      </w:r>
      <w:r>
        <w:rPr>
          <w:spacing w:val="3"/>
          <w:lang w:val="bg-BG"/>
        </w:rPr>
        <w:t>”</w:t>
      </w:r>
    </w:p>
    <w:p w:rsidR="0022697C" w:rsidRDefault="0022697C" w:rsidP="00BF2924">
      <w:pPr>
        <w:ind w:firstLine="810"/>
        <w:jc w:val="both"/>
        <w:rPr>
          <w:spacing w:val="3"/>
          <w:lang w:val="bg-BG"/>
        </w:rPr>
      </w:pPr>
    </w:p>
    <w:p w:rsidR="0022697C" w:rsidRDefault="0022697C" w:rsidP="00C7382D">
      <w:pPr>
        <w:ind w:firstLine="810"/>
        <w:jc w:val="both"/>
        <w:rPr>
          <w:spacing w:val="3"/>
          <w:lang w:val="bg-BG"/>
        </w:rPr>
      </w:pPr>
      <w:r>
        <w:rPr>
          <w:b/>
          <w:bCs/>
          <w:spacing w:val="3"/>
          <w:lang w:val="bg-BG"/>
        </w:rPr>
        <w:t>§ 4.</w:t>
      </w:r>
      <w:r>
        <w:rPr>
          <w:spacing w:val="3"/>
          <w:lang w:val="bg-BG"/>
        </w:rPr>
        <w:t xml:space="preserve"> В чл. 5 думата “попълнените” се заменят с “попълнени”.</w:t>
      </w:r>
    </w:p>
    <w:p w:rsidR="0022697C" w:rsidRDefault="0022697C" w:rsidP="00C7382D">
      <w:pPr>
        <w:ind w:firstLine="810"/>
        <w:jc w:val="both"/>
        <w:rPr>
          <w:spacing w:val="3"/>
          <w:lang w:val="bg-BG"/>
        </w:rPr>
      </w:pPr>
    </w:p>
    <w:p w:rsidR="0022697C" w:rsidRDefault="0022697C" w:rsidP="00C7382D">
      <w:pPr>
        <w:ind w:firstLine="810"/>
        <w:jc w:val="both"/>
        <w:rPr>
          <w:spacing w:val="3"/>
          <w:lang w:val="bg-BG"/>
        </w:rPr>
      </w:pPr>
      <w:r>
        <w:rPr>
          <w:b/>
          <w:bCs/>
          <w:spacing w:val="3"/>
          <w:lang w:val="bg-BG"/>
        </w:rPr>
        <w:t>§ 5.</w:t>
      </w:r>
      <w:r>
        <w:rPr>
          <w:spacing w:val="3"/>
          <w:lang w:val="bg-BG"/>
        </w:rPr>
        <w:t xml:space="preserve"> В чл. 12 думите “чл. 4 и 8” се заменят с “документите по чл. 4, 4а, 4б и 8”.</w:t>
      </w:r>
    </w:p>
    <w:p w:rsidR="0022697C" w:rsidRDefault="0022697C" w:rsidP="00C7382D">
      <w:pPr>
        <w:ind w:firstLine="810"/>
        <w:jc w:val="both"/>
        <w:rPr>
          <w:spacing w:val="3"/>
          <w:lang w:val="bg-BG"/>
        </w:rPr>
      </w:pPr>
    </w:p>
    <w:p w:rsidR="0022697C" w:rsidRDefault="0022697C" w:rsidP="00C7382D">
      <w:pPr>
        <w:pStyle w:val="BodyText"/>
        <w:ind w:firstLine="810"/>
      </w:pPr>
      <w:r>
        <w:rPr>
          <w:b/>
          <w:bCs/>
        </w:rPr>
        <w:t xml:space="preserve">§ 6. </w:t>
      </w:r>
      <w:r>
        <w:t>В чл. 16 се правят следните изменения и допълнения:</w:t>
      </w:r>
    </w:p>
    <w:p w:rsidR="0022697C" w:rsidRDefault="0022697C" w:rsidP="00C7382D">
      <w:pPr>
        <w:pStyle w:val="BodyText"/>
        <w:ind w:firstLine="810"/>
      </w:pPr>
      <w:r>
        <w:rPr>
          <w:b/>
          <w:bCs/>
        </w:rPr>
        <w:t>1.</w:t>
      </w:r>
      <w:r>
        <w:t xml:space="preserve"> В ал. 1:</w:t>
      </w:r>
    </w:p>
    <w:p w:rsidR="0022697C" w:rsidRDefault="0022697C" w:rsidP="00C7382D">
      <w:pPr>
        <w:pStyle w:val="BodyText"/>
        <w:ind w:firstLine="810"/>
      </w:pPr>
      <w:r>
        <w:t>а) основният текст се изменя така:</w:t>
      </w:r>
    </w:p>
    <w:p w:rsidR="0022697C" w:rsidRDefault="0022697C" w:rsidP="00C7382D">
      <w:pPr>
        <w:pStyle w:val="BodyText"/>
        <w:ind w:firstLine="810"/>
      </w:pPr>
      <w:r>
        <w:t>“(1) Доходът за периода от 18 календарни месеца, предхождащи месеца на настъпване на временната неработоспособност или на началото на отпуска за бременност и раждане и при осиновяване на дете от 2- до 5-годишна възраст, от който се изчислява дневното парично обезщетение за временна неработоспособност, за бременност и раждане и при осиновяване на дете от 2- до 5-годишна възраст, включва:”;</w:t>
      </w:r>
    </w:p>
    <w:p w:rsidR="0022697C" w:rsidRDefault="0022697C" w:rsidP="00C7382D">
      <w:pPr>
        <w:pStyle w:val="BodyText"/>
        <w:ind w:firstLine="810"/>
      </w:pPr>
      <w:r>
        <w:t>б) точка 3 се изменя така:</w:t>
      </w:r>
    </w:p>
    <w:p w:rsidR="0022697C" w:rsidRDefault="0022697C" w:rsidP="00C7382D">
      <w:pPr>
        <w:pStyle w:val="BodyText"/>
        <w:ind w:firstLine="810"/>
      </w:pPr>
      <w:r>
        <w:t>“3. дохода, от който е определено паричното обезщетение за временна неработоспособност, за бременност и раждане или при осиновяване на дете от 2- до 5- годишна възраст в случаите по чл. 41, ал. 3 КСО.”.</w:t>
      </w:r>
    </w:p>
    <w:p w:rsidR="0022697C" w:rsidRDefault="0022697C" w:rsidP="00C7382D">
      <w:pPr>
        <w:pStyle w:val="BodyText"/>
        <w:ind w:firstLine="810"/>
      </w:pPr>
      <w:r>
        <w:rPr>
          <w:b/>
          <w:bCs/>
        </w:rPr>
        <w:t>2.</w:t>
      </w:r>
      <w:r>
        <w:t xml:space="preserve"> В ал. 2 след думата „неработоспособност” се поставя запетая и думите “или за бременност и раждане” се заменят с “бременност и раждане и при осиновяване на дете от 2- до 5-годишна възраст”.</w:t>
      </w:r>
    </w:p>
    <w:p w:rsidR="0022697C" w:rsidRDefault="0022697C" w:rsidP="00C7382D">
      <w:pPr>
        <w:pStyle w:val="BodyText"/>
        <w:ind w:firstLine="810"/>
      </w:pPr>
      <w:r>
        <w:rPr>
          <w:b/>
          <w:bCs/>
        </w:rPr>
        <w:t>3.</w:t>
      </w:r>
      <w:r>
        <w:t xml:space="preserve"> В ал. 3 думите “а при бременност и раждане – за 24-месечния период” и запетаята след тях се заличават, а след думите “и/или за бременност и раждане” се поставя запетая и се добавя “и/или при осиновяване на дете от 2- до 5-годишна възраст”.</w:t>
      </w:r>
    </w:p>
    <w:p w:rsidR="0022697C" w:rsidRDefault="0022697C" w:rsidP="00C7382D">
      <w:pPr>
        <w:pStyle w:val="BodyText"/>
        <w:ind w:firstLine="810"/>
      </w:pPr>
    </w:p>
    <w:p w:rsidR="0022697C" w:rsidRDefault="0022697C" w:rsidP="00C7382D">
      <w:pPr>
        <w:pStyle w:val="BodyText"/>
        <w:ind w:firstLine="810"/>
      </w:pPr>
      <w:r>
        <w:rPr>
          <w:b/>
          <w:bCs/>
        </w:rPr>
        <w:t>§ 7.</w:t>
      </w:r>
      <w:r>
        <w:t xml:space="preserve"> В чл. 17 се правят следните изменения и допълнения:</w:t>
      </w:r>
    </w:p>
    <w:p w:rsidR="0022697C" w:rsidRDefault="0022697C" w:rsidP="00C7382D">
      <w:pPr>
        <w:pStyle w:val="BodyText"/>
        <w:ind w:firstLine="810"/>
      </w:pPr>
      <w:r>
        <w:rPr>
          <w:b/>
          <w:bCs/>
        </w:rPr>
        <w:t>1.</w:t>
      </w:r>
      <w:r>
        <w:t xml:space="preserve"> В ал. 2 думите “За управителите, прокуристите и контрольорите на търговски дружества и на едноличните търговци, за синдиците и ликвидаторите, за членовете на управителните, надзорните и контролните съвети на търговските дружества, както и за лицата, работещи по договори за управление на неперсонифицираните дружества” се заменят със “За управителите и прокуристите на търговски дружества и на еднолични търговци и на техните клонове, членовете на съвети на директорите, на управителни и надзорни съвети и контрольорите на търговски дружества, синдиците и ликвидаторите, както и за лицата, работещи по договори за управление на неперсонифицирани дружества”.</w:t>
      </w:r>
    </w:p>
    <w:p w:rsidR="0022697C" w:rsidRDefault="0022697C" w:rsidP="00C7382D">
      <w:pPr>
        <w:pStyle w:val="BodyText"/>
        <w:ind w:firstLine="810"/>
      </w:pPr>
      <w:r>
        <w:rPr>
          <w:b/>
          <w:bCs/>
        </w:rPr>
        <w:t>2.</w:t>
      </w:r>
      <w:r>
        <w:t xml:space="preserve"> В ал. 5 след думите “на социалните разходи” се поставя запетая и се добавя “както и определените върху тях със закон задължителни осигурителни вноски за сметка на лицата и дължимия данък по Закона за данъците върху доходите на физическите лица”.</w:t>
      </w:r>
    </w:p>
    <w:p w:rsidR="0022697C" w:rsidRDefault="0022697C" w:rsidP="00C7382D">
      <w:pPr>
        <w:pStyle w:val="BodyText"/>
        <w:ind w:firstLine="810"/>
      </w:pPr>
      <w:r>
        <w:rPr>
          <w:b/>
          <w:bCs/>
        </w:rPr>
        <w:t>3.</w:t>
      </w:r>
      <w:r>
        <w:t xml:space="preserve"> В ал. 9 думите “а при бременност и раждане – за 24-месечния период” и запетаята след тях се заличават, думите “или началото на отпуска за бременност и раждане” се заменят с “или на началото на отпуска за бременност и раждане и при осиновяване на дете от 2- до 5-годишна възраст”, а след думите “и/или за бременност и раждане” се добавя “и/или при осиновяване на дете от 2- до 5-годишна възраст”.</w:t>
      </w:r>
    </w:p>
    <w:p w:rsidR="0022697C" w:rsidRDefault="0022697C" w:rsidP="00C7382D">
      <w:pPr>
        <w:pStyle w:val="BodyText"/>
        <w:ind w:firstLine="810"/>
      </w:pPr>
    </w:p>
    <w:p w:rsidR="0022697C" w:rsidRDefault="0022697C" w:rsidP="00C7382D">
      <w:pPr>
        <w:pStyle w:val="BodyText"/>
        <w:ind w:firstLine="810"/>
      </w:pPr>
      <w:r>
        <w:rPr>
          <w:b/>
          <w:bCs/>
        </w:rPr>
        <w:t>§ 8.</w:t>
      </w:r>
      <w:r>
        <w:t xml:space="preserve"> В чл. 18 думите “за временна неработоспособност или за бременност и раждане” се заменят със “за временна неработоспособност, за бременност и раждане и при осиновяване на дете от 2- до 5-годишна възраст”, а думите “на временната неработоспособност или на бременност и раждането” се заменят с “на временната неработоспособност, в отпуска за бременност и раждане и при осиновяване на дете от 2- до 5-годишна възраст”.</w:t>
      </w:r>
    </w:p>
    <w:p w:rsidR="0022697C" w:rsidRDefault="0022697C" w:rsidP="00C7382D">
      <w:pPr>
        <w:pStyle w:val="BodyText"/>
        <w:ind w:firstLine="810"/>
      </w:pPr>
    </w:p>
    <w:p w:rsidR="0022697C" w:rsidRDefault="0022697C" w:rsidP="00C7382D">
      <w:pPr>
        <w:pStyle w:val="BodyText"/>
        <w:ind w:firstLine="810"/>
      </w:pPr>
      <w:r>
        <w:rPr>
          <w:b/>
          <w:bCs/>
        </w:rPr>
        <w:t xml:space="preserve">§ 9. </w:t>
      </w:r>
      <w:r>
        <w:t>В чл. 19 се правят следните изменения и допълнения:</w:t>
      </w:r>
    </w:p>
    <w:p w:rsidR="0022697C" w:rsidRDefault="0022697C" w:rsidP="00C7382D">
      <w:pPr>
        <w:pStyle w:val="BodyText"/>
        <w:ind w:firstLine="810"/>
      </w:pPr>
      <w:r>
        <w:rPr>
          <w:b/>
          <w:bCs/>
        </w:rPr>
        <w:t>1.</w:t>
      </w:r>
      <w:r>
        <w:t xml:space="preserve"> В ал. 1 думите “за временна неработоспособност или за бременност и раждане” се заменят със “за временна неработоспособност, за бременност и раждане и при осиновяване на дете от 2- до 5-годишна възраст”, а след думите “на временната неработоспособност” се поставя запетая и се добавя “в отпуска за бременност и раждане и при осиновяване на дете от 2- до 5-годишна възраст”.</w:t>
      </w:r>
    </w:p>
    <w:p w:rsidR="0022697C" w:rsidRDefault="0022697C" w:rsidP="00C7382D">
      <w:pPr>
        <w:pStyle w:val="BodyText"/>
        <w:ind w:firstLine="810"/>
      </w:pPr>
      <w:r>
        <w:rPr>
          <w:b/>
          <w:bCs/>
        </w:rPr>
        <w:t>2.</w:t>
      </w:r>
      <w:r>
        <w:t xml:space="preserve"> В ал. 2 думите “а при бременност и раждане – за 24-месечния период”и запетаята след тях се заличават, а след думите “и/или за бременност и раждане” се добавя “и/или при осиновяване на дете от 2- до 5-годишна възраст”.</w:t>
      </w:r>
    </w:p>
    <w:p w:rsidR="0022697C" w:rsidRDefault="0022697C" w:rsidP="00C7382D">
      <w:pPr>
        <w:pStyle w:val="BodyText"/>
        <w:ind w:firstLine="810"/>
      </w:pPr>
      <w:r>
        <w:rPr>
          <w:b/>
          <w:bCs/>
        </w:rPr>
        <w:t>3.</w:t>
      </w:r>
      <w:r>
        <w:t xml:space="preserve"> В ал. 3 думите “а при бременност и раждане – за 24-месечния период” и запетаята след тях се заличават, думите “началото на отпуска за бременност и раждане” се заменят с “на началото на отпуска за бременност и раждане и при осиновяване на дете от 2- до 5-годишна възраст”, а след думите “и/или за бременност и раждане” се добавя “и/или при осиновяване на дете от 2- до 5-годишна възраст”.</w:t>
      </w:r>
    </w:p>
    <w:p w:rsidR="0022697C" w:rsidRDefault="0022697C" w:rsidP="00C7382D">
      <w:pPr>
        <w:pStyle w:val="BodyText"/>
        <w:ind w:firstLine="810"/>
      </w:pPr>
    </w:p>
    <w:p w:rsidR="0022697C" w:rsidRDefault="0022697C" w:rsidP="00C7382D">
      <w:pPr>
        <w:pStyle w:val="BodyText"/>
        <w:ind w:firstLine="810"/>
      </w:pPr>
      <w:r>
        <w:rPr>
          <w:b/>
          <w:bCs/>
        </w:rPr>
        <w:t>§ 10.</w:t>
      </w:r>
      <w:r>
        <w:t xml:space="preserve"> В чл. 20 думите “или на бременността и раждането” се заменят с “или в отпуска за бременност и раждане и при осиновяване на дете от 2- до 5-годишна възраст”.</w:t>
      </w:r>
    </w:p>
    <w:p w:rsidR="0022697C" w:rsidRDefault="0022697C" w:rsidP="00C7382D">
      <w:pPr>
        <w:pStyle w:val="BodyText"/>
        <w:ind w:firstLine="810"/>
      </w:pPr>
    </w:p>
    <w:p w:rsidR="0022697C" w:rsidRDefault="0022697C" w:rsidP="00C7382D">
      <w:pPr>
        <w:pStyle w:val="BodyText"/>
        <w:ind w:firstLine="810"/>
      </w:pPr>
      <w:r>
        <w:rPr>
          <w:b/>
          <w:bCs/>
        </w:rPr>
        <w:t>§ 11.</w:t>
      </w:r>
      <w:r>
        <w:t xml:space="preserve"> Създава се чл. 2</w:t>
      </w:r>
      <w:r w:rsidRPr="0051679D">
        <w:rPr>
          <w:lang w:val="ru-RU"/>
        </w:rPr>
        <w:t>1</w:t>
      </w:r>
      <w:r>
        <w:t>а:</w:t>
      </w:r>
    </w:p>
    <w:p w:rsidR="0022697C" w:rsidRDefault="0022697C" w:rsidP="00C7382D">
      <w:pPr>
        <w:pStyle w:val="BodyText"/>
        <w:ind w:firstLine="810"/>
      </w:pPr>
      <w:r>
        <w:t>“Чл. 2</w:t>
      </w:r>
      <w:r w:rsidRPr="0051679D">
        <w:rPr>
          <w:lang w:val="ru-RU"/>
        </w:rPr>
        <w:t>1</w:t>
      </w:r>
      <w:r>
        <w:t>а. (1) При смърт на осигуреното лице неполучените парични обезщетения и помощи се изплащат на наследниците или на законните им представители въз основа на заявление-декларация съгласно приложение № 16, подадено до ТП на НОИ по постоянен или настоящ адрес на лицата.</w:t>
      </w:r>
    </w:p>
    <w:p w:rsidR="0022697C" w:rsidRDefault="0022697C" w:rsidP="00C7382D">
      <w:pPr>
        <w:pStyle w:val="BodyText"/>
        <w:ind w:firstLine="810"/>
      </w:pPr>
      <w:r>
        <w:t>(2) Размерът на неполученото парично обезщетение и/или помощ се разпределя между наследниците по реда на Закона за наследството.”</w:t>
      </w:r>
    </w:p>
    <w:p w:rsidR="0022697C" w:rsidRDefault="0022697C" w:rsidP="00C7382D">
      <w:pPr>
        <w:pStyle w:val="BodyText"/>
        <w:ind w:firstLine="810"/>
      </w:pPr>
    </w:p>
    <w:p w:rsidR="0022697C" w:rsidRDefault="0022697C" w:rsidP="00C7382D">
      <w:pPr>
        <w:pStyle w:val="BodyText"/>
        <w:ind w:firstLine="810"/>
      </w:pPr>
      <w:r>
        <w:rPr>
          <w:b/>
          <w:bCs/>
        </w:rPr>
        <w:t>§ 12.</w:t>
      </w:r>
      <w:r>
        <w:t xml:space="preserve"> В § 4 от Преходните и заключителни разпоредби думите “чл. 40, ал. 6 и чл. 41, ал. 5 КСО” се заменят с “чл. 41, ал. 5 и чл. 54к КСО”.</w:t>
      </w:r>
    </w:p>
    <w:p w:rsidR="0022697C" w:rsidRDefault="0022697C" w:rsidP="00C7382D">
      <w:pPr>
        <w:pStyle w:val="BodyText"/>
        <w:ind w:firstLine="810"/>
      </w:pPr>
    </w:p>
    <w:p w:rsidR="0022697C" w:rsidRDefault="0022697C" w:rsidP="00C7382D">
      <w:pPr>
        <w:pStyle w:val="BodyText"/>
        <w:ind w:firstLine="810"/>
      </w:pPr>
      <w:r>
        <w:rPr>
          <w:b/>
          <w:bCs/>
        </w:rPr>
        <w:t>§ 13.</w:t>
      </w:r>
      <w:r>
        <w:t xml:space="preserve"> Създава се Приложение № 2а към чл. 4в, ал. 1:</w:t>
      </w:r>
    </w:p>
    <w:p w:rsidR="0022697C" w:rsidRDefault="0022697C" w:rsidP="00C7382D">
      <w:pPr>
        <w:pStyle w:val="Heading7"/>
        <w:ind w:left="0" w:firstLine="0"/>
        <w:rPr>
          <w:b w:val="0"/>
          <w:bCs w:val="0"/>
          <w:sz w:val="20"/>
        </w:rPr>
      </w:pPr>
    </w:p>
    <w:p w:rsidR="0022697C" w:rsidRDefault="0022697C" w:rsidP="00C7382D">
      <w:pPr>
        <w:jc w:val="right"/>
        <w:rPr>
          <w:lang w:val="bg-BG"/>
        </w:rPr>
      </w:pPr>
      <w:r>
        <w:rPr>
          <w:sz w:val="20"/>
          <w:lang w:val="bg-BG"/>
        </w:rPr>
        <w:t>Приложение № 2а към чл. 4в, ал. 1</w:t>
      </w:r>
    </w:p>
    <w:p w:rsidR="0022697C" w:rsidRDefault="0022697C" w:rsidP="00C7382D">
      <w:pPr>
        <w:pStyle w:val="Heading7"/>
        <w:ind w:left="0" w:firstLine="0"/>
        <w:rPr>
          <w:b w:val="0"/>
          <w:bCs w:val="0"/>
          <w:sz w:val="20"/>
        </w:rPr>
      </w:pPr>
    </w:p>
    <w:p w:rsidR="0022697C" w:rsidRDefault="0022697C" w:rsidP="00C7382D">
      <w:pPr>
        <w:pStyle w:val="Heading7"/>
        <w:ind w:left="0" w:right="-1080" w:firstLine="3600"/>
        <w:rPr>
          <w:bCs w:val="0"/>
        </w:rPr>
      </w:pPr>
      <w:r>
        <w:rPr>
          <w:bCs w:val="0"/>
        </w:rPr>
        <w:t>ДО</w:t>
      </w:r>
    </w:p>
    <w:p w:rsidR="0022697C" w:rsidRDefault="0022697C" w:rsidP="00C7382D">
      <w:pPr>
        <w:pStyle w:val="BodyTextIndent"/>
        <w:ind w:right="-1080" w:firstLine="3600"/>
        <w:rPr>
          <w:b/>
        </w:rPr>
      </w:pPr>
      <w:r>
        <w:rPr>
          <w:b/>
        </w:rPr>
        <w:t>ДИРЕКТОРА НА ТЕРИТОРИАЛНО ПОДЕЛЕНИЕ</w:t>
      </w:r>
    </w:p>
    <w:p w:rsidR="0022697C" w:rsidRDefault="0022697C" w:rsidP="00C7382D">
      <w:pPr>
        <w:pStyle w:val="BodyTextIndent"/>
        <w:ind w:right="-1080" w:firstLine="3600"/>
        <w:rPr>
          <w:b/>
        </w:rPr>
      </w:pPr>
      <w:r>
        <w:rPr>
          <w:b/>
        </w:rPr>
        <w:t>НА НАЦИОНАЛНИЯ ОСИГУРИТЕЛЕН ИНСТИТУТ</w:t>
      </w:r>
    </w:p>
    <w:p w:rsidR="0022697C" w:rsidRDefault="0022697C" w:rsidP="00C7382D">
      <w:pPr>
        <w:pStyle w:val="BodyTextIndent"/>
        <w:ind w:right="-1080" w:firstLine="3600"/>
        <w:rPr>
          <w:rFonts w:eastAsia="Arial Unicode MS"/>
          <w:b/>
          <w:bCs/>
        </w:rPr>
      </w:pPr>
      <w:r>
        <w:rPr>
          <w:b/>
          <w:bCs/>
        </w:rPr>
        <w:t>ГР. …………………………………………………….</w:t>
      </w:r>
    </w:p>
    <w:p w:rsidR="0022697C" w:rsidRDefault="0022697C" w:rsidP="00C7382D">
      <w:pPr>
        <w:rPr>
          <w:sz w:val="20"/>
          <w:lang w:val="bg-BG"/>
        </w:rPr>
      </w:pPr>
    </w:p>
    <w:p w:rsidR="0022697C" w:rsidRDefault="0022697C" w:rsidP="00C7382D">
      <w:pPr>
        <w:rPr>
          <w:sz w:val="20"/>
          <w:lang w:val="bg-BG"/>
        </w:rPr>
      </w:pPr>
    </w:p>
    <w:p w:rsidR="0022697C" w:rsidRDefault="0022697C" w:rsidP="00C7382D">
      <w:pPr>
        <w:pStyle w:val="Heading3"/>
        <w:ind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ЗАЯВЛЕНИЕ-ДЕКЛАРАЦИЯ</w:t>
      </w:r>
    </w:p>
    <w:p w:rsidR="0022697C" w:rsidRDefault="0022697C" w:rsidP="00C7382D">
      <w:pPr>
        <w:jc w:val="center"/>
        <w:rPr>
          <w:b/>
          <w:bCs/>
          <w:lang w:val="bg-BG"/>
        </w:rPr>
      </w:pPr>
      <w:r>
        <w:rPr>
          <w:b/>
          <w:bCs/>
          <w:lang w:val="bg-BG"/>
        </w:rPr>
        <w:t>за</w:t>
      </w:r>
    </w:p>
    <w:p w:rsidR="0022697C" w:rsidRDefault="0022697C" w:rsidP="00C7382D">
      <w:pPr>
        <w:jc w:val="center"/>
        <w:rPr>
          <w:b/>
          <w:bCs/>
          <w:lang w:val="bg-BG"/>
        </w:rPr>
      </w:pPr>
      <w:r>
        <w:rPr>
          <w:b/>
          <w:bCs/>
          <w:lang w:val="bg-BG"/>
        </w:rPr>
        <w:t>изплащане на парично обезщетение при осиновяване на дете от 2- до 5-годишна възраст на основание чл. 53а КСО</w:t>
      </w:r>
    </w:p>
    <w:p w:rsidR="0022697C" w:rsidRDefault="0022697C" w:rsidP="00C7382D">
      <w:pPr>
        <w:rPr>
          <w:lang w:val="bg-BG"/>
        </w:rPr>
      </w:pPr>
      <w:r>
        <w:rPr>
          <w:lang w:val="bg-BG"/>
        </w:rPr>
        <w:t>От ....................................................................................................................................................</w:t>
      </w:r>
    </w:p>
    <w:p w:rsidR="0022697C" w:rsidRDefault="0022697C" w:rsidP="00C7382D">
      <w:pPr>
        <w:jc w:val="center"/>
        <w:rPr>
          <w:i/>
          <w:iCs/>
          <w:vertAlign w:val="superscript"/>
          <w:lang w:val="bg-BG"/>
        </w:rPr>
      </w:pPr>
      <w:r>
        <w:rPr>
          <w:i/>
          <w:iCs/>
          <w:vertAlign w:val="superscript"/>
          <w:lang w:val="bg-BG"/>
        </w:rPr>
        <w:t>(име, презиме и фамилия на лицето)</w:t>
      </w:r>
    </w:p>
    <w:p w:rsidR="0022697C" w:rsidRDefault="0022697C" w:rsidP="00C7382D">
      <w:pPr>
        <w:rPr>
          <w:lang w:val="bg-BG"/>
        </w:rPr>
      </w:pPr>
      <w:r>
        <w:rPr>
          <w:lang w:val="bg-BG"/>
        </w:rPr>
        <w:t>ЕГН/ЛНЧ .........................….........................,</w:t>
      </w:r>
    </w:p>
    <w:p w:rsidR="0022697C" w:rsidRDefault="0022697C" w:rsidP="00C7382D">
      <w:pPr>
        <w:rPr>
          <w:lang w:val="bg-BG"/>
        </w:rPr>
      </w:pPr>
      <w:r>
        <w:rPr>
          <w:lang w:val="bg-BG"/>
        </w:rPr>
        <w:t>адрес за кореспонденция...........................………....................................................................</w:t>
      </w:r>
    </w:p>
    <w:p w:rsidR="0022697C" w:rsidRDefault="0022697C" w:rsidP="00C7382D">
      <w:pPr>
        <w:rPr>
          <w:lang w:val="bg-BG"/>
        </w:rPr>
      </w:pPr>
      <w:r>
        <w:rPr>
          <w:lang w:val="bg-BG"/>
        </w:rPr>
        <w:t>......................................................................................................................................................</w:t>
      </w:r>
    </w:p>
    <w:p w:rsidR="0022697C" w:rsidRDefault="0022697C" w:rsidP="00C7382D">
      <w:pPr>
        <w:jc w:val="center"/>
        <w:rPr>
          <w:i/>
          <w:iCs/>
          <w:vertAlign w:val="superscript"/>
          <w:lang w:val="bg-BG"/>
        </w:rPr>
      </w:pPr>
      <w:r>
        <w:rPr>
          <w:i/>
          <w:iCs/>
          <w:vertAlign w:val="superscript"/>
          <w:lang w:val="bg-BG"/>
        </w:rPr>
        <w:t>(град/село, ПК, община, област, улица, №, ж.к., бл., ет., ап.)</w:t>
      </w:r>
    </w:p>
    <w:p w:rsidR="0022697C" w:rsidRDefault="0022697C" w:rsidP="00C7382D">
      <w:pPr>
        <w:rPr>
          <w:sz w:val="22"/>
          <w:lang w:val="bg-BG"/>
        </w:rPr>
      </w:pPr>
      <w:r>
        <w:rPr>
          <w:sz w:val="22"/>
          <w:lang w:val="bg-BG"/>
        </w:rPr>
        <w:t>телефон</w:t>
      </w:r>
      <w:r>
        <w:rPr>
          <w:caps/>
          <w:sz w:val="22"/>
          <w:lang w:val="bg-BG"/>
        </w:rPr>
        <w:t xml:space="preserve">, </w:t>
      </w:r>
      <w:r>
        <w:rPr>
          <w:sz w:val="22"/>
          <w:lang w:val="bg-BG"/>
        </w:rPr>
        <w:t>мобилен телефон, електронен адрес в интернет..............................................………………..............................................................................</w:t>
      </w:r>
    </w:p>
    <w:p w:rsidR="0022697C" w:rsidRDefault="0022697C" w:rsidP="00C7382D">
      <w:pPr>
        <w:rPr>
          <w:sz w:val="22"/>
          <w:lang w:val="bg-BG"/>
        </w:rPr>
      </w:pPr>
      <w:r>
        <w:rPr>
          <w:sz w:val="22"/>
          <w:lang w:val="bg-BG"/>
        </w:rPr>
        <w:t>...................................................................................................................................................................</w:t>
      </w:r>
    </w:p>
    <w:p w:rsidR="0022697C" w:rsidRDefault="0022697C" w:rsidP="00C7382D">
      <w:pPr>
        <w:rPr>
          <w:sz w:val="22"/>
          <w:lang w:val="bg-BG"/>
        </w:rPr>
      </w:pPr>
      <w:r>
        <w:rPr>
          <w:sz w:val="22"/>
          <w:lang w:val="bg-BG"/>
        </w:rPr>
        <w:t>осигурен при осигурител/като самоосигуряващо се лице ..................................................................</w:t>
      </w:r>
    </w:p>
    <w:p w:rsidR="0022697C" w:rsidRDefault="0022697C" w:rsidP="00C7382D">
      <w:pPr>
        <w:pStyle w:val="BodyText2"/>
        <w:rPr>
          <w:lang w:val="bg-BG"/>
        </w:rPr>
      </w:pPr>
      <w:r>
        <w:rPr>
          <w:lang w:val="bg-BG"/>
        </w:rPr>
        <w:t>...................................................................................................................................................................</w:t>
      </w:r>
    </w:p>
    <w:p w:rsidR="0022697C" w:rsidRDefault="0022697C" w:rsidP="00C7382D">
      <w:pPr>
        <w:pStyle w:val="BodyText3"/>
        <w:jc w:val="center"/>
        <w:rPr>
          <w:vertAlign w:val="superscript"/>
        </w:rPr>
      </w:pPr>
      <w:r>
        <w:rPr>
          <w:vertAlign w:val="superscript"/>
        </w:rPr>
        <w:t>(наименование на осигурителя/посочване на дейността като самоосигуряващо се лице)</w:t>
      </w:r>
    </w:p>
    <w:p w:rsidR="0022697C" w:rsidRDefault="0022697C" w:rsidP="00C7382D">
      <w:pPr>
        <w:rPr>
          <w:sz w:val="22"/>
          <w:lang w:val="bg-BG"/>
        </w:rPr>
      </w:pPr>
    </w:p>
    <w:p w:rsidR="0022697C" w:rsidRDefault="0022697C" w:rsidP="00C7382D">
      <w:pPr>
        <w:rPr>
          <w:sz w:val="22"/>
          <w:lang w:val="bg-BG"/>
        </w:rPr>
      </w:pPr>
    </w:p>
    <w:p w:rsidR="0022697C" w:rsidRDefault="0022697C" w:rsidP="00C7382D">
      <w:pPr>
        <w:ind w:firstLine="720"/>
        <w:rPr>
          <w:sz w:val="22"/>
          <w:lang w:val="bg-BG"/>
        </w:rPr>
      </w:pPr>
      <w:r>
        <w:rPr>
          <w:b/>
          <w:sz w:val="22"/>
          <w:lang w:val="bg-BG"/>
        </w:rPr>
        <w:t>ГОСПОДИН (ГОСПОЖО) ДИРЕКТОР</w:t>
      </w:r>
      <w:r>
        <w:rPr>
          <w:sz w:val="22"/>
          <w:lang w:val="bg-BG"/>
        </w:rPr>
        <w:t>,</w:t>
      </w:r>
    </w:p>
    <w:p w:rsidR="0022697C" w:rsidRDefault="0022697C" w:rsidP="00C7382D">
      <w:pPr>
        <w:ind w:firstLine="1440"/>
        <w:rPr>
          <w:sz w:val="22"/>
          <w:lang w:val="bg-BG"/>
        </w:rPr>
      </w:pPr>
    </w:p>
    <w:p w:rsidR="0022697C" w:rsidRDefault="0022697C" w:rsidP="00C7382D">
      <w:pPr>
        <w:pStyle w:val="BodyTextIndent"/>
        <w:ind w:firstLine="720"/>
        <w:rPr>
          <w:sz w:val="22"/>
        </w:rPr>
      </w:pPr>
      <w:r>
        <w:rPr>
          <w:sz w:val="22"/>
        </w:rPr>
        <w:t>Моля в качеството ми на ..........................................................................................................</w:t>
      </w:r>
    </w:p>
    <w:p w:rsidR="0022697C" w:rsidRDefault="0022697C" w:rsidP="00C7382D">
      <w:pPr>
        <w:pStyle w:val="BodyTextIndent"/>
        <w:ind w:firstLine="720"/>
        <w:rPr>
          <w:sz w:val="22"/>
          <w:vertAlign w:val="superscript"/>
        </w:rPr>
      </w:pPr>
      <w:r>
        <w:rPr>
          <w:sz w:val="22"/>
        </w:rPr>
        <w:t xml:space="preserve">                                                       </w:t>
      </w:r>
      <w:r>
        <w:rPr>
          <w:sz w:val="22"/>
          <w:vertAlign w:val="superscript"/>
        </w:rPr>
        <w:t>(</w:t>
      </w:r>
      <w:r>
        <w:rPr>
          <w:i/>
          <w:iCs/>
          <w:sz w:val="22"/>
          <w:vertAlign w:val="superscript"/>
        </w:rPr>
        <w:t>осиновителка/осиновител, който сам е осиновил дете</w:t>
      </w:r>
      <w:r>
        <w:rPr>
          <w:sz w:val="22"/>
          <w:vertAlign w:val="superscript"/>
        </w:rPr>
        <w:t xml:space="preserve">) </w:t>
      </w:r>
    </w:p>
    <w:p w:rsidR="0022697C" w:rsidRDefault="0022697C" w:rsidP="00C7382D">
      <w:pPr>
        <w:pStyle w:val="BodyTextIndent"/>
        <w:ind w:firstLine="0"/>
        <w:rPr>
          <w:sz w:val="22"/>
        </w:rPr>
      </w:pPr>
      <w:r>
        <w:rPr>
          <w:sz w:val="22"/>
        </w:rPr>
        <w:t>да ми бъде отпуснато парично обезщетение при пълно осиновяване на дете от 2- до 5-годишна възраст считано от .................. 20....г.</w:t>
      </w:r>
    </w:p>
    <w:p w:rsidR="0022697C" w:rsidRDefault="0022697C" w:rsidP="00C7382D">
      <w:pPr>
        <w:pStyle w:val="BodyTextIndent"/>
        <w:rPr>
          <w:sz w:val="22"/>
        </w:rPr>
      </w:pPr>
    </w:p>
    <w:p w:rsidR="0022697C" w:rsidRDefault="0022697C" w:rsidP="00C7382D">
      <w:pPr>
        <w:pStyle w:val="BodyTextIndent"/>
        <w:ind w:firstLine="360"/>
        <w:rPr>
          <w:sz w:val="22"/>
        </w:rPr>
      </w:pPr>
      <w:r>
        <w:rPr>
          <w:sz w:val="22"/>
        </w:rPr>
        <w:t>Декларирам следните обстоятелства:</w:t>
      </w:r>
    </w:p>
    <w:p w:rsidR="0022697C" w:rsidRDefault="0022697C" w:rsidP="00D412BC">
      <w:pPr>
        <w:pStyle w:val="BodyTextIndent"/>
        <w:tabs>
          <w:tab w:val="left" w:pos="0"/>
        </w:tabs>
        <w:ind w:left="360" w:firstLine="0"/>
        <w:rPr>
          <w:sz w:val="22"/>
        </w:rPr>
      </w:pPr>
      <w:r>
        <w:rPr>
          <w:sz w:val="22"/>
        </w:rPr>
        <w:t xml:space="preserve">1. Осигурен/а съм по безсрочно/срочно правоотношение до ........................................ 20... г. </w:t>
      </w:r>
    </w:p>
    <w:p w:rsidR="0022697C" w:rsidRDefault="0022697C" w:rsidP="00D412BC">
      <w:pPr>
        <w:pStyle w:val="BodyTextIndent"/>
        <w:ind w:left="360" w:firstLine="0"/>
        <w:rPr>
          <w:sz w:val="22"/>
        </w:rPr>
      </w:pPr>
      <w:r>
        <w:rPr>
          <w:sz w:val="22"/>
        </w:rPr>
        <w:t xml:space="preserve">2. Осигурен/а съм като самоосигуряващо се лице с безсрочна/срочна регистрация до ........................... 20... г., с код за вид осигурен съгласно декларация - обр. № 1 ......  Към датата, от която искам да ми бъде отпуснато обезщетението - ............... 20.... г., съм осигурен/а за общо заболяване и майчинство – </w:t>
      </w:r>
      <w:r>
        <w:rPr>
          <w:b/>
          <w:bCs/>
          <w:sz w:val="22"/>
        </w:rPr>
        <w:t>да/не</w:t>
      </w:r>
      <w:r>
        <w:rPr>
          <w:sz w:val="22"/>
        </w:rPr>
        <w:t xml:space="preserve"> (ненужното се зачертава), и имам 12 месеца осигурителен стаж като осигурен/а за общо заболяване и майчинство – </w:t>
      </w:r>
      <w:r>
        <w:rPr>
          <w:b/>
          <w:bCs/>
          <w:sz w:val="22"/>
        </w:rPr>
        <w:t>да/не</w:t>
      </w:r>
      <w:r>
        <w:rPr>
          <w:sz w:val="22"/>
        </w:rPr>
        <w:t xml:space="preserve"> (ненужното се зачертава).</w:t>
      </w:r>
    </w:p>
    <w:p w:rsidR="0022697C" w:rsidRDefault="0022697C" w:rsidP="00C7382D">
      <w:pPr>
        <w:pStyle w:val="BodyTextIndent"/>
        <w:ind w:left="720" w:firstLine="0"/>
        <w:rPr>
          <w:sz w:val="22"/>
        </w:rPr>
      </w:pPr>
      <w:r>
        <w:rPr>
          <w:sz w:val="22"/>
        </w:rPr>
        <w:t>Към ден .......... месец ........... година ............. придобивам изискуемия осигурителен стаж.(данните се попълват, когато осигурителният стаж се придобива през периода, за който се иска отпускане на обезщетение).</w:t>
      </w:r>
    </w:p>
    <w:p w:rsidR="0022697C" w:rsidRDefault="0022697C" w:rsidP="00D412BC">
      <w:pPr>
        <w:pStyle w:val="BodyTextIndent"/>
        <w:ind w:left="360" w:firstLine="0"/>
        <w:rPr>
          <w:sz w:val="22"/>
        </w:rPr>
      </w:pPr>
      <w:r>
        <w:rPr>
          <w:sz w:val="22"/>
        </w:rPr>
        <w:t>3. Правоотношението/осигуряването ми е прекратено считано от .................... 20.....г.</w:t>
      </w:r>
    </w:p>
    <w:p w:rsidR="0022697C" w:rsidRDefault="0022697C" w:rsidP="00D412BC">
      <w:pPr>
        <w:pStyle w:val="BodyTextIndent"/>
        <w:spacing w:line="240" w:lineRule="auto"/>
        <w:ind w:left="360" w:right="0" w:firstLine="0"/>
        <w:rPr>
          <w:i/>
          <w:iCs/>
          <w:vertAlign w:val="superscript"/>
        </w:rPr>
      </w:pPr>
      <w:r>
        <w:rPr>
          <w:sz w:val="22"/>
        </w:rPr>
        <w:t>4. Детето ..........................................................................., родено на ............20...г., осиновено</w:t>
      </w:r>
      <w:r>
        <w:rPr>
          <w:sz w:val="22"/>
        </w:rPr>
        <w:br/>
      </w:r>
      <w:r>
        <w:rPr>
          <w:i/>
          <w:iCs/>
          <w:vertAlign w:val="superscript"/>
        </w:rPr>
        <w:t xml:space="preserve">                         (име, презиме и фамилия на детето)</w:t>
      </w:r>
    </w:p>
    <w:p w:rsidR="0022697C" w:rsidRDefault="0022697C" w:rsidP="00D412BC">
      <w:pPr>
        <w:pStyle w:val="BodyTextIndent"/>
        <w:ind w:left="360" w:firstLine="0"/>
        <w:rPr>
          <w:sz w:val="22"/>
        </w:rPr>
      </w:pPr>
      <w:r>
        <w:rPr>
          <w:sz w:val="22"/>
        </w:rPr>
        <w:t>с влязло в сила съдебно решение на ...............20...г., предадено за осиновяване на ...............20...г., с ЕГН/ЛНЧ ............................ е живо.</w:t>
      </w:r>
    </w:p>
    <w:p w:rsidR="0022697C" w:rsidRDefault="0022697C" w:rsidP="00D412BC">
      <w:pPr>
        <w:pStyle w:val="BodyTextIndent"/>
        <w:ind w:left="360" w:firstLine="0"/>
        <w:rPr>
          <w:sz w:val="22"/>
        </w:rPr>
      </w:pPr>
      <w:r>
        <w:rPr>
          <w:sz w:val="22"/>
        </w:rPr>
        <w:t>5. Осиновяването не е прекратено от съда.</w:t>
      </w:r>
    </w:p>
    <w:p w:rsidR="0022697C" w:rsidRDefault="0022697C" w:rsidP="00D412BC">
      <w:pPr>
        <w:pStyle w:val="BodyTextIndent"/>
        <w:ind w:left="360" w:firstLine="0"/>
        <w:rPr>
          <w:sz w:val="22"/>
        </w:rPr>
      </w:pPr>
      <w:r>
        <w:rPr>
          <w:sz w:val="22"/>
        </w:rPr>
        <w:t>6. Детето не посещава детско заведение, включително детска ясла или учебно заведение.</w:t>
      </w:r>
    </w:p>
    <w:p w:rsidR="0022697C" w:rsidRDefault="0022697C" w:rsidP="00D412BC">
      <w:pPr>
        <w:pStyle w:val="BodyTextIndent"/>
        <w:ind w:left="360" w:firstLine="0"/>
        <w:rPr>
          <w:sz w:val="22"/>
        </w:rPr>
      </w:pPr>
      <w:r>
        <w:rPr>
          <w:sz w:val="22"/>
        </w:rPr>
        <w:t>7. Не съм лишен/а от родителски права и родителските ми права не са ограничени.</w:t>
      </w:r>
    </w:p>
    <w:p w:rsidR="0022697C" w:rsidRDefault="0022697C" w:rsidP="00D412BC">
      <w:pPr>
        <w:pStyle w:val="BodyTextIndent"/>
        <w:ind w:left="360" w:firstLine="0"/>
        <w:rPr>
          <w:sz w:val="22"/>
        </w:rPr>
      </w:pPr>
      <w:r>
        <w:rPr>
          <w:sz w:val="22"/>
        </w:rPr>
        <w:t>8. Детето не е настанено за отглеждане в семейство на роднини или близки или в приемно семейство по реда на чл. 26 от Закона за закрила на детето.</w:t>
      </w:r>
    </w:p>
    <w:p w:rsidR="0022697C" w:rsidRDefault="0022697C" w:rsidP="00D412BC">
      <w:pPr>
        <w:pStyle w:val="BodyTextIndent"/>
        <w:ind w:left="360" w:firstLine="0"/>
        <w:rPr>
          <w:sz w:val="22"/>
        </w:rPr>
      </w:pPr>
      <w:r>
        <w:rPr>
          <w:sz w:val="22"/>
        </w:rPr>
        <w:t>9. Детето не се отглежда от лице, включено в програми за подкрепа на майчинството.</w:t>
      </w:r>
    </w:p>
    <w:p w:rsidR="0022697C" w:rsidRDefault="0022697C" w:rsidP="00D412BC">
      <w:pPr>
        <w:pStyle w:val="BodyTextIndent"/>
        <w:ind w:left="360" w:firstLine="0"/>
        <w:rPr>
          <w:sz w:val="22"/>
        </w:rPr>
      </w:pPr>
      <w:r>
        <w:rPr>
          <w:sz w:val="22"/>
        </w:rPr>
        <w:t>10. Ползвам отпуск при осиновяване на дете от 2- до 5-годишна възраст по чл. 164б КТ считано от ......................... 20....г.</w:t>
      </w:r>
    </w:p>
    <w:p w:rsidR="0022697C" w:rsidRDefault="0022697C" w:rsidP="00D412BC">
      <w:pPr>
        <w:pStyle w:val="BodyTextIndent"/>
        <w:ind w:left="360" w:firstLine="0"/>
        <w:rPr>
          <w:sz w:val="22"/>
        </w:rPr>
      </w:pPr>
      <w:r>
        <w:rPr>
          <w:sz w:val="22"/>
        </w:rPr>
        <w:t>11. През периода на 365-те дни от деня на предаването на детето за осиновяване не продължавам да упражнявам трудова дейност като самоосигуряващо се лице.</w:t>
      </w:r>
    </w:p>
    <w:p w:rsidR="0022697C" w:rsidRDefault="0022697C" w:rsidP="00C7382D">
      <w:pPr>
        <w:pStyle w:val="BodyTextIndent"/>
        <w:ind w:firstLine="360"/>
        <w:rPr>
          <w:b/>
          <w:bCs/>
          <w:sz w:val="22"/>
        </w:rPr>
      </w:pPr>
    </w:p>
    <w:p w:rsidR="0022697C" w:rsidRDefault="0022697C" w:rsidP="00C7382D">
      <w:pPr>
        <w:pStyle w:val="BodyTextIndent"/>
        <w:ind w:firstLine="360"/>
        <w:rPr>
          <w:sz w:val="22"/>
        </w:rPr>
      </w:pPr>
      <w:r>
        <w:rPr>
          <w:i/>
          <w:iCs/>
          <w:sz w:val="22"/>
        </w:rPr>
        <w:t>Забележка.</w:t>
      </w:r>
      <w:r>
        <w:rPr>
          <w:sz w:val="22"/>
        </w:rPr>
        <w:t xml:space="preserve"> Там, където е необходимо, се попълват съответните данни.</w:t>
      </w:r>
    </w:p>
    <w:p w:rsidR="0022697C" w:rsidRDefault="0022697C" w:rsidP="00C7382D">
      <w:pPr>
        <w:pStyle w:val="BodyTextIndent"/>
        <w:ind w:firstLine="360"/>
        <w:rPr>
          <w:b/>
          <w:bCs/>
          <w:sz w:val="22"/>
        </w:rPr>
      </w:pPr>
    </w:p>
    <w:p w:rsidR="0022697C" w:rsidRDefault="0022697C" w:rsidP="00C7382D">
      <w:pPr>
        <w:pStyle w:val="BodyTextIndent"/>
        <w:ind w:firstLine="720"/>
        <w:rPr>
          <w:b/>
          <w:bCs/>
          <w:i/>
          <w:iCs/>
          <w:sz w:val="22"/>
        </w:rPr>
      </w:pPr>
      <w:r>
        <w:rPr>
          <w:b/>
          <w:bCs/>
          <w:sz w:val="22"/>
        </w:rPr>
        <w:t>Прилагам следните документи:</w:t>
      </w:r>
    </w:p>
    <w:p w:rsidR="0022697C" w:rsidRDefault="0022697C" w:rsidP="00C7382D">
      <w:pPr>
        <w:pStyle w:val="BodyTextIndent"/>
        <w:numPr>
          <w:ilvl w:val="0"/>
          <w:numId w:val="1"/>
        </w:numPr>
        <w:rPr>
          <w:sz w:val="22"/>
        </w:rPr>
      </w:pPr>
      <w:r>
        <w:rPr>
          <w:sz w:val="22"/>
        </w:rPr>
        <w:t>Заверено от осигурителя копие от заповед за разрешаване на отпуска.</w:t>
      </w:r>
    </w:p>
    <w:p w:rsidR="0022697C" w:rsidRDefault="0022697C" w:rsidP="00C7382D">
      <w:pPr>
        <w:pStyle w:val="BodyTextIndent"/>
        <w:numPr>
          <w:ilvl w:val="0"/>
          <w:numId w:val="1"/>
        </w:numPr>
        <w:rPr>
          <w:sz w:val="22"/>
        </w:rPr>
      </w:pPr>
      <w:r>
        <w:rPr>
          <w:sz w:val="22"/>
        </w:rPr>
        <w:t>Оригинал (за справка) и копие от удостоверението за раждане на детето, когато то не е български гражданин – за самоосигуряващо се лице.</w:t>
      </w:r>
    </w:p>
    <w:p w:rsidR="0022697C" w:rsidRDefault="0022697C" w:rsidP="00C7382D">
      <w:pPr>
        <w:pStyle w:val="BodyTextIndent"/>
        <w:numPr>
          <w:ilvl w:val="0"/>
          <w:numId w:val="1"/>
        </w:numPr>
        <w:rPr>
          <w:sz w:val="22"/>
        </w:rPr>
      </w:pPr>
      <w:r>
        <w:rPr>
          <w:sz w:val="22"/>
        </w:rPr>
        <w:t>Заверено от осигурителя копие от удостоверението за раждане на детето, когато то не е български гражданин – за осигурено лице.</w:t>
      </w:r>
    </w:p>
    <w:p w:rsidR="0022697C" w:rsidRDefault="0022697C" w:rsidP="00C7382D">
      <w:pPr>
        <w:pStyle w:val="BodyTextIndent"/>
        <w:numPr>
          <w:ilvl w:val="0"/>
          <w:numId w:val="1"/>
        </w:numPr>
        <w:rPr>
          <w:sz w:val="22"/>
        </w:rPr>
      </w:pPr>
      <w:r>
        <w:rPr>
          <w:sz w:val="22"/>
        </w:rPr>
        <w:t>Копие от съдебното решение за осиновяване - за самоосигуряващо се лице.</w:t>
      </w:r>
    </w:p>
    <w:p w:rsidR="0022697C" w:rsidRDefault="0022697C" w:rsidP="00C7382D">
      <w:pPr>
        <w:pStyle w:val="BodyTextIndent"/>
        <w:numPr>
          <w:ilvl w:val="0"/>
          <w:numId w:val="1"/>
        </w:numPr>
        <w:rPr>
          <w:sz w:val="22"/>
        </w:rPr>
      </w:pPr>
      <w:r>
        <w:rPr>
          <w:sz w:val="22"/>
        </w:rPr>
        <w:t>Копие от акта за предаване на детето за осиновяване - за самоосигуряващо се лице.</w:t>
      </w:r>
    </w:p>
    <w:p w:rsidR="0022697C" w:rsidRDefault="0022697C" w:rsidP="00C7382D">
      <w:pPr>
        <w:pStyle w:val="BodyTextIndent"/>
        <w:numPr>
          <w:ilvl w:val="0"/>
          <w:numId w:val="1"/>
        </w:numPr>
        <w:rPr>
          <w:sz w:val="22"/>
        </w:rPr>
      </w:pPr>
      <w:r>
        <w:rPr>
          <w:sz w:val="22"/>
        </w:rPr>
        <w:t>Декларация за изплащане на обезщетението - приложение № 7 към чл. 8 от наредбата.</w:t>
      </w:r>
    </w:p>
    <w:p w:rsidR="0022697C" w:rsidRDefault="0022697C" w:rsidP="00C7382D">
      <w:pPr>
        <w:pStyle w:val="BodyTextIndent"/>
        <w:numPr>
          <w:ilvl w:val="0"/>
          <w:numId w:val="1"/>
        </w:numPr>
        <w:rPr>
          <w:bCs/>
          <w:sz w:val="22"/>
        </w:rPr>
      </w:pPr>
      <w:r>
        <w:rPr>
          <w:sz w:val="22"/>
        </w:rPr>
        <w:t>Други документи.............................................................................................................</w:t>
      </w:r>
    </w:p>
    <w:p w:rsidR="0022697C" w:rsidRDefault="0022697C" w:rsidP="00C7382D">
      <w:pPr>
        <w:pStyle w:val="BodyTextIndent"/>
        <w:ind w:firstLine="900"/>
        <w:rPr>
          <w:bCs/>
          <w:sz w:val="22"/>
        </w:rPr>
      </w:pPr>
    </w:p>
    <w:p w:rsidR="0022697C" w:rsidRDefault="0022697C" w:rsidP="00C7382D">
      <w:pPr>
        <w:pStyle w:val="BodyTextIndent"/>
        <w:ind w:left="1440" w:hanging="1080"/>
        <w:rPr>
          <w:sz w:val="22"/>
        </w:rPr>
      </w:pPr>
      <w:r>
        <w:rPr>
          <w:i/>
          <w:iCs/>
          <w:sz w:val="22"/>
        </w:rPr>
        <w:t>Забележка.</w:t>
      </w:r>
      <w:r>
        <w:rPr>
          <w:b/>
          <w:bCs/>
          <w:sz w:val="22"/>
        </w:rPr>
        <w:t xml:space="preserve"> </w:t>
      </w:r>
      <w:r>
        <w:rPr>
          <w:sz w:val="22"/>
        </w:rPr>
        <w:t>С ограждане на съответната цифра се отбелязва кои от изброените документи</w:t>
      </w:r>
      <w:r>
        <w:rPr>
          <w:sz w:val="22"/>
        </w:rPr>
        <w:br/>
        <w:t xml:space="preserve"> са приложени.</w:t>
      </w:r>
    </w:p>
    <w:p w:rsidR="0022697C" w:rsidRDefault="0022697C" w:rsidP="00C7382D">
      <w:pPr>
        <w:pStyle w:val="BodyTextIndent"/>
        <w:ind w:firstLine="0"/>
        <w:rPr>
          <w:sz w:val="16"/>
        </w:rPr>
      </w:pPr>
    </w:p>
    <w:p w:rsidR="0022697C" w:rsidRDefault="0022697C" w:rsidP="00C7382D">
      <w:pPr>
        <w:pStyle w:val="BodyTextIndent"/>
        <w:ind w:firstLine="720"/>
        <w:rPr>
          <w:b/>
          <w:bCs/>
          <w:sz w:val="22"/>
        </w:rPr>
      </w:pPr>
      <w:r>
        <w:rPr>
          <w:b/>
          <w:bCs/>
          <w:sz w:val="22"/>
        </w:rPr>
        <w:t xml:space="preserve">ИЗВЕСТНО МИ Е, ЧЕ: </w:t>
      </w:r>
    </w:p>
    <w:p w:rsidR="0022697C" w:rsidRDefault="0022697C" w:rsidP="00C7382D">
      <w:pPr>
        <w:pStyle w:val="BodyTextIndent"/>
        <w:ind w:firstLine="720"/>
        <w:rPr>
          <w:sz w:val="22"/>
        </w:rPr>
      </w:pPr>
      <w:r>
        <w:rPr>
          <w:sz w:val="22"/>
        </w:rPr>
        <w:t>В срок 3 работни дни от промяна в декларираните обстоятелства се задължавам да подам декларация за промяната. Ако не изпълня това задължение, извършвам административно нарушение, за което нося административнонаказателна отговорност по реда на чл. 349 КСО.</w:t>
      </w:r>
    </w:p>
    <w:p w:rsidR="0022697C" w:rsidRDefault="0022697C" w:rsidP="00C7382D">
      <w:pPr>
        <w:pStyle w:val="BodyTextIndent"/>
        <w:ind w:firstLine="720"/>
        <w:rPr>
          <w:sz w:val="22"/>
        </w:rPr>
      </w:pPr>
      <w:r>
        <w:rPr>
          <w:sz w:val="22"/>
        </w:rPr>
        <w:t>Следва да възстановя неправомерно полученото обезщетение по моя вина заедно с дължимата лихва съгласно чл. 114, ал. 1 КСО.</w:t>
      </w:r>
    </w:p>
    <w:p w:rsidR="0022697C" w:rsidRDefault="0022697C" w:rsidP="00C7382D">
      <w:pPr>
        <w:pStyle w:val="BodyTextIndent"/>
        <w:ind w:firstLine="720"/>
        <w:rPr>
          <w:sz w:val="16"/>
        </w:rPr>
      </w:pPr>
      <w:r>
        <w:rPr>
          <w:sz w:val="22"/>
        </w:rPr>
        <w:t>За деклариране</w:t>
      </w:r>
      <w:r>
        <w:rPr>
          <w:sz w:val="16"/>
        </w:rPr>
        <w:t xml:space="preserve"> </w:t>
      </w:r>
      <w:r>
        <w:rPr>
          <w:sz w:val="22"/>
        </w:rPr>
        <w:t>на неверни данни нося наказателна отговорност по чл. 313 от Наказателния кодекс.</w:t>
      </w:r>
      <w:r>
        <w:rPr>
          <w:sz w:val="16"/>
        </w:rPr>
        <w:t xml:space="preserve"> </w:t>
      </w:r>
    </w:p>
    <w:p w:rsidR="0022697C" w:rsidRDefault="0022697C" w:rsidP="00C7382D">
      <w:pPr>
        <w:pStyle w:val="BodyTextIndent"/>
        <w:ind w:firstLine="0"/>
        <w:rPr>
          <w:sz w:val="22"/>
        </w:rPr>
      </w:pPr>
    </w:p>
    <w:p w:rsidR="0022697C" w:rsidRDefault="0022697C" w:rsidP="00C7382D">
      <w:pPr>
        <w:pStyle w:val="BodyTextIndent"/>
        <w:ind w:firstLine="0"/>
        <w:rPr>
          <w:sz w:val="22"/>
        </w:rPr>
      </w:pPr>
      <w:r>
        <w:rPr>
          <w:sz w:val="22"/>
        </w:rPr>
        <w:t>Дата .......................................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Подпис: ..................................</w:t>
      </w:r>
    </w:p>
    <w:p w:rsidR="0022697C" w:rsidRDefault="0022697C" w:rsidP="00C7382D">
      <w:pPr>
        <w:pStyle w:val="Header"/>
        <w:tabs>
          <w:tab w:val="left" w:pos="720"/>
        </w:tabs>
        <w:rPr>
          <w:sz w:val="22"/>
          <w:lang w:val="bg-BG"/>
        </w:rPr>
      </w:pPr>
      <w:r>
        <w:rPr>
          <w:sz w:val="22"/>
          <w:lang w:val="bg-BG"/>
        </w:rPr>
        <w:t>гр. (с.) ....................................</w:t>
      </w:r>
    </w:p>
    <w:p w:rsidR="0022697C" w:rsidRDefault="0022697C" w:rsidP="00C7382D">
      <w:pPr>
        <w:pStyle w:val="BodyTextIndent"/>
        <w:rPr>
          <w:sz w:val="16"/>
        </w:rPr>
      </w:pPr>
    </w:p>
    <w:p w:rsidR="0022697C" w:rsidRDefault="0022697C" w:rsidP="00C7382D">
      <w:pPr>
        <w:pStyle w:val="BodyTextIndent"/>
        <w:ind w:left="540" w:firstLine="0"/>
        <w:rPr>
          <w:b/>
          <w:bCs/>
        </w:rPr>
      </w:pPr>
      <w:r>
        <w:rPr>
          <w:b/>
          <w:bCs/>
        </w:rPr>
        <w:t>Данни от осигурителя:</w:t>
      </w:r>
    </w:p>
    <w:p w:rsidR="0022697C" w:rsidRDefault="0022697C" w:rsidP="00C7382D">
      <w:pPr>
        <w:pStyle w:val="BodyTextIndent"/>
        <w:ind w:firstLine="540"/>
        <w:rPr>
          <w:sz w:val="22"/>
        </w:rPr>
      </w:pPr>
      <w:r>
        <w:rPr>
          <w:sz w:val="22"/>
        </w:rPr>
        <w:t xml:space="preserve">1. Към деня, от който е разрешен отпускът при осиновяване </w:t>
      </w:r>
      <w:r>
        <w:t>на дете от 2- до 5-годишна възраст</w:t>
      </w:r>
      <w:r>
        <w:rPr>
          <w:sz w:val="22"/>
        </w:rPr>
        <w:t xml:space="preserve">, лицето е осигурено за общо заболяване и майчинство - </w:t>
      </w:r>
      <w:r>
        <w:rPr>
          <w:b/>
          <w:bCs/>
          <w:sz w:val="22"/>
        </w:rPr>
        <w:t>да/не</w:t>
      </w:r>
      <w:r>
        <w:rPr>
          <w:sz w:val="22"/>
        </w:rPr>
        <w:t xml:space="preserve"> (ненужното се зачертава).</w:t>
      </w:r>
    </w:p>
    <w:p w:rsidR="0022697C" w:rsidRDefault="0022697C" w:rsidP="00C7382D">
      <w:pPr>
        <w:pStyle w:val="BodyTextIndent"/>
        <w:ind w:firstLine="540"/>
        <w:rPr>
          <w:sz w:val="22"/>
        </w:rPr>
      </w:pPr>
      <w:r>
        <w:rPr>
          <w:sz w:val="22"/>
        </w:rPr>
        <w:t xml:space="preserve">2. Към деня, от който е разрешен отпускът, лицето има 12 месеца осигурителен стаж като осигурено за общо заболяване и майчинство – </w:t>
      </w:r>
      <w:r>
        <w:rPr>
          <w:b/>
          <w:bCs/>
          <w:sz w:val="22"/>
        </w:rPr>
        <w:t>да/не</w:t>
      </w:r>
      <w:r>
        <w:rPr>
          <w:sz w:val="22"/>
        </w:rPr>
        <w:t xml:space="preserve"> (ненужното се зачертава).</w:t>
      </w:r>
    </w:p>
    <w:p w:rsidR="0022697C" w:rsidRDefault="0022697C" w:rsidP="00C7382D">
      <w:pPr>
        <w:pStyle w:val="BodyTextIndent"/>
        <w:ind w:firstLine="540"/>
        <w:rPr>
          <w:bCs/>
          <w:sz w:val="22"/>
        </w:rPr>
      </w:pPr>
      <w:r>
        <w:rPr>
          <w:sz w:val="22"/>
        </w:rPr>
        <w:t>3. Към ден ........ месец ......... година ..... лицето придобива изискуемия осигурителен стаж.</w:t>
      </w:r>
    </w:p>
    <w:p w:rsidR="0022697C" w:rsidRDefault="0022697C" w:rsidP="00C7382D">
      <w:pPr>
        <w:pStyle w:val="BodyTextIndent"/>
        <w:ind w:firstLine="0"/>
        <w:rPr>
          <w:sz w:val="22"/>
        </w:rPr>
      </w:pPr>
      <w:r>
        <w:rPr>
          <w:sz w:val="22"/>
        </w:rPr>
        <w:t>(данните се попълват, когато лицето придобива осигурителния стаж през периода на разрешения отпуск)</w:t>
      </w:r>
    </w:p>
    <w:p w:rsidR="0022697C" w:rsidRDefault="0022697C" w:rsidP="00C7382D">
      <w:pPr>
        <w:pStyle w:val="BodyTextIndent"/>
        <w:ind w:firstLine="540"/>
        <w:rPr>
          <w:sz w:val="22"/>
        </w:rPr>
      </w:pPr>
      <w:r>
        <w:rPr>
          <w:sz w:val="22"/>
        </w:rPr>
        <w:t>4. Дневно работно време в часове по правоотношението на лицето за месеца, през който е началото на отпуска - ................ часа.</w:t>
      </w:r>
    </w:p>
    <w:p w:rsidR="0022697C" w:rsidRDefault="0022697C" w:rsidP="00C7382D">
      <w:pPr>
        <w:pStyle w:val="BodyTextIndent"/>
        <w:ind w:firstLine="540"/>
        <w:rPr>
          <w:sz w:val="22"/>
        </w:rPr>
      </w:pPr>
      <w:r>
        <w:rPr>
          <w:sz w:val="22"/>
        </w:rPr>
        <w:t>5. Лицето е осигурено с код за вид осигурен съгласно декларация - обр. № 1 ......................</w:t>
      </w:r>
    </w:p>
    <w:p w:rsidR="0022697C" w:rsidRDefault="0022697C" w:rsidP="00C7382D">
      <w:pPr>
        <w:pStyle w:val="BodyTextIndent"/>
        <w:ind w:firstLine="540"/>
        <w:rPr>
          <w:i/>
          <w:iCs/>
          <w:sz w:val="22"/>
        </w:rPr>
      </w:pPr>
      <w:r>
        <w:rPr>
          <w:sz w:val="22"/>
        </w:rPr>
        <w:t>6. Брой правоотношения/основания за осигуряване при осигурителя</w:t>
      </w:r>
      <w:r>
        <w:rPr>
          <w:i/>
          <w:iCs/>
          <w:sz w:val="22"/>
        </w:rPr>
        <w:t xml:space="preserve"> ....................................</w:t>
      </w:r>
    </w:p>
    <w:p w:rsidR="0022697C" w:rsidRDefault="0022697C" w:rsidP="00C7382D">
      <w:pPr>
        <w:pStyle w:val="BodyTextIndent"/>
        <w:ind w:firstLine="540"/>
        <w:rPr>
          <w:spacing w:val="-1"/>
          <w:sz w:val="22"/>
          <w:szCs w:val="16"/>
        </w:rPr>
      </w:pPr>
      <w:r>
        <w:rPr>
          <w:spacing w:val="1"/>
          <w:sz w:val="22"/>
          <w:szCs w:val="16"/>
        </w:rPr>
        <w:t>7. В</w:t>
      </w:r>
      <w:r>
        <w:rPr>
          <w:spacing w:val="-1"/>
          <w:sz w:val="22"/>
          <w:szCs w:val="16"/>
        </w:rPr>
        <w:t>хо</w:t>
      </w:r>
      <w:r>
        <w:rPr>
          <w:sz w:val="22"/>
          <w:szCs w:val="16"/>
        </w:rPr>
        <w:t>дящ</w:t>
      </w:r>
      <w:r>
        <w:rPr>
          <w:spacing w:val="2"/>
          <w:sz w:val="22"/>
          <w:szCs w:val="16"/>
        </w:rPr>
        <w:t xml:space="preserve"> </w:t>
      </w:r>
      <w:r>
        <w:rPr>
          <w:sz w:val="22"/>
          <w:szCs w:val="16"/>
        </w:rPr>
        <w:t>н</w:t>
      </w:r>
      <w:r>
        <w:rPr>
          <w:spacing w:val="-1"/>
          <w:sz w:val="22"/>
          <w:szCs w:val="16"/>
        </w:rPr>
        <w:t>ом</w:t>
      </w:r>
      <w:r>
        <w:rPr>
          <w:spacing w:val="-2"/>
          <w:sz w:val="22"/>
          <w:szCs w:val="16"/>
        </w:rPr>
        <w:t>е</w:t>
      </w:r>
      <w:r>
        <w:rPr>
          <w:sz w:val="22"/>
          <w:szCs w:val="16"/>
        </w:rPr>
        <w:t>р</w:t>
      </w:r>
      <w:r>
        <w:rPr>
          <w:spacing w:val="2"/>
          <w:sz w:val="22"/>
          <w:szCs w:val="16"/>
        </w:rPr>
        <w:t xml:space="preserve"> </w:t>
      </w:r>
      <w:r>
        <w:rPr>
          <w:sz w:val="22"/>
          <w:szCs w:val="16"/>
        </w:rPr>
        <w:t>и</w:t>
      </w:r>
      <w:r>
        <w:rPr>
          <w:spacing w:val="1"/>
          <w:sz w:val="22"/>
          <w:szCs w:val="16"/>
        </w:rPr>
        <w:t xml:space="preserve"> </w:t>
      </w:r>
      <w:r>
        <w:rPr>
          <w:sz w:val="22"/>
          <w:szCs w:val="16"/>
        </w:rPr>
        <w:t>дата</w:t>
      </w:r>
      <w:r>
        <w:rPr>
          <w:spacing w:val="1"/>
          <w:sz w:val="22"/>
          <w:szCs w:val="16"/>
        </w:rPr>
        <w:t xml:space="preserve"> </w:t>
      </w:r>
      <w:r>
        <w:rPr>
          <w:sz w:val="22"/>
          <w:szCs w:val="16"/>
        </w:rPr>
        <w:t>на</w:t>
      </w:r>
      <w:r>
        <w:rPr>
          <w:spacing w:val="1"/>
          <w:sz w:val="22"/>
          <w:szCs w:val="16"/>
        </w:rPr>
        <w:t xml:space="preserve"> </w:t>
      </w:r>
      <w:r>
        <w:rPr>
          <w:sz w:val="22"/>
          <w:szCs w:val="16"/>
        </w:rPr>
        <w:t>п</w:t>
      </w:r>
      <w:r>
        <w:rPr>
          <w:spacing w:val="1"/>
          <w:sz w:val="22"/>
          <w:szCs w:val="16"/>
        </w:rPr>
        <w:t>р</w:t>
      </w:r>
      <w:r>
        <w:rPr>
          <w:spacing w:val="-2"/>
          <w:sz w:val="22"/>
          <w:szCs w:val="16"/>
        </w:rPr>
        <w:t>е</w:t>
      </w:r>
      <w:r>
        <w:rPr>
          <w:sz w:val="22"/>
          <w:szCs w:val="16"/>
        </w:rPr>
        <w:t>дста</w:t>
      </w:r>
      <w:r>
        <w:rPr>
          <w:spacing w:val="1"/>
          <w:sz w:val="22"/>
          <w:szCs w:val="16"/>
        </w:rPr>
        <w:t>в</w:t>
      </w:r>
      <w:r>
        <w:rPr>
          <w:sz w:val="22"/>
          <w:szCs w:val="16"/>
        </w:rPr>
        <w:t>я</w:t>
      </w:r>
      <w:r>
        <w:rPr>
          <w:spacing w:val="1"/>
          <w:sz w:val="22"/>
          <w:szCs w:val="16"/>
        </w:rPr>
        <w:t>н</w:t>
      </w:r>
      <w:r>
        <w:rPr>
          <w:sz w:val="22"/>
          <w:szCs w:val="16"/>
        </w:rPr>
        <w:t>е</w:t>
      </w:r>
      <w:r>
        <w:rPr>
          <w:spacing w:val="-1"/>
          <w:sz w:val="22"/>
          <w:szCs w:val="16"/>
        </w:rPr>
        <w:t xml:space="preserve"> </w:t>
      </w:r>
      <w:r>
        <w:rPr>
          <w:sz w:val="22"/>
          <w:szCs w:val="16"/>
        </w:rPr>
        <w:t>на</w:t>
      </w:r>
      <w:r>
        <w:rPr>
          <w:spacing w:val="1"/>
          <w:sz w:val="22"/>
          <w:szCs w:val="16"/>
        </w:rPr>
        <w:t xml:space="preserve"> заявление-декларацията</w:t>
      </w:r>
      <w:r>
        <w:rPr>
          <w:sz w:val="22"/>
          <w:szCs w:val="16"/>
        </w:rPr>
        <w:t xml:space="preserve"> на</w:t>
      </w:r>
      <w:r>
        <w:rPr>
          <w:spacing w:val="1"/>
          <w:sz w:val="22"/>
          <w:szCs w:val="16"/>
        </w:rPr>
        <w:t xml:space="preserve"> </w:t>
      </w:r>
      <w:r>
        <w:rPr>
          <w:spacing w:val="-1"/>
          <w:sz w:val="22"/>
          <w:szCs w:val="16"/>
        </w:rPr>
        <w:t>о</w:t>
      </w:r>
      <w:r>
        <w:rPr>
          <w:sz w:val="22"/>
          <w:szCs w:val="16"/>
        </w:rPr>
        <w:t>си</w:t>
      </w:r>
      <w:r>
        <w:rPr>
          <w:spacing w:val="-1"/>
          <w:sz w:val="22"/>
          <w:szCs w:val="16"/>
        </w:rPr>
        <w:t>г</w:t>
      </w:r>
      <w:r>
        <w:rPr>
          <w:spacing w:val="-4"/>
          <w:sz w:val="22"/>
          <w:szCs w:val="16"/>
        </w:rPr>
        <w:t>у</w:t>
      </w:r>
      <w:r>
        <w:rPr>
          <w:spacing w:val="1"/>
          <w:sz w:val="22"/>
          <w:szCs w:val="16"/>
        </w:rPr>
        <w:t>р</w:t>
      </w:r>
      <w:r>
        <w:rPr>
          <w:sz w:val="22"/>
          <w:szCs w:val="16"/>
        </w:rPr>
        <w:t>ит</w:t>
      </w:r>
      <w:r>
        <w:rPr>
          <w:spacing w:val="-2"/>
          <w:sz w:val="22"/>
          <w:szCs w:val="16"/>
        </w:rPr>
        <w:t>е</w:t>
      </w:r>
      <w:r>
        <w:rPr>
          <w:spacing w:val="-1"/>
          <w:sz w:val="22"/>
          <w:szCs w:val="16"/>
        </w:rPr>
        <w:t>л</w:t>
      </w:r>
      <w:r>
        <w:rPr>
          <w:sz w:val="22"/>
          <w:szCs w:val="16"/>
        </w:rPr>
        <w:t>я/д</w:t>
      </w:r>
      <w:r>
        <w:rPr>
          <w:spacing w:val="1"/>
          <w:sz w:val="22"/>
          <w:szCs w:val="16"/>
        </w:rPr>
        <w:t>р</w:t>
      </w:r>
      <w:r>
        <w:rPr>
          <w:spacing w:val="-4"/>
          <w:sz w:val="22"/>
          <w:szCs w:val="16"/>
        </w:rPr>
        <w:t>у</w:t>
      </w:r>
      <w:r>
        <w:rPr>
          <w:spacing w:val="-1"/>
          <w:sz w:val="22"/>
          <w:szCs w:val="16"/>
        </w:rPr>
        <w:t>ж</w:t>
      </w:r>
      <w:r>
        <w:rPr>
          <w:spacing w:val="-2"/>
          <w:sz w:val="22"/>
          <w:szCs w:val="16"/>
        </w:rPr>
        <w:t>е</w:t>
      </w:r>
      <w:r>
        <w:rPr>
          <w:sz w:val="22"/>
          <w:szCs w:val="16"/>
        </w:rPr>
        <w:t>с</w:t>
      </w:r>
      <w:r>
        <w:rPr>
          <w:spacing w:val="-1"/>
          <w:sz w:val="22"/>
          <w:szCs w:val="16"/>
        </w:rPr>
        <w:t>т</w:t>
      </w:r>
      <w:r>
        <w:rPr>
          <w:spacing w:val="1"/>
          <w:sz w:val="22"/>
          <w:szCs w:val="16"/>
        </w:rPr>
        <w:t>в</w:t>
      </w:r>
      <w:r>
        <w:rPr>
          <w:spacing w:val="-1"/>
          <w:sz w:val="22"/>
          <w:szCs w:val="16"/>
        </w:rPr>
        <w:t>ото ........................../................... 20....... г.</w:t>
      </w:r>
    </w:p>
    <w:p w:rsidR="0022697C" w:rsidRDefault="0022697C" w:rsidP="00C7382D">
      <w:pPr>
        <w:pStyle w:val="BodyTextIndent"/>
        <w:rPr>
          <w:spacing w:val="-1"/>
          <w:sz w:val="22"/>
          <w:szCs w:val="16"/>
        </w:rPr>
      </w:pPr>
    </w:p>
    <w:p w:rsidR="0022697C" w:rsidRDefault="0022697C" w:rsidP="00C7382D">
      <w:pPr>
        <w:pStyle w:val="BodyTextIndent"/>
        <w:rPr>
          <w:spacing w:val="-1"/>
          <w:sz w:val="22"/>
          <w:szCs w:val="16"/>
        </w:rPr>
      </w:pPr>
    </w:p>
    <w:p w:rsidR="0022697C" w:rsidRDefault="0022697C" w:rsidP="00C7382D">
      <w:pPr>
        <w:pStyle w:val="BodyTextIndent"/>
        <w:rPr>
          <w:spacing w:val="-1"/>
          <w:sz w:val="22"/>
          <w:szCs w:val="16"/>
        </w:rPr>
      </w:pPr>
    </w:p>
    <w:p w:rsidR="0022697C" w:rsidRDefault="0022697C" w:rsidP="00C7382D">
      <w:pPr>
        <w:pStyle w:val="BodyTextIndent"/>
        <w:ind w:firstLine="0"/>
        <w:rPr>
          <w:sz w:val="22"/>
        </w:rPr>
      </w:pPr>
      <w:r>
        <w:rPr>
          <w:sz w:val="22"/>
        </w:rPr>
        <w:t>Дата .......................................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..............................................................................</w:t>
      </w:r>
    </w:p>
    <w:p w:rsidR="0022697C" w:rsidRDefault="0022697C" w:rsidP="00C7382D">
      <w:pPr>
        <w:pStyle w:val="Header"/>
        <w:tabs>
          <w:tab w:val="left" w:pos="720"/>
        </w:tabs>
        <w:rPr>
          <w:sz w:val="22"/>
          <w:lang w:val="bg-BG"/>
        </w:rPr>
      </w:pPr>
      <w:r>
        <w:rPr>
          <w:sz w:val="22"/>
          <w:lang w:val="bg-BG"/>
        </w:rPr>
        <w:t>гр. (с.) ....................................</w:t>
      </w:r>
      <w:r>
        <w:rPr>
          <w:sz w:val="22"/>
          <w:lang w:val="bg-BG"/>
        </w:rPr>
        <w:tab/>
      </w:r>
      <w:r>
        <w:rPr>
          <w:sz w:val="22"/>
          <w:lang w:val="bg-BG"/>
        </w:rPr>
        <w:tab/>
        <w:t xml:space="preserve">                             </w:t>
      </w:r>
      <w:r>
        <w:rPr>
          <w:i/>
          <w:iCs/>
          <w:sz w:val="22"/>
          <w:lang w:val="bg-BG"/>
        </w:rPr>
        <w:t>(име, фамилия, подпис и печат)</w:t>
      </w:r>
    </w:p>
    <w:p w:rsidR="0022697C" w:rsidRDefault="0022697C" w:rsidP="00C7382D">
      <w:pPr>
        <w:pStyle w:val="BodyText"/>
      </w:pPr>
    </w:p>
    <w:p w:rsidR="0022697C" w:rsidRDefault="0022697C" w:rsidP="00C7382D">
      <w:pPr>
        <w:pStyle w:val="BodyText"/>
        <w:ind w:firstLine="811"/>
        <w:rPr>
          <w:b/>
          <w:bCs/>
        </w:rPr>
      </w:pPr>
    </w:p>
    <w:p w:rsidR="0022697C" w:rsidRDefault="0022697C" w:rsidP="00C7382D">
      <w:pPr>
        <w:pStyle w:val="BodyText"/>
        <w:ind w:firstLine="811"/>
      </w:pPr>
      <w:r>
        <w:rPr>
          <w:b/>
          <w:bCs/>
        </w:rPr>
        <w:t>§ 14.</w:t>
      </w:r>
      <w:r>
        <w:t xml:space="preserve"> В Приложение № 8 към чл. 11, ал. 1 се правят следните допълнения:</w:t>
      </w:r>
    </w:p>
    <w:p w:rsidR="0022697C" w:rsidRDefault="0022697C" w:rsidP="00C7382D">
      <w:pPr>
        <w:pStyle w:val="BodyText"/>
        <w:ind w:firstLine="810"/>
      </w:pPr>
      <w:r>
        <w:rPr>
          <w:b/>
          <w:bCs/>
        </w:rPr>
        <w:t>1.</w:t>
      </w:r>
      <w:r>
        <w:t xml:space="preserve"> В т. 3 след думите “410 календарни дни” се добавят “и при осиновяване на дете от 2- до 5-годишна възраст”.</w:t>
      </w:r>
    </w:p>
    <w:p w:rsidR="0022697C" w:rsidRDefault="0022697C" w:rsidP="00C7382D">
      <w:pPr>
        <w:pStyle w:val="BodyText"/>
        <w:ind w:firstLine="810"/>
      </w:pPr>
      <w:r>
        <w:rPr>
          <w:b/>
          <w:bCs/>
        </w:rPr>
        <w:t>2.</w:t>
      </w:r>
      <w:r>
        <w:t xml:space="preserve"> В т. 4 след думите “410 календарни дни” се добавят “и при осиновяване на дете от 2- до 5-годишна възраст”.</w:t>
      </w:r>
    </w:p>
    <w:p w:rsidR="0022697C" w:rsidRDefault="0022697C" w:rsidP="00C7382D">
      <w:pPr>
        <w:pStyle w:val="BodyText"/>
        <w:ind w:firstLine="810"/>
      </w:pPr>
      <w:r>
        <w:rPr>
          <w:b/>
          <w:bCs/>
        </w:rPr>
        <w:t>3.</w:t>
      </w:r>
      <w:r>
        <w:t xml:space="preserve"> В т. 7 след думите “410 календарни дни” се добавят “и при осиновяване на дете от 2- до 5-годишна възраст след изтичане на 6 месеца от деня на предаване на детето за осиновяване за остатъка до 365 дни”.</w:t>
      </w:r>
    </w:p>
    <w:p w:rsidR="0022697C" w:rsidRDefault="0022697C" w:rsidP="00C7382D">
      <w:pPr>
        <w:pStyle w:val="BodyText"/>
        <w:ind w:firstLine="810"/>
      </w:pPr>
      <w:r>
        <w:rPr>
          <w:b/>
          <w:bCs/>
        </w:rPr>
        <w:t>4.</w:t>
      </w:r>
      <w:r>
        <w:t xml:space="preserve"> В т. 8 след думите “410 календарни дни” се добавят “и при осиновяване на дете от 2- до 5-годишна възраст след изтичане на 6 месеца от деня на предаване на детето за осиновяване за остатъка до 365 дни”.</w:t>
      </w:r>
    </w:p>
    <w:p w:rsidR="0022697C" w:rsidRDefault="0022697C" w:rsidP="00C7382D">
      <w:pPr>
        <w:pStyle w:val="BodyText"/>
        <w:ind w:firstLine="810"/>
      </w:pPr>
    </w:p>
    <w:p w:rsidR="0022697C" w:rsidRDefault="0022697C" w:rsidP="00C7382D">
      <w:pPr>
        <w:pStyle w:val="BodyText"/>
        <w:ind w:firstLine="810"/>
      </w:pPr>
      <w:r>
        <w:rPr>
          <w:b/>
          <w:bCs/>
        </w:rPr>
        <w:t>§ 15.</w:t>
      </w:r>
      <w:r>
        <w:t xml:space="preserve"> В Приложение № 9 към чл. 11, ал. 1 се правят следните допълнения:</w:t>
      </w:r>
    </w:p>
    <w:p w:rsidR="0022697C" w:rsidRDefault="0022697C" w:rsidP="00C7382D">
      <w:pPr>
        <w:pStyle w:val="BodyText"/>
        <w:ind w:firstLine="810"/>
      </w:pPr>
      <w:r>
        <w:rPr>
          <w:b/>
          <w:bCs/>
        </w:rPr>
        <w:t>1.</w:t>
      </w:r>
      <w:r>
        <w:t xml:space="preserve"> В основния текст на т. II след думите “410 календарни дни” се добавят “и при осиновяване на дете от 2- до 5-годишна възраст”.</w:t>
      </w:r>
    </w:p>
    <w:p w:rsidR="0022697C" w:rsidRDefault="0022697C" w:rsidP="00C7382D">
      <w:pPr>
        <w:pStyle w:val="BodyText"/>
        <w:ind w:firstLine="810"/>
      </w:pPr>
      <w:r>
        <w:rPr>
          <w:b/>
          <w:bCs/>
        </w:rPr>
        <w:t>2.</w:t>
      </w:r>
      <w:r>
        <w:t xml:space="preserve"> В т. IIА:</w:t>
      </w:r>
    </w:p>
    <w:p w:rsidR="0022697C" w:rsidRDefault="0022697C" w:rsidP="00C7382D">
      <w:pPr>
        <w:pStyle w:val="BodyText"/>
        <w:ind w:firstLine="810"/>
      </w:pPr>
      <w:r>
        <w:t>а) в основния текст след думите “410 календарни дни” се добавят “и при осиновяване на дете от 2- до 5-годишна възраст;</w:t>
      </w:r>
    </w:p>
    <w:p w:rsidR="0022697C" w:rsidRDefault="0022697C" w:rsidP="00C7382D">
      <w:pPr>
        <w:pStyle w:val="BodyText"/>
        <w:ind w:firstLine="810"/>
      </w:pPr>
      <w:r>
        <w:t>б) в Номенклатура на приложенията след думите “</w:t>
      </w:r>
      <w:r>
        <w:rPr>
          <w:b/>
          <w:bCs/>
        </w:rPr>
        <w:t>17</w:t>
      </w:r>
      <w:r>
        <w:t xml:space="preserve"> – Други документи” се добавят “</w:t>
      </w:r>
      <w:r>
        <w:rPr>
          <w:b/>
          <w:bCs/>
        </w:rPr>
        <w:t>20</w:t>
      </w:r>
      <w:r>
        <w:t xml:space="preserve"> – Копие от съдебното решение за осиновяване – за самоосигуряващо се лице; </w:t>
      </w:r>
      <w:r>
        <w:rPr>
          <w:b/>
          <w:bCs/>
        </w:rPr>
        <w:t>21</w:t>
      </w:r>
      <w:r>
        <w:t xml:space="preserve"> – Копие от акта за предаване на детето за осиновяване – за самоосигуряващо се лице.”.</w:t>
      </w:r>
    </w:p>
    <w:p w:rsidR="0022697C" w:rsidRDefault="0022697C" w:rsidP="00C7382D">
      <w:pPr>
        <w:pStyle w:val="BodyText"/>
        <w:ind w:firstLine="810"/>
      </w:pPr>
      <w:r>
        <w:rPr>
          <w:b/>
          <w:bCs/>
        </w:rPr>
        <w:t xml:space="preserve">3. </w:t>
      </w:r>
      <w:r>
        <w:t>В основния текст на т. VI след думите “410 календарни дни” се добавят “и при осиновяване на дете от 2- до 5-годишна възраст след изтичане на 6 месеца от деня на предаване на детето за осиновяване за остатъка до 365 дни”.</w:t>
      </w:r>
    </w:p>
    <w:p w:rsidR="0022697C" w:rsidRDefault="0022697C" w:rsidP="00C7382D">
      <w:pPr>
        <w:pStyle w:val="BodyText"/>
        <w:ind w:firstLine="810"/>
      </w:pPr>
      <w:r>
        <w:rPr>
          <w:b/>
          <w:bCs/>
        </w:rPr>
        <w:t>4.</w:t>
      </w:r>
      <w:r>
        <w:t xml:space="preserve"> В т. VIА:</w:t>
      </w:r>
    </w:p>
    <w:p w:rsidR="0022697C" w:rsidRDefault="0022697C" w:rsidP="00C7382D">
      <w:pPr>
        <w:pStyle w:val="BodyText"/>
        <w:ind w:firstLine="810"/>
      </w:pPr>
      <w:r>
        <w:t>а) в основния текст след думите “410 календарни дни” се добавят “и при осиновяване на дете от 2- до 5-годишна възраст след изтичане на 6 месеца от деня на предаване на детето за осиновяване за остатъка до 365 дни”;</w:t>
      </w:r>
    </w:p>
    <w:p w:rsidR="0022697C" w:rsidRDefault="0022697C" w:rsidP="00C7382D">
      <w:pPr>
        <w:pStyle w:val="BodyText"/>
        <w:ind w:firstLine="810"/>
      </w:pPr>
      <w:r>
        <w:t>б) в Номенклатура на приложенията след думите “</w:t>
      </w:r>
      <w:r>
        <w:rPr>
          <w:b/>
          <w:bCs/>
        </w:rPr>
        <w:t>17</w:t>
      </w:r>
      <w:r>
        <w:t xml:space="preserve"> – Други документи” се добавят “</w:t>
      </w:r>
      <w:r>
        <w:rPr>
          <w:b/>
          <w:bCs/>
        </w:rPr>
        <w:t>20</w:t>
      </w:r>
      <w:r>
        <w:t xml:space="preserve"> – Копие от съдебното решение за осиновяване – за самоосигуряващо се лице; </w:t>
      </w:r>
      <w:r>
        <w:rPr>
          <w:b/>
          <w:bCs/>
        </w:rPr>
        <w:t>21</w:t>
      </w:r>
      <w:r>
        <w:t xml:space="preserve"> – Копие от акта за предаване на детето за осиновяване – за самоосигуряващо се лице.”.</w:t>
      </w:r>
    </w:p>
    <w:p w:rsidR="0022697C" w:rsidRDefault="0022697C" w:rsidP="00C7382D">
      <w:pPr>
        <w:pStyle w:val="BodyText"/>
        <w:ind w:firstLine="810"/>
      </w:pPr>
    </w:p>
    <w:p w:rsidR="0022697C" w:rsidRDefault="0022697C" w:rsidP="00C7382D">
      <w:pPr>
        <w:pStyle w:val="BodyText"/>
        <w:ind w:firstLine="810"/>
      </w:pPr>
      <w:r>
        <w:rPr>
          <w:b/>
          <w:bCs/>
        </w:rPr>
        <w:t>§ 16.</w:t>
      </w:r>
      <w:r>
        <w:t xml:space="preserve"> В Приложение № 10 към чл. 11, ал. 8 се правят следните изменения и допълнения:</w:t>
      </w:r>
    </w:p>
    <w:p w:rsidR="0022697C" w:rsidRDefault="0022697C" w:rsidP="00C7382D">
      <w:pPr>
        <w:pStyle w:val="BodyText"/>
        <w:ind w:firstLine="810"/>
      </w:pPr>
      <w:r>
        <w:rPr>
          <w:b/>
          <w:bCs/>
        </w:rPr>
        <w:t>1.</w:t>
      </w:r>
      <w:r>
        <w:t xml:space="preserve"> Думите “</w:t>
      </w:r>
      <w:r>
        <w:rPr>
          <w:caps/>
        </w:rPr>
        <w:t>Районно (Столично) управление “Социално осигуряване”</w:t>
      </w:r>
      <w:r>
        <w:t>” се заменят с “</w:t>
      </w:r>
      <w:r>
        <w:rPr>
          <w:caps/>
        </w:rPr>
        <w:t>Териториално поделение на Националния осигурителен институт</w:t>
      </w:r>
      <w:r>
        <w:t>”.</w:t>
      </w:r>
    </w:p>
    <w:p w:rsidR="0022697C" w:rsidRDefault="0022697C" w:rsidP="00C7382D">
      <w:pPr>
        <w:pStyle w:val="BodyText"/>
        <w:ind w:firstLine="810"/>
      </w:pPr>
      <w:r>
        <w:rPr>
          <w:b/>
          <w:bCs/>
        </w:rPr>
        <w:t>2.</w:t>
      </w:r>
      <w:r>
        <w:t xml:space="preserve"> В основния текст на т. II след думите “410 календарни дни” се добавят “и при осиновяване на дете от 2- до 5-годишна възраст”.</w:t>
      </w:r>
    </w:p>
    <w:p w:rsidR="0022697C" w:rsidRDefault="0022697C" w:rsidP="00C7382D">
      <w:pPr>
        <w:pStyle w:val="BodyText"/>
        <w:ind w:firstLine="810"/>
      </w:pPr>
      <w:r>
        <w:rPr>
          <w:b/>
          <w:bCs/>
        </w:rPr>
        <w:t xml:space="preserve">3. </w:t>
      </w:r>
      <w:r>
        <w:t>В основния текст на т. VI след думите “410 календарни дни” се добавят “и при осиновяване на дете от 2- до 5-годишна възраст след изтичане на 6 месеца от деня на предаване на детето за осиновяване за остатъка до 365 дни”.</w:t>
      </w:r>
    </w:p>
    <w:p w:rsidR="0022697C" w:rsidRDefault="0022697C" w:rsidP="00C7382D">
      <w:pPr>
        <w:pStyle w:val="BodyText"/>
        <w:ind w:firstLine="810"/>
      </w:pPr>
    </w:p>
    <w:p w:rsidR="0022697C" w:rsidRDefault="0022697C" w:rsidP="00C7382D">
      <w:pPr>
        <w:pStyle w:val="BodyText"/>
        <w:ind w:firstLine="810"/>
      </w:pPr>
      <w:r>
        <w:rPr>
          <w:b/>
          <w:bCs/>
        </w:rPr>
        <w:t>§ 17.</w:t>
      </w:r>
      <w:r>
        <w:t xml:space="preserve"> В Приложение № 12 към чл. 14, ал. 1 след думите “бременност и раждане по заявление-декларация,” се добавя “при осиновяване на дете от 2- до 5-годишна възраст”.</w:t>
      </w:r>
    </w:p>
    <w:p w:rsidR="0022697C" w:rsidRDefault="0022697C" w:rsidP="00C7382D">
      <w:pPr>
        <w:pStyle w:val="BodyText"/>
        <w:ind w:firstLine="810"/>
      </w:pPr>
    </w:p>
    <w:p w:rsidR="0022697C" w:rsidRDefault="0022697C" w:rsidP="00C7382D">
      <w:pPr>
        <w:pStyle w:val="BodyText"/>
        <w:ind w:firstLine="810"/>
      </w:pPr>
      <w:r>
        <w:rPr>
          <w:b/>
          <w:bCs/>
        </w:rPr>
        <w:t>§ 18.</w:t>
      </w:r>
      <w:r>
        <w:t xml:space="preserve"> Създава се Приложение № 14а към чл. 4в, ал. 2:</w:t>
      </w:r>
    </w:p>
    <w:p w:rsidR="0022697C" w:rsidRDefault="0022697C" w:rsidP="00C7382D">
      <w:pPr>
        <w:ind w:firstLine="709"/>
        <w:jc w:val="right"/>
        <w:rPr>
          <w:sz w:val="20"/>
          <w:lang w:val="bg-BG"/>
        </w:rPr>
      </w:pPr>
    </w:p>
    <w:p w:rsidR="0022697C" w:rsidRDefault="0022697C" w:rsidP="00C7382D">
      <w:pPr>
        <w:ind w:firstLine="709"/>
        <w:jc w:val="right"/>
        <w:rPr>
          <w:lang w:val="bg-BG"/>
        </w:rPr>
      </w:pPr>
      <w:r>
        <w:rPr>
          <w:sz w:val="20"/>
          <w:lang w:val="bg-BG"/>
        </w:rPr>
        <w:t>Приложение № 14а към чл. 4в, ал. 2</w:t>
      </w:r>
    </w:p>
    <w:p w:rsidR="0022697C" w:rsidRDefault="0022697C" w:rsidP="00C7382D">
      <w:pPr>
        <w:pStyle w:val="Heading7"/>
        <w:ind w:left="0" w:right="-900" w:firstLine="3600"/>
        <w:rPr>
          <w:bCs w:val="0"/>
        </w:rPr>
      </w:pPr>
      <w:r>
        <w:rPr>
          <w:bCs w:val="0"/>
        </w:rPr>
        <w:t>ДО</w:t>
      </w:r>
    </w:p>
    <w:p w:rsidR="0022697C" w:rsidRDefault="0022697C" w:rsidP="00C7382D">
      <w:pPr>
        <w:pStyle w:val="BodyTextIndent"/>
        <w:ind w:right="-900" w:firstLine="3600"/>
        <w:rPr>
          <w:b/>
        </w:rPr>
      </w:pPr>
      <w:r>
        <w:rPr>
          <w:b/>
        </w:rPr>
        <w:t>ДИРЕКТОРА НА ТЕРИТОРИАЛНО ПОДЕЛЕНИЕ</w:t>
      </w:r>
    </w:p>
    <w:p w:rsidR="0022697C" w:rsidRDefault="0022697C" w:rsidP="00C7382D">
      <w:pPr>
        <w:pStyle w:val="BodyTextIndent"/>
        <w:ind w:right="-900" w:firstLine="3600"/>
        <w:rPr>
          <w:b/>
        </w:rPr>
      </w:pPr>
      <w:r>
        <w:rPr>
          <w:b/>
        </w:rPr>
        <w:t>НА НАЦИОНАЛНИЯ ОСИГУРИТЕЛЕН ИНСТИТУТ</w:t>
      </w:r>
    </w:p>
    <w:p w:rsidR="0022697C" w:rsidRDefault="0022697C" w:rsidP="00C7382D">
      <w:pPr>
        <w:pStyle w:val="BodyTextIndent"/>
        <w:ind w:right="-900" w:firstLine="3600"/>
        <w:rPr>
          <w:rFonts w:eastAsia="Arial Unicode MS"/>
          <w:b/>
          <w:bCs/>
        </w:rPr>
      </w:pPr>
      <w:r>
        <w:rPr>
          <w:b/>
          <w:bCs/>
        </w:rPr>
        <w:t>ГР. …………………………………………………….</w:t>
      </w:r>
    </w:p>
    <w:p w:rsidR="0022697C" w:rsidRDefault="0022697C" w:rsidP="00C7382D">
      <w:pPr>
        <w:rPr>
          <w:lang w:val="bg-BG"/>
        </w:rPr>
      </w:pPr>
    </w:p>
    <w:p w:rsidR="0022697C" w:rsidRDefault="0022697C" w:rsidP="00C7382D">
      <w:pPr>
        <w:rPr>
          <w:lang w:val="bg-BG"/>
        </w:rPr>
      </w:pPr>
    </w:p>
    <w:p w:rsidR="0022697C" w:rsidRDefault="0022697C" w:rsidP="00C7382D">
      <w:pPr>
        <w:pStyle w:val="Heading3"/>
        <w:ind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ЗАЯВЛЕНИЕ-ДЕКЛАРАЦИЯ</w:t>
      </w:r>
    </w:p>
    <w:p w:rsidR="0022697C" w:rsidRDefault="0022697C" w:rsidP="00C7382D">
      <w:pPr>
        <w:jc w:val="center"/>
        <w:rPr>
          <w:b/>
          <w:bCs/>
          <w:lang w:val="bg-BG"/>
        </w:rPr>
      </w:pPr>
      <w:r>
        <w:rPr>
          <w:b/>
          <w:bCs/>
          <w:lang w:val="bg-BG"/>
        </w:rPr>
        <w:t>за</w:t>
      </w:r>
    </w:p>
    <w:p w:rsidR="0022697C" w:rsidRDefault="0022697C" w:rsidP="00C7382D">
      <w:pPr>
        <w:jc w:val="center"/>
        <w:rPr>
          <w:b/>
          <w:bCs/>
          <w:lang w:val="bg-BG"/>
        </w:rPr>
      </w:pPr>
      <w:r>
        <w:rPr>
          <w:b/>
          <w:bCs/>
          <w:lang w:val="bg-BG"/>
        </w:rPr>
        <w:t xml:space="preserve"> изплащане на парично обезщетение при осиновяване на дете от 2- до 5-годишна възраст на основание чл. 53а КСО след изтичане на 6 месеца от деня на предаване на детето за осиновяване за остатъка до 365 дни </w:t>
      </w:r>
    </w:p>
    <w:p w:rsidR="0022697C" w:rsidRDefault="0022697C" w:rsidP="00C7382D">
      <w:pPr>
        <w:jc w:val="center"/>
        <w:rPr>
          <w:b/>
          <w:bCs/>
          <w:lang w:val="bg-BG"/>
        </w:rPr>
      </w:pPr>
    </w:p>
    <w:p w:rsidR="0022697C" w:rsidRDefault="0022697C" w:rsidP="00C7382D">
      <w:pPr>
        <w:pStyle w:val="BodyText2"/>
        <w:rPr>
          <w:lang w:val="bg-BG"/>
        </w:rPr>
      </w:pPr>
      <w:r>
        <w:rPr>
          <w:lang w:val="bg-BG"/>
        </w:rPr>
        <w:t>От .............................................................................................................................................................</w:t>
      </w:r>
    </w:p>
    <w:p w:rsidR="0022697C" w:rsidRDefault="0022697C" w:rsidP="00C7382D">
      <w:pPr>
        <w:jc w:val="center"/>
        <w:rPr>
          <w:i/>
          <w:iCs/>
          <w:sz w:val="16"/>
          <w:lang w:val="bg-BG"/>
        </w:rPr>
      </w:pPr>
      <w:r>
        <w:rPr>
          <w:i/>
          <w:iCs/>
          <w:sz w:val="16"/>
          <w:lang w:val="bg-BG"/>
        </w:rPr>
        <w:t>(име, презиме и фамилия на  осиновителя)</w:t>
      </w:r>
    </w:p>
    <w:p w:rsidR="0022697C" w:rsidRDefault="0022697C" w:rsidP="00C7382D">
      <w:pPr>
        <w:rPr>
          <w:i/>
          <w:iCs/>
          <w:sz w:val="16"/>
          <w:lang w:val="bg-BG"/>
        </w:rPr>
      </w:pPr>
    </w:p>
    <w:p w:rsidR="0022697C" w:rsidRDefault="0022697C" w:rsidP="00C7382D">
      <w:pPr>
        <w:rPr>
          <w:sz w:val="22"/>
          <w:lang w:val="bg-BG"/>
        </w:rPr>
      </w:pPr>
      <w:r>
        <w:rPr>
          <w:sz w:val="22"/>
          <w:lang w:val="bg-BG"/>
        </w:rPr>
        <w:t>ЕГН/ЛНЧ ....................................................,</w:t>
      </w:r>
    </w:p>
    <w:p w:rsidR="0022697C" w:rsidRDefault="0022697C" w:rsidP="00C7382D">
      <w:pPr>
        <w:rPr>
          <w:sz w:val="22"/>
          <w:lang w:val="bg-BG"/>
        </w:rPr>
      </w:pPr>
      <w:r>
        <w:rPr>
          <w:sz w:val="22"/>
          <w:lang w:val="bg-BG"/>
        </w:rPr>
        <w:t>адрес за кореспонденция........…….........................................................................................................</w:t>
      </w:r>
    </w:p>
    <w:p w:rsidR="0022697C" w:rsidRDefault="0022697C" w:rsidP="00C7382D">
      <w:pPr>
        <w:rPr>
          <w:lang w:val="bg-BG"/>
        </w:rPr>
      </w:pPr>
      <w:r>
        <w:rPr>
          <w:lang w:val="bg-BG"/>
        </w:rPr>
        <w:t>......................................................................................................................................................</w:t>
      </w:r>
    </w:p>
    <w:p w:rsidR="0022697C" w:rsidRDefault="0022697C" w:rsidP="00C7382D">
      <w:pPr>
        <w:jc w:val="center"/>
        <w:rPr>
          <w:i/>
          <w:iCs/>
          <w:sz w:val="16"/>
          <w:lang w:val="bg-BG"/>
        </w:rPr>
      </w:pPr>
      <w:r>
        <w:rPr>
          <w:i/>
          <w:iCs/>
          <w:sz w:val="16"/>
          <w:lang w:val="bg-BG"/>
        </w:rPr>
        <w:t>(град/село, ПК, община, област, улица, №, ж.к., бл., ет., ап.)</w:t>
      </w:r>
    </w:p>
    <w:p w:rsidR="0022697C" w:rsidRDefault="0022697C" w:rsidP="00C7382D">
      <w:pPr>
        <w:rPr>
          <w:sz w:val="22"/>
          <w:lang w:val="bg-BG"/>
        </w:rPr>
      </w:pPr>
      <w:r>
        <w:rPr>
          <w:sz w:val="22"/>
          <w:lang w:val="bg-BG"/>
        </w:rPr>
        <w:t>телефон</w:t>
      </w:r>
      <w:r>
        <w:rPr>
          <w:caps/>
          <w:sz w:val="22"/>
          <w:lang w:val="bg-BG"/>
        </w:rPr>
        <w:t xml:space="preserve">, </w:t>
      </w:r>
      <w:r>
        <w:rPr>
          <w:sz w:val="22"/>
          <w:lang w:val="bg-BG"/>
        </w:rPr>
        <w:t>мобилен телефон, електронен адрес в интернет................................………………..........</w:t>
      </w:r>
    </w:p>
    <w:p w:rsidR="0022697C" w:rsidRDefault="0022697C" w:rsidP="00C7382D">
      <w:pPr>
        <w:rPr>
          <w:sz w:val="22"/>
          <w:lang w:val="bg-BG"/>
        </w:rPr>
      </w:pPr>
      <w:r>
        <w:rPr>
          <w:sz w:val="22"/>
          <w:lang w:val="bg-BG"/>
        </w:rPr>
        <w:t>……………………………………………………………………………….……………………..........</w:t>
      </w:r>
    </w:p>
    <w:p w:rsidR="0022697C" w:rsidRDefault="0022697C" w:rsidP="00C7382D">
      <w:pPr>
        <w:rPr>
          <w:sz w:val="22"/>
          <w:lang w:val="bg-BG"/>
        </w:rPr>
      </w:pPr>
      <w:r>
        <w:rPr>
          <w:sz w:val="22"/>
          <w:lang w:val="bg-BG"/>
        </w:rPr>
        <w:t>осигурен при осигурител/като самоосигуряващо се лице ...............…...............................................</w:t>
      </w:r>
    </w:p>
    <w:p w:rsidR="0022697C" w:rsidRDefault="0022697C" w:rsidP="00C7382D">
      <w:pPr>
        <w:rPr>
          <w:lang w:val="bg-BG"/>
        </w:rPr>
      </w:pPr>
      <w:r>
        <w:rPr>
          <w:lang w:val="bg-BG"/>
        </w:rPr>
        <w:t>......................................................................................................................................................</w:t>
      </w:r>
    </w:p>
    <w:p w:rsidR="0022697C" w:rsidRDefault="0022697C" w:rsidP="00C7382D">
      <w:pPr>
        <w:jc w:val="center"/>
        <w:rPr>
          <w:i/>
          <w:iCs/>
          <w:sz w:val="16"/>
          <w:lang w:val="bg-BG"/>
        </w:rPr>
      </w:pPr>
      <w:r>
        <w:rPr>
          <w:i/>
          <w:iCs/>
          <w:sz w:val="16"/>
          <w:lang w:val="bg-BG"/>
        </w:rPr>
        <w:t>(наименование на осигурителя/посочване на дейността като самоосигуряващо се лице)</w:t>
      </w:r>
    </w:p>
    <w:p w:rsidR="0022697C" w:rsidRDefault="0022697C" w:rsidP="00C7382D">
      <w:pPr>
        <w:rPr>
          <w:i/>
          <w:iCs/>
          <w:sz w:val="22"/>
          <w:lang w:val="bg-BG"/>
        </w:rPr>
      </w:pPr>
    </w:p>
    <w:p w:rsidR="0022697C" w:rsidRDefault="0022697C" w:rsidP="00C7382D">
      <w:pPr>
        <w:rPr>
          <w:sz w:val="22"/>
          <w:lang w:val="bg-BG"/>
        </w:rPr>
      </w:pPr>
    </w:p>
    <w:p w:rsidR="0022697C" w:rsidRDefault="0022697C" w:rsidP="00C7382D">
      <w:pPr>
        <w:ind w:firstLine="720"/>
        <w:rPr>
          <w:sz w:val="22"/>
          <w:lang w:val="bg-BG"/>
        </w:rPr>
      </w:pPr>
      <w:r>
        <w:rPr>
          <w:b/>
          <w:sz w:val="22"/>
          <w:lang w:val="bg-BG"/>
        </w:rPr>
        <w:t>ГОСПОДИН (ГОСПОЖО) ДИРЕКТОР</w:t>
      </w:r>
      <w:r>
        <w:rPr>
          <w:sz w:val="22"/>
          <w:lang w:val="bg-BG"/>
        </w:rPr>
        <w:t>,</w:t>
      </w:r>
    </w:p>
    <w:p w:rsidR="0022697C" w:rsidRDefault="0022697C" w:rsidP="00C7382D">
      <w:pPr>
        <w:ind w:firstLine="1440"/>
        <w:rPr>
          <w:sz w:val="22"/>
          <w:lang w:val="bg-BG"/>
        </w:rPr>
      </w:pPr>
    </w:p>
    <w:p w:rsidR="0022697C" w:rsidRDefault="0022697C" w:rsidP="00C7382D">
      <w:pPr>
        <w:pStyle w:val="BodyTextIndent"/>
        <w:ind w:firstLine="720"/>
        <w:rPr>
          <w:sz w:val="22"/>
        </w:rPr>
      </w:pPr>
      <w:r>
        <w:rPr>
          <w:sz w:val="22"/>
        </w:rPr>
        <w:t>Моля в качеството ми на осиновител при пълно осиновяване на дете от 2- до 5-годишна възраст</w:t>
      </w:r>
      <w:r>
        <w:rPr>
          <w:sz w:val="16"/>
        </w:rPr>
        <w:t xml:space="preserve"> </w:t>
      </w:r>
      <w:r>
        <w:rPr>
          <w:sz w:val="22"/>
        </w:rPr>
        <w:t>да ми бъде отпуснато парично обезщетение считано от .................. 20....г.</w:t>
      </w:r>
    </w:p>
    <w:p w:rsidR="0022697C" w:rsidRDefault="0022697C" w:rsidP="00C7382D">
      <w:pPr>
        <w:pStyle w:val="BodyTextIndent"/>
        <w:rPr>
          <w:sz w:val="22"/>
        </w:rPr>
      </w:pPr>
    </w:p>
    <w:p w:rsidR="0022697C" w:rsidRDefault="0022697C" w:rsidP="00C7382D">
      <w:pPr>
        <w:pStyle w:val="BodyTextIndent"/>
        <w:ind w:firstLine="360"/>
        <w:rPr>
          <w:sz w:val="22"/>
        </w:rPr>
      </w:pPr>
      <w:r>
        <w:rPr>
          <w:sz w:val="22"/>
        </w:rPr>
        <w:t>Декларирам следните обстоятелства:</w:t>
      </w:r>
    </w:p>
    <w:p w:rsidR="0022697C" w:rsidRDefault="0022697C" w:rsidP="00C7382D">
      <w:pPr>
        <w:pStyle w:val="BodyTextIndent"/>
        <w:numPr>
          <w:ilvl w:val="0"/>
          <w:numId w:val="2"/>
        </w:numPr>
        <w:tabs>
          <w:tab w:val="left" w:pos="0"/>
        </w:tabs>
        <w:rPr>
          <w:sz w:val="22"/>
        </w:rPr>
      </w:pPr>
      <w:r>
        <w:rPr>
          <w:sz w:val="22"/>
        </w:rPr>
        <w:t xml:space="preserve">Осигурен съм по безсрочно/срочно правоотношение до .......................................... 20... г. </w:t>
      </w:r>
    </w:p>
    <w:p w:rsidR="0022697C" w:rsidRDefault="0022697C" w:rsidP="00C7382D">
      <w:pPr>
        <w:pStyle w:val="BodyTextIndent"/>
        <w:numPr>
          <w:ilvl w:val="0"/>
          <w:numId w:val="2"/>
        </w:numPr>
        <w:rPr>
          <w:sz w:val="22"/>
        </w:rPr>
      </w:pPr>
      <w:r>
        <w:rPr>
          <w:sz w:val="22"/>
        </w:rPr>
        <w:t xml:space="preserve">Осигурен съм като самоосигуряващо се лице с безсрочна/срочна регистрация до ........................... 20... г., с код за вид осигурен съгласно декларация - обр. № 1 ... Към датата, от която искам да ми бъде отпуснато обезщетението - ............... 20.... г., съм осигурен за общо заболяване и майчинство – </w:t>
      </w:r>
      <w:r>
        <w:rPr>
          <w:b/>
          <w:bCs/>
          <w:sz w:val="22"/>
        </w:rPr>
        <w:t>да/не</w:t>
      </w:r>
      <w:r>
        <w:rPr>
          <w:sz w:val="22"/>
        </w:rPr>
        <w:t xml:space="preserve"> (ненужното се зачертава), и имам 12 месеца осигурителен стаж като осигурен за общо заболяване и майчинство – </w:t>
      </w:r>
      <w:r>
        <w:rPr>
          <w:b/>
          <w:bCs/>
          <w:sz w:val="22"/>
        </w:rPr>
        <w:t>да/не</w:t>
      </w:r>
      <w:r>
        <w:rPr>
          <w:sz w:val="22"/>
        </w:rPr>
        <w:t xml:space="preserve"> (ненужното се зачертава).</w:t>
      </w:r>
      <w:r>
        <w:rPr>
          <w:sz w:val="22"/>
        </w:rPr>
        <w:br/>
        <w:t>Към ден .......... месец ........... година ............. придобивам изискуемия осигурителен стаж.</w:t>
      </w:r>
      <w:r>
        <w:rPr>
          <w:sz w:val="22"/>
        </w:rPr>
        <w:br/>
        <w:t>(Данните се попълват, когато осигурителният стаж се придобива през периода, за който се иска отпускане на обезщетение.)</w:t>
      </w:r>
    </w:p>
    <w:p w:rsidR="0022697C" w:rsidRDefault="0022697C" w:rsidP="00C7382D">
      <w:pPr>
        <w:pStyle w:val="BodyTextIndent"/>
        <w:numPr>
          <w:ilvl w:val="0"/>
          <w:numId w:val="2"/>
        </w:numPr>
        <w:rPr>
          <w:sz w:val="22"/>
        </w:rPr>
      </w:pPr>
      <w:r>
        <w:rPr>
          <w:sz w:val="22"/>
        </w:rPr>
        <w:t>Правоотношението/осигуряването ми е прекратено считано от .................... 20.....г.</w:t>
      </w:r>
    </w:p>
    <w:p w:rsidR="0022697C" w:rsidRDefault="0022697C" w:rsidP="00C7382D">
      <w:pPr>
        <w:pStyle w:val="BodyTextIndent"/>
        <w:numPr>
          <w:ilvl w:val="0"/>
          <w:numId w:val="2"/>
        </w:numPr>
        <w:spacing w:line="240" w:lineRule="auto"/>
        <w:ind w:right="0"/>
        <w:rPr>
          <w:i/>
          <w:iCs/>
          <w:sz w:val="22"/>
        </w:rPr>
      </w:pPr>
      <w:r>
        <w:rPr>
          <w:sz w:val="22"/>
        </w:rPr>
        <w:t>Детето ............................................................................, родено на ............20...г., осиновено</w:t>
      </w:r>
      <w:r>
        <w:rPr>
          <w:sz w:val="22"/>
        </w:rPr>
        <w:br/>
      </w:r>
      <w:r>
        <w:rPr>
          <w:i/>
          <w:iCs/>
          <w:sz w:val="22"/>
        </w:rPr>
        <w:t xml:space="preserve">                         </w:t>
      </w:r>
      <w:r>
        <w:rPr>
          <w:i/>
          <w:iCs/>
          <w:sz w:val="16"/>
        </w:rPr>
        <w:t>(име, презиме и фамилия на детето)</w:t>
      </w:r>
    </w:p>
    <w:p w:rsidR="0022697C" w:rsidRDefault="0022697C" w:rsidP="00C7382D">
      <w:pPr>
        <w:pStyle w:val="BodyTextIndent"/>
        <w:ind w:left="720" w:firstLine="0"/>
        <w:rPr>
          <w:sz w:val="22"/>
        </w:rPr>
      </w:pPr>
      <w:r>
        <w:rPr>
          <w:sz w:val="22"/>
        </w:rPr>
        <w:t>с влязло в сила съдебно решение на ...............20...г., предадено за осиновяване на ...............20...г., с ЕГН/ЛНЧ ............................ е живо.</w:t>
      </w:r>
    </w:p>
    <w:p w:rsidR="0022697C" w:rsidRDefault="0022697C" w:rsidP="00C7382D">
      <w:pPr>
        <w:pStyle w:val="BodyTextIndent"/>
        <w:numPr>
          <w:ilvl w:val="0"/>
          <w:numId w:val="2"/>
        </w:numPr>
        <w:rPr>
          <w:sz w:val="22"/>
        </w:rPr>
      </w:pPr>
      <w:r>
        <w:rPr>
          <w:sz w:val="22"/>
        </w:rPr>
        <w:t xml:space="preserve">Осиновяването не е прекратено от съда. </w:t>
      </w:r>
    </w:p>
    <w:p w:rsidR="0022697C" w:rsidRDefault="0022697C" w:rsidP="00C7382D">
      <w:pPr>
        <w:pStyle w:val="BodyTextIndent"/>
        <w:numPr>
          <w:ilvl w:val="0"/>
          <w:numId w:val="2"/>
        </w:numPr>
        <w:rPr>
          <w:sz w:val="22"/>
        </w:rPr>
      </w:pPr>
      <w:r>
        <w:rPr>
          <w:sz w:val="22"/>
        </w:rPr>
        <w:t>Детето не посещава детско заведение, включително детска ясла или учебно заведение.</w:t>
      </w:r>
    </w:p>
    <w:p w:rsidR="0022697C" w:rsidRDefault="0022697C" w:rsidP="00C7382D">
      <w:pPr>
        <w:pStyle w:val="BodyTextIndent"/>
        <w:numPr>
          <w:ilvl w:val="0"/>
          <w:numId w:val="2"/>
        </w:numPr>
        <w:rPr>
          <w:sz w:val="22"/>
        </w:rPr>
      </w:pPr>
      <w:r>
        <w:rPr>
          <w:sz w:val="22"/>
        </w:rPr>
        <w:t>Не съм лишен от родителски права и родителските ми права не са ограничени.</w:t>
      </w:r>
    </w:p>
    <w:p w:rsidR="0022697C" w:rsidRDefault="0022697C" w:rsidP="00C7382D">
      <w:pPr>
        <w:pStyle w:val="BodyTextIndent"/>
        <w:numPr>
          <w:ilvl w:val="0"/>
          <w:numId w:val="2"/>
        </w:numPr>
        <w:rPr>
          <w:sz w:val="22"/>
        </w:rPr>
      </w:pPr>
      <w:r>
        <w:rPr>
          <w:sz w:val="22"/>
        </w:rPr>
        <w:t>Детето не е настанено за отглеждане в семейство на роднини или близки или в приемно семейство по реда на чл. 26 от Закона за закрила на детето.</w:t>
      </w:r>
    </w:p>
    <w:p w:rsidR="0022697C" w:rsidRDefault="0022697C" w:rsidP="00C7382D">
      <w:pPr>
        <w:pStyle w:val="BodyTextIndent"/>
        <w:numPr>
          <w:ilvl w:val="0"/>
          <w:numId w:val="2"/>
        </w:numPr>
        <w:rPr>
          <w:sz w:val="22"/>
        </w:rPr>
      </w:pPr>
      <w:r>
        <w:rPr>
          <w:sz w:val="22"/>
        </w:rPr>
        <w:t>Детето не се отглежда от лице, включено в програми за подкрепа на майчинството.</w:t>
      </w:r>
    </w:p>
    <w:p w:rsidR="0022697C" w:rsidRDefault="0022697C" w:rsidP="00C7382D">
      <w:pPr>
        <w:pStyle w:val="BodyTextIndent"/>
        <w:numPr>
          <w:ilvl w:val="0"/>
          <w:numId w:val="2"/>
        </w:numPr>
        <w:rPr>
          <w:sz w:val="22"/>
        </w:rPr>
      </w:pPr>
      <w:r>
        <w:rPr>
          <w:sz w:val="22"/>
        </w:rPr>
        <w:t>Ползвам отпуск при осиновяване на дете от 2- до 5-годишна възраст по чл. 164б КТ считано от ...........20....г.</w:t>
      </w:r>
    </w:p>
    <w:p w:rsidR="0022697C" w:rsidRDefault="0022697C" w:rsidP="00C7382D">
      <w:pPr>
        <w:pStyle w:val="BodyTextIndent"/>
        <w:numPr>
          <w:ilvl w:val="0"/>
          <w:numId w:val="2"/>
        </w:numPr>
        <w:rPr>
          <w:sz w:val="22"/>
        </w:rPr>
      </w:pPr>
      <w:r>
        <w:rPr>
          <w:sz w:val="22"/>
        </w:rPr>
        <w:t xml:space="preserve">През периода на получаване на парично обезщетение </w:t>
      </w:r>
      <w:r>
        <w:t>след изтичане на 6 месеца от деня на предаване на детето за осиновяване</w:t>
      </w:r>
      <w:r>
        <w:rPr>
          <w:b/>
          <w:bCs/>
        </w:rPr>
        <w:t xml:space="preserve"> </w:t>
      </w:r>
      <w:r>
        <w:t>за остатъка до 365 дни</w:t>
      </w:r>
      <w:r>
        <w:rPr>
          <w:b/>
          <w:bCs/>
        </w:rPr>
        <w:t xml:space="preserve"> </w:t>
      </w:r>
      <w:r>
        <w:rPr>
          <w:sz w:val="22"/>
        </w:rPr>
        <w:t>не продължавам да упражнявам трудова дейност като самоосигуряващо се лице.</w:t>
      </w:r>
    </w:p>
    <w:p w:rsidR="0022697C" w:rsidRDefault="0022697C" w:rsidP="00C7382D">
      <w:pPr>
        <w:pStyle w:val="BodyTextIndent"/>
        <w:numPr>
          <w:ilvl w:val="0"/>
          <w:numId w:val="2"/>
        </w:numPr>
        <w:rPr>
          <w:sz w:val="22"/>
        </w:rPr>
      </w:pPr>
      <w:r>
        <w:rPr>
          <w:sz w:val="22"/>
        </w:rPr>
        <w:t>Правоотношението/осигуряването на осиновителката не е прекратено.</w:t>
      </w:r>
    </w:p>
    <w:p w:rsidR="0022697C" w:rsidRDefault="0022697C" w:rsidP="00C7382D">
      <w:pPr>
        <w:pStyle w:val="BodyTextIndent"/>
        <w:ind w:left="720" w:firstLine="0"/>
        <w:rPr>
          <w:sz w:val="22"/>
        </w:rPr>
      </w:pPr>
    </w:p>
    <w:p w:rsidR="0022697C" w:rsidRDefault="0022697C" w:rsidP="00C7382D">
      <w:pPr>
        <w:pStyle w:val="BodyTextIndent"/>
        <w:ind w:firstLine="360"/>
        <w:rPr>
          <w:sz w:val="22"/>
        </w:rPr>
      </w:pPr>
      <w:r>
        <w:rPr>
          <w:i/>
          <w:iCs/>
          <w:sz w:val="22"/>
        </w:rPr>
        <w:t>Забележка.</w:t>
      </w:r>
      <w:r>
        <w:rPr>
          <w:sz w:val="22"/>
        </w:rPr>
        <w:t xml:space="preserve"> Там, където е необходимо, се попълват съответните данни.</w:t>
      </w:r>
    </w:p>
    <w:p w:rsidR="0022697C" w:rsidRDefault="0022697C" w:rsidP="00C7382D">
      <w:pPr>
        <w:pStyle w:val="BodyTextIndent"/>
        <w:ind w:firstLine="0"/>
        <w:rPr>
          <w:bCs/>
          <w:sz w:val="22"/>
        </w:rPr>
      </w:pPr>
    </w:p>
    <w:p w:rsidR="0022697C" w:rsidRDefault="0022697C" w:rsidP="00C7382D">
      <w:pPr>
        <w:pStyle w:val="BodyTextIndent"/>
        <w:ind w:firstLine="720"/>
        <w:rPr>
          <w:b/>
          <w:bCs/>
          <w:i/>
          <w:iCs/>
          <w:sz w:val="22"/>
        </w:rPr>
      </w:pPr>
      <w:r>
        <w:rPr>
          <w:b/>
          <w:bCs/>
          <w:sz w:val="22"/>
        </w:rPr>
        <w:t>Прилагам следните документи:</w:t>
      </w:r>
    </w:p>
    <w:p w:rsidR="0022697C" w:rsidRDefault="0022697C" w:rsidP="00C7382D">
      <w:pPr>
        <w:pStyle w:val="BodyTextIndent"/>
        <w:numPr>
          <w:ilvl w:val="0"/>
          <w:numId w:val="3"/>
        </w:numPr>
        <w:tabs>
          <w:tab w:val="clear" w:pos="1440"/>
        </w:tabs>
        <w:ind w:left="720"/>
        <w:rPr>
          <w:sz w:val="22"/>
        </w:rPr>
      </w:pPr>
      <w:r>
        <w:rPr>
          <w:sz w:val="22"/>
        </w:rPr>
        <w:t>Заверено от осигурителя копие от заповед за разрешаване на отпуска.</w:t>
      </w:r>
    </w:p>
    <w:p w:rsidR="0022697C" w:rsidRDefault="0022697C" w:rsidP="00C7382D">
      <w:pPr>
        <w:pStyle w:val="BodyTextIndent"/>
        <w:numPr>
          <w:ilvl w:val="0"/>
          <w:numId w:val="3"/>
        </w:numPr>
        <w:tabs>
          <w:tab w:val="clear" w:pos="1440"/>
        </w:tabs>
        <w:ind w:left="720"/>
        <w:rPr>
          <w:sz w:val="22"/>
        </w:rPr>
      </w:pPr>
      <w:r>
        <w:rPr>
          <w:sz w:val="22"/>
        </w:rPr>
        <w:t>Оригинал (за справка) и копие от удостоверението за раждане на детето, когато то не е български гражданин – за самоосигуряващо се лице.</w:t>
      </w:r>
    </w:p>
    <w:p w:rsidR="0022697C" w:rsidRDefault="0022697C" w:rsidP="00C7382D">
      <w:pPr>
        <w:pStyle w:val="BodyTextIndent"/>
        <w:numPr>
          <w:ilvl w:val="0"/>
          <w:numId w:val="3"/>
        </w:numPr>
        <w:tabs>
          <w:tab w:val="clear" w:pos="1440"/>
        </w:tabs>
        <w:ind w:left="720"/>
        <w:rPr>
          <w:sz w:val="22"/>
        </w:rPr>
      </w:pPr>
      <w:r>
        <w:rPr>
          <w:sz w:val="22"/>
        </w:rPr>
        <w:t>Заверено от осигурителя копие от удостоверението за раждане на детето, когато то не е български гражданин – за осигурено лице.</w:t>
      </w:r>
    </w:p>
    <w:p w:rsidR="0022697C" w:rsidRDefault="0022697C" w:rsidP="00C7382D">
      <w:pPr>
        <w:pStyle w:val="BodyTextIndent"/>
        <w:numPr>
          <w:ilvl w:val="0"/>
          <w:numId w:val="3"/>
        </w:numPr>
        <w:tabs>
          <w:tab w:val="clear" w:pos="1440"/>
        </w:tabs>
        <w:ind w:left="720"/>
        <w:rPr>
          <w:sz w:val="22"/>
        </w:rPr>
      </w:pPr>
      <w:r>
        <w:rPr>
          <w:sz w:val="22"/>
        </w:rPr>
        <w:t>Копие от съдебното решение за осиновяване - за самоосигуряващо се лице.</w:t>
      </w:r>
    </w:p>
    <w:p w:rsidR="0022697C" w:rsidRDefault="0022697C" w:rsidP="00C7382D">
      <w:pPr>
        <w:pStyle w:val="BodyTextIndent"/>
        <w:numPr>
          <w:ilvl w:val="0"/>
          <w:numId w:val="3"/>
        </w:numPr>
        <w:tabs>
          <w:tab w:val="clear" w:pos="1440"/>
        </w:tabs>
        <w:ind w:left="720"/>
        <w:rPr>
          <w:sz w:val="22"/>
        </w:rPr>
      </w:pPr>
      <w:r>
        <w:rPr>
          <w:sz w:val="22"/>
        </w:rPr>
        <w:t>Копие от акта за предаване на детето за осиновяване - за самоосигуряващо се лице.</w:t>
      </w:r>
    </w:p>
    <w:p w:rsidR="0022697C" w:rsidRDefault="0022697C" w:rsidP="00C7382D">
      <w:pPr>
        <w:pStyle w:val="BodyTextIndent"/>
        <w:numPr>
          <w:ilvl w:val="0"/>
          <w:numId w:val="3"/>
        </w:numPr>
        <w:tabs>
          <w:tab w:val="clear" w:pos="1440"/>
        </w:tabs>
        <w:ind w:left="720"/>
        <w:rPr>
          <w:sz w:val="22"/>
        </w:rPr>
      </w:pPr>
      <w:r>
        <w:rPr>
          <w:sz w:val="22"/>
        </w:rPr>
        <w:t>Декларация за изплащане на обезщетението - приложение № 7 към чл. 8 от наредбата.</w:t>
      </w:r>
    </w:p>
    <w:p w:rsidR="0022697C" w:rsidRDefault="0022697C" w:rsidP="00C7382D">
      <w:pPr>
        <w:pStyle w:val="BodyTextIndent"/>
        <w:numPr>
          <w:ilvl w:val="0"/>
          <w:numId w:val="3"/>
        </w:numPr>
        <w:tabs>
          <w:tab w:val="clear" w:pos="1440"/>
        </w:tabs>
        <w:ind w:left="720"/>
        <w:rPr>
          <w:bCs/>
          <w:sz w:val="22"/>
        </w:rPr>
      </w:pPr>
      <w:r>
        <w:rPr>
          <w:sz w:val="22"/>
        </w:rPr>
        <w:t>Други документи...........................................................................................................</w:t>
      </w:r>
    </w:p>
    <w:p w:rsidR="0022697C" w:rsidRDefault="0022697C" w:rsidP="00C7382D">
      <w:pPr>
        <w:pStyle w:val="BodyTextIndent"/>
        <w:ind w:firstLine="900"/>
        <w:rPr>
          <w:bCs/>
          <w:sz w:val="22"/>
        </w:rPr>
      </w:pPr>
    </w:p>
    <w:p w:rsidR="0022697C" w:rsidRDefault="0022697C" w:rsidP="00C7382D">
      <w:pPr>
        <w:pStyle w:val="BodyTextIndent"/>
        <w:ind w:firstLine="720"/>
        <w:rPr>
          <w:sz w:val="22"/>
        </w:rPr>
      </w:pPr>
      <w:r>
        <w:rPr>
          <w:i/>
          <w:iCs/>
          <w:sz w:val="22"/>
        </w:rPr>
        <w:t>Забележка.</w:t>
      </w:r>
      <w:r>
        <w:rPr>
          <w:b/>
          <w:bCs/>
          <w:sz w:val="22"/>
        </w:rPr>
        <w:t xml:space="preserve"> </w:t>
      </w:r>
      <w:r>
        <w:rPr>
          <w:sz w:val="22"/>
        </w:rPr>
        <w:t>С ограждане на съответната цифра се отбелязва кои от изброените документи са приложени.</w:t>
      </w:r>
    </w:p>
    <w:p w:rsidR="0022697C" w:rsidRDefault="0022697C" w:rsidP="00C7382D">
      <w:pPr>
        <w:pStyle w:val="BodyTextIndent"/>
        <w:ind w:firstLine="720"/>
        <w:rPr>
          <w:sz w:val="16"/>
        </w:rPr>
      </w:pPr>
    </w:p>
    <w:p w:rsidR="0022697C" w:rsidRDefault="0022697C" w:rsidP="00C7382D">
      <w:pPr>
        <w:pStyle w:val="BodyTextIndent"/>
        <w:ind w:firstLine="720"/>
        <w:rPr>
          <w:b/>
          <w:bCs/>
          <w:sz w:val="22"/>
        </w:rPr>
      </w:pPr>
      <w:r>
        <w:rPr>
          <w:b/>
          <w:bCs/>
          <w:sz w:val="22"/>
        </w:rPr>
        <w:t xml:space="preserve">ИЗВЕСТНО МИ Е, ЧЕ: </w:t>
      </w:r>
    </w:p>
    <w:p w:rsidR="0022697C" w:rsidRDefault="0022697C" w:rsidP="00C7382D">
      <w:pPr>
        <w:pStyle w:val="BodyTextIndent"/>
        <w:ind w:firstLine="720"/>
        <w:rPr>
          <w:sz w:val="22"/>
        </w:rPr>
      </w:pPr>
      <w:r>
        <w:rPr>
          <w:sz w:val="22"/>
        </w:rPr>
        <w:t>В срок 3 работни дни от промяна в декларираните обстоятелства се задължавам да подам декларация за промяната. Ако не изпълня това задължение, извършвам административно нарушение, за което нося административнонаказателна отговорност по реда на чл. 349 КСО.</w:t>
      </w:r>
    </w:p>
    <w:p w:rsidR="0022697C" w:rsidRDefault="0022697C" w:rsidP="00C7382D">
      <w:pPr>
        <w:pStyle w:val="BodyTextIndent"/>
        <w:ind w:firstLine="720"/>
        <w:rPr>
          <w:sz w:val="22"/>
        </w:rPr>
      </w:pPr>
      <w:r>
        <w:rPr>
          <w:sz w:val="22"/>
        </w:rPr>
        <w:t>Следва да възстановя неправомерно полученото обезщетение по моя вина заедно с дължимата лихва съгласно чл. 114, ал. 1 КСО.</w:t>
      </w:r>
    </w:p>
    <w:p w:rsidR="0022697C" w:rsidRDefault="0022697C" w:rsidP="00C7382D">
      <w:pPr>
        <w:pStyle w:val="BodyTextIndent"/>
        <w:ind w:firstLine="720"/>
        <w:rPr>
          <w:sz w:val="22"/>
        </w:rPr>
      </w:pPr>
      <w:r>
        <w:rPr>
          <w:sz w:val="22"/>
        </w:rPr>
        <w:t>За деклариране</w:t>
      </w:r>
      <w:r>
        <w:rPr>
          <w:sz w:val="16"/>
        </w:rPr>
        <w:t xml:space="preserve"> </w:t>
      </w:r>
      <w:r>
        <w:rPr>
          <w:sz w:val="22"/>
        </w:rPr>
        <w:t>на неверни данни нося наказателна отговорност по чл. 313 от Наказателния кодекс.</w:t>
      </w:r>
      <w:r>
        <w:rPr>
          <w:sz w:val="16"/>
        </w:rPr>
        <w:t xml:space="preserve"> </w:t>
      </w:r>
    </w:p>
    <w:p w:rsidR="0022697C" w:rsidRDefault="0022697C" w:rsidP="00C7382D">
      <w:pPr>
        <w:pStyle w:val="BodyTextIndent"/>
        <w:ind w:firstLine="0"/>
        <w:rPr>
          <w:sz w:val="22"/>
        </w:rPr>
      </w:pPr>
    </w:p>
    <w:p w:rsidR="0022697C" w:rsidRDefault="0022697C" w:rsidP="00C7382D">
      <w:pPr>
        <w:pStyle w:val="BodyTextIndent"/>
        <w:ind w:firstLine="0"/>
        <w:rPr>
          <w:sz w:val="22"/>
        </w:rPr>
      </w:pPr>
      <w:r>
        <w:rPr>
          <w:sz w:val="22"/>
        </w:rPr>
        <w:t>Дата .......................................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Подпис: ..................................</w:t>
      </w:r>
    </w:p>
    <w:p w:rsidR="0022697C" w:rsidRDefault="0022697C" w:rsidP="00C7382D">
      <w:pPr>
        <w:pStyle w:val="Header"/>
        <w:tabs>
          <w:tab w:val="left" w:pos="720"/>
        </w:tabs>
        <w:rPr>
          <w:sz w:val="22"/>
          <w:lang w:val="bg-BG"/>
        </w:rPr>
      </w:pPr>
      <w:r>
        <w:rPr>
          <w:sz w:val="22"/>
          <w:lang w:val="bg-BG"/>
        </w:rPr>
        <w:t>гр. (с.) ....................................</w:t>
      </w:r>
    </w:p>
    <w:p w:rsidR="0022697C" w:rsidRDefault="0022697C" w:rsidP="00C7382D">
      <w:pPr>
        <w:pStyle w:val="BodyTextIndent"/>
        <w:rPr>
          <w:sz w:val="16"/>
        </w:rPr>
      </w:pPr>
    </w:p>
    <w:p w:rsidR="0022697C" w:rsidRDefault="0022697C" w:rsidP="00C7382D">
      <w:pPr>
        <w:pStyle w:val="BodyTextIndent"/>
        <w:rPr>
          <w:sz w:val="16"/>
        </w:rPr>
      </w:pPr>
    </w:p>
    <w:p w:rsidR="0022697C" w:rsidRDefault="0022697C" w:rsidP="00C7382D">
      <w:pPr>
        <w:pStyle w:val="BodyTextIndent"/>
        <w:ind w:left="540" w:firstLine="0"/>
        <w:rPr>
          <w:b/>
          <w:bCs/>
        </w:rPr>
      </w:pPr>
      <w:r>
        <w:rPr>
          <w:b/>
          <w:bCs/>
        </w:rPr>
        <w:t>Данни от осигурителя:</w:t>
      </w:r>
    </w:p>
    <w:p w:rsidR="0022697C" w:rsidRDefault="0022697C" w:rsidP="00C7382D">
      <w:pPr>
        <w:pStyle w:val="BodyTextIndent"/>
        <w:ind w:firstLine="540"/>
        <w:rPr>
          <w:sz w:val="22"/>
        </w:rPr>
      </w:pPr>
      <w:r>
        <w:rPr>
          <w:sz w:val="22"/>
        </w:rPr>
        <w:t xml:space="preserve">1. Към деня, от който е разрешен отпускът </w:t>
      </w:r>
      <w:r>
        <w:t>при осиновяване на дете след изтичане на 6 месеца от деня на предаване на детето за осиновяване за остатъка до 365 дни</w:t>
      </w:r>
      <w:r>
        <w:rPr>
          <w:b/>
          <w:bCs/>
        </w:rPr>
        <w:t xml:space="preserve"> </w:t>
      </w:r>
      <w:r>
        <w:rPr>
          <w:sz w:val="22"/>
        </w:rPr>
        <w:t xml:space="preserve">лицето е осигурено за общо заболяване и майчинство - </w:t>
      </w:r>
      <w:r>
        <w:rPr>
          <w:b/>
          <w:bCs/>
          <w:sz w:val="22"/>
        </w:rPr>
        <w:t>да/не</w:t>
      </w:r>
      <w:r>
        <w:rPr>
          <w:sz w:val="22"/>
        </w:rPr>
        <w:t xml:space="preserve"> (ненужното се зачертава).</w:t>
      </w:r>
    </w:p>
    <w:p w:rsidR="0022697C" w:rsidRDefault="0022697C" w:rsidP="00C7382D">
      <w:pPr>
        <w:pStyle w:val="BodyTextIndent"/>
        <w:ind w:firstLine="540"/>
        <w:rPr>
          <w:sz w:val="22"/>
        </w:rPr>
      </w:pPr>
      <w:r>
        <w:rPr>
          <w:sz w:val="22"/>
        </w:rPr>
        <w:t xml:space="preserve">2. Към деня, от който е разрешен отпускът, лицето има 12 месеца осигурителен стаж като осигурено за общо заболяване и майчинство – </w:t>
      </w:r>
      <w:r>
        <w:rPr>
          <w:b/>
          <w:bCs/>
          <w:sz w:val="22"/>
        </w:rPr>
        <w:t>да/не</w:t>
      </w:r>
      <w:r>
        <w:rPr>
          <w:sz w:val="22"/>
        </w:rPr>
        <w:t xml:space="preserve"> (ненужното се зачертава).</w:t>
      </w:r>
    </w:p>
    <w:p w:rsidR="0022697C" w:rsidRDefault="0022697C" w:rsidP="00C7382D">
      <w:pPr>
        <w:pStyle w:val="BodyTextIndent"/>
        <w:ind w:firstLine="540"/>
        <w:rPr>
          <w:bCs/>
          <w:sz w:val="22"/>
        </w:rPr>
      </w:pPr>
      <w:r>
        <w:rPr>
          <w:sz w:val="22"/>
        </w:rPr>
        <w:t>3. Към ден ........ месец ........ година ....... лицето придобива изискуемия осигурителен стаж.</w:t>
      </w:r>
    </w:p>
    <w:p w:rsidR="0022697C" w:rsidRDefault="0022697C" w:rsidP="00C7382D">
      <w:pPr>
        <w:pStyle w:val="BodyTextIndent"/>
        <w:ind w:firstLine="0"/>
        <w:rPr>
          <w:sz w:val="22"/>
        </w:rPr>
      </w:pPr>
      <w:r>
        <w:rPr>
          <w:sz w:val="22"/>
        </w:rPr>
        <w:t>(данните се попълват, когато лицето придобива осигурителния стаж през периода на разрешения отпуск)</w:t>
      </w:r>
    </w:p>
    <w:p w:rsidR="0022697C" w:rsidRDefault="0022697C" w:rsidP="00C7382D">
      <w:pPr>
        <w:pStyle w:val="BodyTextIndent"/>
        <w:ind w:left="360" w:firstLine="180"/>
        <w:rPr>
          <w:sz w:val="22"/>
        </w:rPr>
      </w:pPr>
      <w:r>
        <w:rPr>
          <w:sz w:val="22"/>
        </w:rPr>
        <w:t>4. Дневно работно време в часове по правоотношението на лицето за месеца, през който е началото на отпуска - ..................... часа.</w:t>
      </w:r>
    </w:p>
    <w:p w:rsidR="0022697C" w:rsidRDefault="0022697C" w:rsidP="00C7382D">
      <w:pPr>
        <w:pStyle w:val="BodyTextIndent"/>
        <w:ind w:firstLine="540"/>
        <w:rPr>
          <w:sz w:val="22"/>
        </w:rPr>
      </w:pPr>
      <w:r>
        <w:rPr>
          <w:sz w:val="22"/>
        </w:rPr>
        <w:t>5. Лицето е осигурено с код за вид осигурен съгласно декларация - обр. № 1 ......................</w:t>
      </w:r>
    </w:p>
    <w:p w:rsidR="0022697C" w:rsidRDefault="0022697C" w:rsidP="00C7382D">
      <w:pPr>
        <w:pStyle w:val="BodyTextIndent"/>
        <w:ind w:firstLine="540"/>
        <w:rPr>
          <w:i/>
          <w:iCs/>
          <w:sz w:val="22"/>
        </w:rPr>
      </w:pPr>
      <w:r>
        <w:rPr>
          <w:sz w:val="22"/>
        </w:rPr>
        <w:t>6. Брой правоотношения/основания за осигуряване при осигурителя</w:t>
      </w:r>
      <w:r>
        <w:rPr>
          <w:i/>
          <w:iCs/>
          <w:sz w:val="22"/>
        </w:rPr>
        <w:t xml:space="preserve"> ....................................</w:t>
      </w:r>
    </w:p>
    <w:p w:rsidR="0022697C" w:rsidRDefault="0022697C" w:rsidP="00C7382D">
      <w:pPr>
        <w:pStyle w:val="BodyTextIndent"/>
        <w:ind w:firstLine="540"/>
        <w:rPr>
          <w:spacing w:val="-1"/>
          <w:sz w:val="22"/>
          <w:szCs w:val="16"/>
        </w:rPr>
      </w:pPr>
      <w:r>
        <w:rPr>
          <w:spacing w:val="1"/>
          <w:sz w:val="22"/>
          <w:szCs w:val="16"/>
        </w:rPr>
        <w:t>7. В</w:t>
      </w:r>
      <w:r>
        <w:rPr>
          <w:spacing w:val="-1"/>
          <w:sz w:val="22"/>
          <w:szCs w:val="16"/>
        </w:rPr>
        <w:t>хо</w:t>
      </w:r>
      <w:r>
        <w:rPr>
          <w:sz w:val="22"/>
          <w:szCs w:val="16"/>
        </w:rPr>
        <w:t>дящ</w:t>
      </w:r>
      <w:r>
        <w:rPr>
          <w:spacing w:val="2"/>
          <w:sz w:val="22"/>
          <w:szCs w:val="16"/>
        </w:rPr>
        <w:t xml:space="preserve"> </w:t>
      </w:r>
      <w:r>
        <w:rPr>
          <w:sz w:val="22"/>
          <w:szCs w:val="16"/>
        </w:rPr>
        <w:t>н</w:t>
      </w:r>
      <w:r>
        <w:rPr>
          <w:spacing w:val="-1"/>
          <w:sz w:val="22"/>
          <w:szCs w:val="16"/>
        </w:rPr>
        <w:t>ом</w:t>
      </w:r>
      <w:r>
        <w:rPr>
          <w:spacing w:val="-2"/>
          <w:sz w:val="22"/>
          <w:szCs w:val="16"/>
        </w:rPr>
        <w:t>е</w:t>
      </w:r>
      <w:r>
        <w:rPr>
          <w:sz w:val="22"/>
          <w:szCs w:val="16"/>
        </w:rPr>
        <w:t>р</w:t>
      </w:r>
      <w:r>
        <w:rPr>
          <w:spacing w:val="2"/>
          <w:sz w:val="22"/>
          <w:szCs w:val="16"/>
        </w:rPr>
        <w:t xml:space="preserve"> </w:t>
      </w:r>
      <w:r>
        <w:rPr>
          <w:sz w:val="22"/>
          <w:szCs w:val="16"/>
        </w:rPr>
        <w:t>и</w:t>
      </w:r>
      <w:r>
        <w:rPr>
          <w:spacing w:val="1"/>
          <w:sz w:val="22"/>
          <w:szCs w:val="16"/>
        </w:rPr>
        <w:t xml:space="preserve"> </w:t>
      </w:r>
      <w:r>
        <w:rPr>
          <w:sz w:val="22"/>
          <w:szCs w:val="16"/>
        </w:rPr>
        <w:t>дата</w:t>
      </w:r>
      <w:r>
        <w:rPr>
          <w:spacing w:val="1"/>
          <w:sz w:val="22"/>
          <w:szCs w:val="16"/>
        </w:rPr>
        <w:t xml:space="preserve"> </w:t>
      </w:r>
      <w:r>
        <w:rPr>
          <w:sz w:val="22"/>
          <w:szCs w:val="16"/>
        </w:rPr>
        <w:t>на</w:t>
      </w:r>
      <w:r>
        <w:rPr>
          <w:spacing w:val="1"/>
          <w:sz w:val="22"/>
          <w:szCs w:val="16"/>
        </w:rPr>
        <w:t xml:space="preserve"> </w:t>
      </w:r>
      <w:r>
        <w:rPr>
          <w:sz w:val="22"/>
          <w:szCs w:val="16"/>
        </w:rPr>
        <w:t>п</w:t>
      </w:r>
      <w:r>
        <w:rPr>
          <w:spacing w:val="1"/>
          <w:sz w:val="22"/>
          <w:szCs w:val="16"/>
        </w:rPr>
        <w:t>р</w:t>
      </w:r>
      <w:r>
        <w:rPr>
          <w:spacing w:val="-2"/>
          <w:sz w:val="22"/>
          <w:szCs w:val="16"/>
        </w:rPr>
        <w:t>е</w:t>
      </w:r>
      <w:r>
        <w:rPr>
          <w:sz w:val="22"/>
          <w:szCs w:val="16"/>
        </w:rPr>
        <w:t>дста</w:t>
      </w:r>
      <w:r>
        <w:rPr>
          <w:spacing w:val="1"/>
          <w:sz w:val="22"/>
          <w:szCs w:val="16"/>
        </w:rPr>
        <w:t>в</w:t>
      </w:r>
      <w:r>
        <w:rPr>
          <w:sz w:val="22"/>
          <w:szCs w:val="16"/>
        </w:rPr>
        <w:t>я</w:t>
      </w:r>
      <w:r>
        <w:rPr>
          <w:spacing w:val="1"/>
          <w:sz w:val="22"/>
          <w:szCs w:val="16"/>
        </w:rPr>
        <w:t>н</w:t>
      </w:r>
      <w:r>
        <w:rPr>
          <w:sz w:val="22"/>
          <w:szCs w:val="16"/>
        </w:rPr>
        <w:t>е</w:t>
      </w:r>
      <w:r>
        <w:rPr>
          <w:spacing w:val="-1"/>
          <w:sz w:val="22"/>
          <w:szCs w:val="16"/>
        </w:rPr>
        <w:t xml:space="preserve"> </w:t>
      </w:r>
      <w:r>
        <w:rPr>
          <w:sz w:val="22"/>
          <w:szCs w:val="16"/>
        </w:rPr>
        <w:t>на</w:t>
      </w:r>
      <w:r>
        <w:rPr>
          <w:spacing w:val="1"/>
          <w:sz w:val="22"/>
          <w:szCs w:val="16"/>
        </w:rPr>
        <w:t xml:space="preserve"> заявление-декларацията</w:t>
      </w:r>
      <w:r>
        <w:rPr>
          <w:sz w:val="22"/>
          <w:szCs w:val="16"/>
        </w:rPr>
        <w:t xml:space="preserve"> на</w:t>
      </w:r>
      <w:r>
        <w:rPr>
          <w:spacing w:val="1"/>
          <w:sz w:val="22"/>
          <w:szCs w:val="16"/>
        </w:rPr>
        <w:t xml:space="preserve"> </w:t>
      </w:r>
      <w:r>
        <w:rPr>
          <w:spacing w:val="-1"/>
          <w:sz w:val="22"/>
          <w:szCs w:val="16"/>
        </w:rPr>
        <w:t>о</w:t>
      </w:r>
      <w:r>
        <w:rPr>
          <w:sz w:val="22"/>
          <w:szCs w:val="16"/>
        </w:rPr>
        <w:t>си</w:t>
      </w:r>
      <w:r>
        <w:rPr>
          <w:spacing w:val="-1"/>
          <w:sz w:val="22"/>
          <w:szCs w:val="16"/>
        </w:rPr>
        <w:t>г</w:t>
      </w:r>
      <w:r>
        <w:rPr>
          <w:spacing w:val="-4"/>
          <w:sz w:val="22"/>
          <w:szCs w:val="16"/>
        </w:rPr>
        <w:t>у</w:t>
      </w:r>
      <w:r>
        <w:rPr>
          <w:spacing w:val="1"/>
          <w:sz w:val="22"/>
          <w:szCs w:val="16"/>
        </w:rPr>
        <w:t>р</w:t>
      </w:r>
      <w:r>
        <w:rPr>
          <w:sz w:val="22"/>
          <w:szCs w:val="16"/>
        </w:rPr>
        <w:t>ит</w:t>
      </w:r>
      <w:r>
        <w:rPr>
          <w:spacing w:val="-2"/>
          <w:sz w:val="22"/>
          <w:szCs w:val="16"/>
        </w:rPr>
        <w:t>е</w:t>
      </w:r>
      <w:r>
        <w:rPr>
          <w:spacing w:val="-1"/>
          <w:sz w:val="22"/>
          <w:szCs w:val="16"/>
        </w:rPr>
        <w:t>л</w:t>
      </w:r>
      <w:r>
        <w:rPr>
          <w:sz w:val="22"/>
          <w:szCs w:val="16"/>
        </w:rPr>
        <w:t>я/д</w:t>
      </w:r>
      <w:r>
        <w:rPr>
          <w:spacing w:val="1"/>
          <w:sz w:val="22"/>
          <w:szCs w:val="16"/>
        </w:rPr>
        <w:t>р</w:t>
      </w:r>
      <w:r>
        <w:rPr>
          <w:spacing w:val="-4"/>
          <w:sz w:val="22"/>
          <w:szCs w:val="16"/>
        </w:rPr>
        <w:t>у</w:t>
      </w:r>
      <w:r>
        <w:rPr>
          <w:spacing w:val="-1"/>
          <w:sz w:val="22"/>
          <w:szCs w:val="16"/>
        </w:rPr>
        <w:t>ж</w:t>
      </w:r>
      <w:r>
        <w:rPr>
          <w:spacing w:val="-2"/>
          <w:sz w:val="22"/>
          <w:szCs w:val="16"/>
        </w:rPr>
        <w:t>е</w:t>
      </w:r>
      <w:r>
        <w:rPr>
          <w:sz w:val="22"/>
          <w:szCs w:val="16"/>
        </w:rPr>
        <w:t>с</w:t>
      </w:r>
      <w:r>
        <w:rPr>
          <w:spacing w:val="-1"/>
          <w:sz w:val="22"/>
          <w:szCs w:val="16"/>
        </w:rPr>
        <w:t>т</w:t>
      </w:r>
      <w:r>
        <w:rPr>
          <w:spacing w:val="1"/>
          <w:sz w:val="22"/>
          <w:szCs w:val="16"/>
        </w:rPr>
        <w:t>в</w:t>
      </w:r>
      <w:r>
        <w:rPr>
          <w:spacing w:val="-1"/>
          <w:sz w:val="22"/>
          <w:szCs w:val="16"/>
        </w:rPr>
        <w:t>ото ........................../................... 20....... г.</w:t>
      </w:r>
    </w:p>
    <w:p w:rsidR="0022697C" w:rsidRDefault="0022697C" w:rsidP="00C7382D">
      <w:pPr>
        <w:pStyle w:val="BodyTextIndent"/>
        <w:ind w:firstLine="0"/>
        <w:rPr>
          <w:sz w:val="22"/>
        </w:rPr>
      </w:pPr>
    </w:p>
    <w:p w:rsidR="0022697C" w:rsidRDefault="0022697C" w:rsidP="00C7382D">
      <w:pPr>
        <w:pStyle w:val="BodyTextIndent"/>
        <w:ind w:firstLine="0"/>
        <w:rPr>
          <w:sz w:val="22"/>
        </w:rPr>
      </w:pPr>
    </w:p>
    <w:p w:rsidR="0022697C" w:rsidRDefault="0022697C" w:rsidP="00C7382D">
      <w:pPr>
        <w:pStyle w:val="BodyTextIndent"/>
        <w:ind w:firstLine="0"/>
        <w:rPr>
          <w:sz w:val="22"/>
        </w:rPr>
      </w:pPr>
    </w:p>
    <w:p w:rsidR="0022697C" w:rsidRDefault="0022697C" w:rsidP="00C7382D">
      <w:pPr>
        <w:pStyle w:val="BodyTextIndent"/>
        <w:ind w:firstLine="0"/>
        <w:rPr>
          <w:sz w:val="22"/>
        </w:rPr>
      </w:pPr>
      <w:r>
        <w:rPr>
          <w:sz w:val="22"/>
        </w:rPr>
        <w:t>Дата .......................................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......................................................................</w:t>
      </w:r>
    </w:p>
    <w:p w:rsidR="0022697C" w:rsidRDefault="0022697C" w:rsidP="00C7382D">
      <w:pPr>
        <w:pStyle w:val="Header"/>
        <w:tabs>
          <w:tab w:val="left" w:pos="720"/>
        </w:tabs>
        <w:rPr>
          <w:i/>
          <w:iCs/>
          <w:sz w:val="22"/>
          <w:lang w:val="bg-BG"/>
        </w:rPr>
      </w:pPr>
      <w:r>
        <w:rPr>
          <w:sz w:val="22"/>
          <w:lang w:val="bg-BG"/>
        </w:rPr>
        <w:t>гр. (с.) ....................................</w:t>
      </w:r>
      <w:r>
        <w:rPr>
          <w:sz w:val="22"/>
          <w:lang w:val="bg-BG"/>
        </w:rPr>
        <w:tab/>
      </w:r>
      <w:r>
        <w:rPr>
          <w:sz w:val="22"/>
          <w:lang w:val="bg-BG"/>
        </w:rPr>
        <w:tab/>
        <w:t xml:space="preserve">                             </w:t>
      </w:r>
      <w:r>
        <w:rPr>
          <w:i/>
          <w:iCs/>
          <w:sz w:val="22"/>
          <w:lang w:val="bg-BG"/>
        </w:rPr>
        <w:t>(име, фамилия, подпис и печат)</w:t>
      </w:r>
    </w:p>
    <w:p w:rsidR="0022697C" w:rsidRDefault="0022697C" w:rsidP="00C7382D">
      <w:pPr>
        <w:pStyle w:val="BodyText"/>
        <w:ind w:firstLine="810"/>
      </w:pPr>
    </w:p>
    <w:p w:rsidR="0022697C" w:rsidRDefault="0022697C" w:rsidP="00C7382D">
      <w:pPr>
        <w:pStyle w:val="BodyText"/>
        <w:ind w:firstLine="810"/>
        <w:rPr>
          <w:b/>
          <w:bCs/>
        </w:rPr>
      </w:pPr>
    </w:p>
    <w:p w:rsidR="0022697C" w:rsidRDefault="0022697C" w:rsidP="00C7382D">
      <w:pPr>
        <w:pStyle w:val="BodyText"/>
        <w:ind w:firstLine="810"/>
      </w:pPr>
      <w:r>
        <w:rPr>
          <w:b/>
          <w:bCs/>
        </w:rPr>
        <w:t>§ 19.</w:t>
      </w:r>
      <w:r>
        <w:t xml:space="preserve"> Създава се Приложение № 16 към чл. 21а:</w:t>
      </w:r>
    </w:p>
    <w:p w:rsidR="0022697C" w:rsidRDefault="0022697C" w:rsidP="00C7382D">
      <w:pPr>
        <w:pStyle w:val="Heading7"/>
        <w:ind w:left="0" w:firstLine="0"/>
        <w:jc w:val="right"/>
        <w:rPr>
          <w:b w:val="0"/>
          <w:bCs w:val="0"/>
        </w:rPr>
      </w:pPr>
      <w:r>
        <w:rPr>
          <w:b w:val="0"/>
          <w:bCs w:val="0"/>
          <w:sz w:val="20"/>
        </w:rPr>
        <w:t>Приложение № 16 към чл. 21а</w:t>
      </w:r>
    </w:p>
    <w:p w:rsidR="0022697C" w:rsidRDefault="0022697C" w:rsidP="00C7382D">
      <w:pPr>
        <w:pStyle w:val="Heading7"/>
        <w:ind w:left="0" w:firstLine="0"/>
        <w:rPr>
          <w:b w:val="0"/>
        </w:rPr>
      </w:pPr>
    </w:p>
    <w:p w:rsidR="0022697C" w:rsidRDefault="0022697C" w:rsidP="00C7382D">
      <w:pPr>
        <w:pStyle w:val="Heading7"/>
        <w:ind w:left="0" w:firstLine="0"/>
        <w:rPr>
          <w:b w:val="0"/>
        </w:rPr>
      </w:pPr>
      <w:r>
        <w:rPr>
          <w:b w:val="0"/>
        </w:rPr>
        <w:t>Вх. № .............................../ ..............20... г.</w:t>
      </w:r>
    </w:p>
    <w:p w:rsidR="0022697C" w:rsidRDefault="0022697C" w:rsidP="00C7382D">
      <w:pPr>
        <w:pStyle w:val="BodyTextIndent"/>
        <w:ind w:firstLine="0"/>
      </w:pPr>
    </w:p>
    <w:p w:rsidR="0022697C" w:rsidRDefault="0022697C" w:rsidP="00C7382D">
      <w:pPr>
        <w:pStyle w:val="BodyTextIndent"/>
        <w:ind w:firstLine="0"/>
      </w:pPr>
    </w:p>
    <w:p w:rsidR="0022697C" w:rsidRDefault="0022697C" w:rsidP="00C7382D">
      <w:pPr>
        <w:pStyle w:val="Heading7"/>
        <w:ind w:left="0" w:right="-900" w:firstLine="3600"/>
        <w:rPr>
          <w:bCs w:val="0"/>
        </w:rPr>
      </w:pPr>
      <w:r>
        <w:rPr>
          <w:bCs w:val="0"/>
        </w:rPr>
        <w:t>ДО</w:t>
      </w:r>
    </w:p>
    <w:p w:rsidR="0022697C" w:rsidRDefault="0022697C" w:rsidP="00C7382D">
      <w:pPr>
        <w:pStyle w:val="BodyTextIndent"/>
        <w:ind w:right="-900" w:firstLine="3600"/>
        <w:rPr>
          <w:b/>
        </w:rPr>
      </w:pPr>
      <w:r>
        <w:rPr>
          <w:b/>
        </w:rPr>
        <w:t>ДИРЕКТОРА НА ТЕРИТОРИАЛНО ПОДЕЛЕНИЕ</w:t>
      </w:r>
    </w:p>
    <w:p w:rsidR="0022697C" w:rsidRDefault="0022697C" w:rsidP="00C7382D">
      <w:pPr>
        <w:pStyle w:val="BodyTextIndent"/>
        <w:ind w:right="-900" w:firstLine="3600"/>
        <w:rPr>
          <w:b/>
        </w:rPr>
      </w:pPr>
      <w:r>
        <w:rPr>
          <w:b/>
        </w:rPr>
        <w:t>НА НАЦИОНАЛНИЯ ОСИГУРИТЕЛЕН ИНСТИТУТ</w:t>
      </w:r>
    </w:p>
    <w:p w:rsidR="0022697C" w:rsidRDefault="0022697C" w:rsidP="00C7382D">
      <w:pPr>
        <w:pStyle w:val="BodyTextIndent"/>
        <w:ind w:right="-900" w:firstLine="3600"/>
        <w:rPr>
          <w:rFonts w:eastAsia="Arial Unicode MS"/>
          <w:b/>
          <w:bCs/>
        </w:rPr>
      </w:pPr>
      <w:r>
        <w:rPr>
          <w:b/>
          <w:bCs/>
        </w:rPr>
        <w:t>ГР. …………………………………………………….</w:t>
      </w:r>
    </w:p>
    <w:p w:rsidR="0022697C" w:rsidRDefault="0022697C" w:rsidP="00C7382D">
      <w:pPr>
        <w:pStyle w:val="BodyTextIndent"/>
        <w:ind w:firstLine="0"/>
        <w:rPr>
          <w:bCs/>
        </w:rPr>
      </w:pPr>
    </w:p>
    <w:p w:rsidR="0022697C" w:rsidRDefault="0022697C" w:rsidP="00C7382D">
      <w:pPr>
        <w:pStyle w:val="Heading3"/>
        <w:ind w:firstLine="0"/>
        <w:jc w:val="center"/>
        <w:rPr>
          <w:b/>
          <w:bCs/>
          <w:sz w:val="24"/>
        </w:rPr>
      </w:pPr>
    </w:p>
    <w:p w:rsidR="0022697C" w:rsidRDefault="0022697C" w:rsidP="00C7382D">
      <w:pPr>
        <w:pStyle w:val="Heading3"/>
        <w:ind w:left="360" w:right="180"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ЗАЯВЛЕНИЕ-ДЕКЛАРАЦИЯ</w:t>
      </w:r>
    </w:p>
    <w:p w:rsidR="0022697C" w:rsidRDefault="0022697C" w:rsidP="00C7382D">
      <w:pPr>
        <w:ind w:left="360" w:right="180"/>
        <w:jc w:val="center"/>
        <w:rPr>
          <w:b/>
          <w:bCs/>
          <w:lang w:val="bg-BG"/>
        </w:rPr>
      </w:pPr>
      <w:r>
        <w:rPr>
          <w:b/>
          <w:bCs/>
          <w:lang w:val="bg-BG"/>
        </w:rPr>
        <w:t>за</w:t>
      </w:r>
    </w:p>
    <w:p w:rsidR="0022697C" w:rsidRDefault="0022697C" w:rsidP="00C7382D">
      <w:pPr>
        <w:ind w:left="360" w:right="180"/>
        <w:jc w:val="center"/>
        <w:rPr>
          <w:b/>
          <w:bCs/>
          <w:lang w:val="bg-BG"/>
        </w:rPr>
      </w:pPr>
      <w:r>
        <w:rPr>
          <w:b/>
          <w:bCs/>
          <w:lang w:val="bg-BG"/>
        </w:rPr>
        <w:t>изплащане на неполучени парични обезщетения и помощи при смърт на осигурено лице</w:t>
      </w:r>
    </w:p>
    <w:p w:rsidR="0022697C" w:rsidRDefault="0022697C" w:rsidP="00C7382D">
      <w:pPr>
        <w:ind w:left="360" w:right="180"/>
        <w:jc w:val="center"/>
        <w:rPr>
          <w:b/>
          <w:bCs/>
          <w:lang w:val="bg-BG"/>
        </w:rPr>
      </w:pPr>
    </w:p>
    <w:p w:rsidR="0022697C" w:rsidRDefault="0022697C" w:rsidP="00C7382D">
      <w:pPr>
        <w:ind w:left="360" w:right="180"/>
        <w:jc w:val="center"/>
        <w:rPr>
          <w:b/>
          <w:sz w:val="12"/>
          <w:lang w:val="bg-BG"/>
        </w:rPr>
      </w:pPr>
    </w:p>
    <w:p w:rsidR="0022697C" w:rsidRDefault="0022697C" w:rsidP="00C7382D">
      <w:pPr>
        <w:ind w:left="360" w:right="180"/>
        <w:jc w:val="center"/>
        <w:rPr>
          <w:b/>
          <w:sz w:val="12"/>
          <w:lang w:val="bg-BG"/>
        </w:rPr>
      </w:pPr>
    </w:p>
    <w:p w:rsidR="0022697C" w:rsidRDefault="0022697C" w:rsidP="00C7382D">
      <w:pPr>
        <w:pStyle w:val="Heading1"/>
        <w:tabs>
          <w:tab w:val="clear" w:pos="0"/>
        </w:tabs>
        <w:spacing w:before="0"/>
        <w:ind w:right="180" w:firstLine="360"/>
        <w:jc w:val="left"/>
        <w:rPr>
          <w:b w:val="0"/>
          <w:bCs w:val="0"/>
          <w:sz w:val="22"/>
        </w:rPr>
      </w:pPr>
      <w:r>
        <w:rPr>
          <w:b w:val="0"/>
          <w:bCs w:val="0"/>
          <w:sz w:val="22"/>
        </w:rPr>
        <w:t>От .........................................................................................................................................................</w:t>
      </w:r>
    </w:p>
    <w:p w:rsidR="0022697C" w:rsidRDefault="0022697C" w:rsidP="00C7382D">
      <w:pPr>
        <w:ind w:right="180" w:firstLine="360"/>
        <w:jc w:val="center"/>
        <w:rPr>
          <w:i/>
          <w:iCs/>
          <w:sz w:val="16"/>
          <w:lang w:val="bg-BG"/>
        </w:rPr>
      </w:pPr>
      <w:r>
        <w:rPr>
          <w:i/>
          <w:iCs/>
          <w:sz w:val="16"/>
          <w:lang w:val="bg-BG"/>
        </w:rPr>
        <w:t>(име, презиме и фамилия на лицето)</w:t>
      </w:r>
    </w:p>
    <w:p w:rsidR="0022697C" w:rsidRDefault="0022697C" w:rsidP="00C7382D">
      <w:pPr>
        <w:pStyle w:val="Heading1"/>
        <w:spacing w:before="0"/>
        <w:ind w:right="180" w:firstLine="360"/>
        <w:jc w:val="left"/>
        <w:rPr>
          <w:b w:val="0"/>
          <w:bCs w:val="0"/>
          <w:sz w:val="22"/>
        </w:rPr>
      </w:pPr>
      <w:r>
        <w:rPr>
          <w:b w:val="0"/>
          <w:bCs w:val="0"/>
          <w:sz w:val="22"/>
        </w:rPr>
        <w:t>ЕГН/ЛНЧ ...........................................................,</w:t>
      </w:r>
    </w:p>
    <w:p w:rsidR="0022697C" w:rsidRDefault="0022697C" w:rsidP="00C7382D">
      <w:pPr>
        <w:ind w:left="360" w:right="180"/>
        <w:jc w:val="both"/>
        <w:rPr>
          <w:sz w:val="22"/>
          <w:lang w:val="bg-BG"/>
        </w:rPr>
      </w:pPr>
      <w:r>
        <w:rPr>
          <w:sz w:val="22"/>
          <w:lang w:val="bg-BG"/>
        </w:rPr>
        <w:t>постоянен/настоящ адрес ...........................................................................………......................</w:t>
      </w:r>
    </w:p>
    <w:p w:rsidR="0022697C" w:rsidRDefault="0022697C" w:rsidP="00C7382D">
      <w:pPr>
        <w:ind w:left="2880" w:right="180" w:firstLine="720"/>
        <w:rPr>
          <w:i/>
          <w:sz w:val="16"/>
          <w:lang w:val="bg-BG"/>
        </w:rPr>
      </w:pPr>
      <w:r>
        <w:rPr>
          <w:i/>
          <w:iCs/>
          <w:sz w:val="16"/>
          <w:lang w:val="bg-BG"/>
        </w:rPr>
        <w:t>(вписва се адресът, по който се подават документите)</w:t>
      </w:r>
    </w:p>
    <w:p w:rsidR="0022697C" w:rsidRDefault="0022697C" w:rsidP="00C7382D">
      <w:pPr>
        <w:pStyle w:val="Heading1"/>
        <w:spacing w:before="0"/>
        <w:ind w:right="180" w:firstLine="360"/>
        <w:jc w:val="left"/>
        <w:rPr>
          <w:b w:val="0"/>
          <w:bCs w:val="0"/>
          <w:sz w:val="22"/>
        </w:rPr>
      </w:pPr>
      <w:r>
        <w:rPr>
          <w:b w:val="0"/>
          <w:bCs w:val="0"/>
          <w:sz w:val="22"/>
        </w:rPr>
        <w:t>адрес за кореспонденция ...................................................................................................................</w:t>
      </w:r>
    </w:p>
    <w:p w:rsidR="0022697C" w:rsidRDefault="0022697C" w:rsidP="00C7382D">
      <w:pPr>
        <w:pStyle w:val="Heading1"/>
        <w:spacing w:before="0"/>
        <w:ind w:left="1440" w:right="180"/>
        <w:rPr>
          <w:b w:val="0"/>
          <w:bCs w:val="0"/>
          <w:i/>
          <w:iCs/>
          <w:sz w:val="16"/>
        </w:rPr>
      </w:pPr>
      <w:r>
        <w:rPr>
          <w:b w:val="0"/>
          <w:bCs w:val="0"/>
          <w:i/>
          <w:iCs/>
          <w:sz w:val="16"/>
        </w:rPr>
        <w:t>(град/село, ПК, община, област, улица, №, ж.к., бл., ет., ап.)</w:t>
      </w:r>
    </w:p>
    <w:p w:rsidR="0022697C" w:rsidRDefault="0022697C" w:rsidP="00C7382D">
      <w:pPr>
        <w:ind w:left="360" w:right="180"/>
        <w:rPr>
          <w:sz w:val="22"/>
          <w:lang w:val="bg-BG"/>
        </w:rPr>
      </w:pPr>
      <w:r>
        <w:rPr>
          <w:sz w:val="22"/>
          <w:lang w:val="bg-BG"/>
        </w:rPr>
        <w:t>телефон,</w:t>
      </w:r>
      <w:r>
        <w:rPr>
          <w:color w:val="FF0000"/>
          <w:sz w:val="22"/>
          <w:lang w:val="bg-BG"/>
        </w:rPr>
        <w:t xml:space="preserve"> </w:t>
      </w:r>
      <w:r>
        <w:rPr>
          <w:sz w:val="22"/>
          <w:lang w:val="bg-BG"/>
        </w:rPr>
        <w:t>мобилен телефон, електронен адрес в интернет........................................................</w:t>
      </w:r>
    </w:p>
    <w:p w:rsidR="0022697C" w:rsidRDefault="0022697C" w:rsidP="00C7382D">
      <w:pPr>
        <w:ind w:left="360" w:right="180"/>
        <w:rPr>
          <w:sz w:val="22"/>
          <w:lang w:val="bg-BG"/>
        </w:rPr>
      </w:pPr>
      <w:r>
        <w:rPr>
          <w:sz w:val="22"/>
          <w:lang w:val="bg-BG"/>
        </w:rPr>
        <w:t>………………………………………………………………………………………………….....</w:t>
      </w:r>
    </w:p>
    <w:p w:rsidR="0022697C" w:rsidRDefault="0022697C" w:rsidP="00C7382D">
      <w:pPr>
        <w:ind w:left="360" w:right="180" w:firstLine="720"/>
        <w:jc w:val="both"/>
        <w:rPr>
          <w:b/>
          <w:sz w:val="22"/>
          <w:lang w:val="bg-BG"/>
        </w:rPr>
      </w:pPr>
    </w:p>
    <w:p w:rsidR="0022697C" w:rsidRDefault="0022697C" w:rsidP="00C7382D">
      <w:pPr>
        <w:ind w:right="180" w:firstLine="720"/>
        <w:jc w:val="both"/>
        <w:rPr>
          <w:sz w:val="22"/>
          <w:lang w:val="bg-BG"/>
        </w:rPr>
      </w:pPr>
      <w:r>
        <w:rPr>
          <w:b/>
          <w:sz w:val="22"/>
          <w:lang w:val="bg-BG"/>
        </w:rPr>
        <w:t>ГОСПОДИН (ГОСПОЖО) ДИРЕКТОР</w:t>
      </w:r>
      <w:r>
        <w:rPr>
          <w:sz w:val="22"/>
          <w:lang w:val="bg-BG"/>
        </w:rPr>
        <w:t>,</w:t>
      </w:r>
    </w:p>
    <w:p w:rsidR="0022697C" w:rsidRDefault="0022697C" w:rsidP="00C7382D">
      <w:pPr>
        <w:ind w:right="180" w:firstLine="720"/>
        <w:jc w:val="both"/>
        <w:rPr>
          <w:sz w:val="22"/>
          <w:lang w:val="bg-BG"/>
        </w:rPr>
      </w:pPr>
      <w:r>
        <w:rPr>
          <w:sz w:val="22"/>
          <w:lang w:val="bg-BG"/>
        </w:rPr>
        <w:t>Моля в качеството ми на:</w:t>
      </w:r>
    </w:p>
    <w:p w:rsidR="0022697C" w:rsidRDefault="0022697C" w:rsidP="00C7382D">
      <w:pPr>
        <w:ind w:right="180" w:firstLine="720"/>
        <w:jc w:val="both"/>
        <w:rPr>
          <w:sz w:val="22"/>
          <w:lang w:val="bg-BG"/>
        </w:rPr>
      </w:pPr>
      <w:r>
        <w:rPr>
          <w:sz w:val="22"/>
          <w:lang w:val="bg-BG"/>
        </w:rPr>
        <w:t>1.Наследник на .......................................................................................................................</w:t>
      </w:r>
    </w:p>
    <w:p w:rsidR="0022697C" w:rsidRDefault="0022697C" w:rsidP="00C7382D">
      <w:pPr>
        <w:ind w:left="360" w:right="180" w:firstLine="540"/>
        <w:jc w:val="both"/>
        <w:rPr>
          <w:i/>
          <w:iCs/>
          <w:sz w:val="16"/>
          <w:szCs w:val="20"/>
          <w:lang w:val="bg-BG"/>
        </w:rPr>
      </w:pPr>
      <w:r>
        <w:rPr>
          <w:sz w:val="16"/>
          <w:szCs w:val="20"/>
          <w:lang w:val="bg-BG"/>
        </w:rPr>
        <w:t xml:space="preserve">                                                                                               </w:t>
      </w:r>
      <w:r>
        <w:rPr>
          <w:i/>
          <w:iCs/>
          <w:sz w:val="16"/>
          <w:szCs w:val="20"/>
          <w:lang w:val="bg-BG"/>
        </w:rPr>
        <w:t xml:space="preserve">(име, презиме, фамилия на починалото лице) </w:t>
      </w:r>
    </w:p>
    <w:p w:rsidR="0022697C" w:rsidRDefault="0022697C" w:rsidP="00C7382D">
      <w:pPr>
        <w:ind w:left="360" w:right="180"/>
        <w:jc w:val="both"/>
        <w:rPr>
          <w:sz w:val="22"/>
          <w:lang w:val="bg-BG"/>
        </w:rPr>
      </w:pPr>
      <w:r>
        <w:rPr>
          <w:sz w:val="22"/>
          <w:lang w:val="bg-BG"/>
        </w:rPr>
        <w:t xml:space="preserve">ЕГН/ЛНЧ ....................................., </w:t>
      </w:r>
      <w:r>
        <w:rPr>
          <w:sz w:val="16"/>
          <w:szCs w:val="20"/>
          <w:lang w:val="bg-BG"/>
        </w:rPr>
        <w:t xml:space="preserve"> </w:t>
      </w:r>
      <w:r>
        <w:rPr>
          <w:sz w:val="22"/>
          <w:szCs w:val="20"/>
          <w:lang w:val="bg-BG"/>
        </w:rPr>
        <w:t>починал на</w:t>
      </w:r>
      <w:r>
        <w:rPr>
          <w:sz w:val="22"/>
          <w:lang w:val="bg-BG"/>
        </w:rPr>
        <w:t xml:space="preserve">..............20..... г. </w:t>
      </w:r>
    </w:p>
    <w:p w:rsidR="0022697C" w:rsidRDefault="0022697C" w:rsidP="00C7382D">
      <w:pPr>
        <w:ind w:left="360" w:right="180" w:firstLine="360"/>
        <w:jc w:val="both"/>
        <w:rPr>
          <w:sz w:val="22"/>
          <w:lang w:val="bg-BG"/>
        </w:rPr>
      </w:pPr>
      <w:r>
        <w:rPr>
          <w:sz w:val="22"/>
          <w:szCs w:val="20"/>
          <w:lang w:val="bg-BG"/>
        </w:rPr>
        <w:t>2.З</w:t>
      </w:r>
      <w:r>
        <w:rPr>
          <w:sz w:val="22"/>
          <w:lang w:val="bg-BG"/>
        </w:rPr>
        <w:t xml:space="preserve">аконен представител на...................................................................................................., </w:t>
      </w:r>
    </w:p>
    <w:p w:rsidR="0022697C" w:rsidRDefault="0022697C" w:rsidP="00C7382D">
      <w:pPr>
        <w:ind w:left="3960" w:right="180" w:firstLine="360"/>
        <w:jc w:val="both"/>
        <w:rPr>
          <w:i/>
          <w:iCs/>
          <w:sz w:val="16"/>
          <w:lang w:val="bg-BG"/>
        </w:rPr>
      </w:pPr>
      <w:r>
        <w:rPr>
          <w:i/>
          <w:iCs/>
          <w:sz w:val="16"/>
          <w:lang w:val="bg-BG"/>
        </w:rPr>
        <w:t>(име, презиме, фамилия на детето)</w:t>
      </w:r>
    </w:p>
    <w:p w:rsidR="0022697C" w:rsidRDefault="0022697C" w:rsidP="00C7382D">
      <w:pPr>
        <w:ind w:right="180" w:firstLine="360"/>
        <w:jc w:val="both"/>
        <w:rPr>
          <w:sz w:val="22"/>
          <w:lang w:val="bg-BG"/>
        </w:rPr>
      </w:pPr>
      <w:r>
        <w:rPr>
          <w:sz w:val="22"/>
          <w:lang w:val="bg-BG"/>
        </w:rPr>
        <w:t>ЕГН/ЛНЧ ............................., наследник на ................................................................................,</w:t>
      </w:r>
      <w:r>
        <w:rPr>
          <w:sz w:val="22"/>
          <w:lang w:val="bg-BG"/>
        </w:rPr>
        <w:tab/>
      </w:r>
      <w:r>
        <w:rPr>
          <w:sz w:val="22"/>
          <w:lang w:val="bg-BG"/>
        </w:rPr>
        <w:tab/>
      </w:r>
      <w:r>
        <w:rPr>
          <w:sz w:val="22"/>
          <w:lang w:val="bg-BG"/>
        </w:rPr>
        <w:tab/>
      </w:r>
      <w:r>
        <w:rPr>
          <w:sz w:val="22"/>
          <w:lang w:val="bg-BG"/>
        </w:rPr>
        <w:tab/>
      </w:r>
      <w:r>
        <w:rPr>
          <w:sz w:val="22"/>
          <w:lang w:val="bg-BG"/>
        </w:rPr>
        <w:tab/>
      </w:r>
      <w:r>
        <w:rPr>
          <w:sz w:val="22"/>
          <w:lang w:val="bg-BG"/>
        </w:rPr>
        <w:tab/>
      </w:r>
      <w:r>
        <w:rPr>
          <w:sz w:val="22"/>
          <w:lang w:val="bg-BG"/>
        </w:rPr>
        <w:tab/>
      </w:r>
      <w:r>
        <w:rPr>
          <w:i/>
          <w:iCs/>
          <w:sz w:val="16"/>
          <w:szCs w:val="20"/>
          <w:lang w:val="bg-BG"/>
        </w:rPr>
        <w:t>(име, презиме, фамилия на починалото лице)</w:t>
      </w:r>
    </w:p>
    <w:p w:rsidR="0022697C" w:rsidRDefault="0022697C" w:rsidP="00C7382D">
      <w:pPr>
        <w:ind w:left="360" w:right="180"/>
        <w:jc w:val="both"/>
        <w:rPr>
          <w:sz w:val="22"/>
          <w:lang w:val="bg-BG"/>
        </w:rPr>
      </w:pPr>
      <w:r>
        <w:rPr>
          <w:sz w:val="22"/>
          <w:lang w:val="bg-BG"/>
        </w:rPr>
        <w:t>ЕГН/ЛНЧ........................................., починал на............20..... г.</w:t>
      </w:r>
    </w:p>
    <w:p w:rsidR="0022697C" w:rsidRDefault="0022697C" w:rsidP="00C7382D">
      <w:pPr>
        <w:ind w:left="360" w:right="180"/>
        <w:jc w:val="both"/>
        <w:rPr>
          <w:sz w:val="22"/>
          <w:szCs w:val="20"/>
          <w:lang w:val="bg-BG"/>
        </w:rPr>
      </w:pPr>
      <w:r>
        <w:rPr>
          <w:sz w:val="22"/>
          <w:lang w:val="bg-BG"/>
        </w:rPr>
        <w:t>да ми бъде изплатена полагащата се сума, представляваща неполучено</w:t>
      </w:r>
      <w:r>
        <w:rPr>
          <w:sz w:val="16"/>
          <w:szCs w:val="20"/>
          <w:lang w:val="bg-BG"/>
        </w:rPr>
        <w:t xml:space="preserve"> </w:t>
      </w:r>
      <w:r>
        <w:rPr>
          <w:sz w:val="22"/>
          <w:szCs w:val="20"/>
          <w:lang w:val="bg-BG"/>
        </w:rPr>
        <w:t xml:space="preserve">парично обезщетение и/или парична помощ за </w:t>
      </w:r>
    </w:p>
    <w:p w:rsidR="0022697C" w:rsidRDefault="0022697C" w:rsidP="00C7382D">
      <w:pPr>
        <w:ind w:left="360" w:right="180"/>
        <w:jc w:val="both"/>
        <w:rPr>
          <w:sz w:val="22"/>
          <w:lang w:val="bg-BG"/>
        </w:rPr>
      </w:pPr>
      <w:r>
        <w:rPr>
          <w:sz w:val="22"/>
          <w:szCs w:val="20"/>
          <w:lang w:val="bg-BG"/>
        </w:rPr>
        <w:t>.........................................................................................................................................................</w:t>
      </w:r>
    </w:p>
    <w:p w:rsidR="0022697C" w:rsidRDefault="0022697C" w:rsidP="00C7382D">
      <w:pPr>
        <w:pStyle w:val="BodyTextIndent2"/>
        <w:ind w:left="-900" w:right="-180"/>
        <w:jc w:val="center"/>
        <w:rPr>
          <w:i/>
          <w:iCs/>
          <w:vertAlign w:val="superscript"/>
        </w:rPr>
      </w:pPr>
      <w:r>
        <w:rPr>
          <w:vertAlign w:val="superscript"/>
        </w:rPr>
        <w:t>(</w:t>
      </w:r>
      <w:r>
        <w:rPr>
          <w:i/>
          <w:iCs/>
          <w:vertAlign w:val="superscript"/>
        </w:rPr>
        <w:t xml:space="preserve">временна неработоспособност/трудоустрояване/бременност и раждане/осиновяване на дете от 2- до 5-годишна </w:t>
      </w:r>
    </w:p>
    <w:p w:rsidR="0022697C" w:rsidRDefault="0022697C" w:rsidP="00C7382D">
      <w:pPr>
        <w:pStyle w:val="BodyTextIndent2"/>
        <w:ind w:left="-900" w:right="-180"/>
        <w:jc w:val="center"/>
      </w:pPr>
      <w:r>
        <w:rPr>
          <w:i/>
          <w:iCs/>
          <w:vertAlign w:val="superscript"/>
        </w:rPr>
        <w:t>възраст/отглеждане на малко дете/парична помощ за инвалидност поради общо заболяване</w:t>
      </w:r>
      <w:r>
        <w:rPr>
          <w:vertAlign w:val="superscript"/>
        </w:rPr>
        <w:t>)</w:t>
      </w:r>
    </w:p>
    <w:p w:rsidR="0022697C" w:rsidRDefault="0022697C" w:rsidP="00C7382D">
      <w:pPr>
        <w:pStyle w:val="BodyTextIndent"/>
        <w:spacing w:before="0" w:line="240" w:lineRule="auto"/>
        <w:ind w:right="180"/>
        <w:rPr>
          <w:sz w:val="22"/>
        </w:rPr>
      </w:pPr>
      <w:r>
        <w:rPr>
          <w:i/>
          <w:iCs/>
          <w:sz w:val="22"/>
        </w:rPr>
        <w:t>Забележка:</w:t>
      </w:r>
      <w:r>
        <w:rPr>
          <w:sz w:val="22"/>
        </w:rPr>
        <w:t xml:space="preserve"> Където е необходимо, се попълват съответните данни.</w:t>
      </w:r>
    </w:p>
    <w:p w:rsidR="0022697C" w:rsidRDefault="0022697C" w:rsidP="00C7382D">
      <w:pPr>
        <w:pStyle w:val="BodyTextIndent"/>
        <w:spacing w:before="0" w:line="240" w:lineRule="auto"/>
        <w:ind w:right="180"/>
        <w:rPr>
          <w:sz w:val="22"/>
        </w:rPr>
      </w:pPr>
    </w:p>
    <w:p w:rsidR="0022697C" w:rsidRDefault="0022697C" w:rsidP="00C7382D">
      <w:pPr>
        <w:pStyle w:val="BodyTextIndent"/>
        <w:spacing w:before="0" w:line="240" w:lineRule="auto"/>
        <w:ind w:right="180" w:firstLine="720"/>
        <w:rPr>
          <w:b/>
          <w:bCs/>
          <w:sz w:val="22"/>
        </w:rPr>
      </w:pPr>
      <w:r>
        <w:rPr>
          <w:b/>
          <w:bCs/>
          <w:sz w:val="22"/>
        </w:rPr>
        <w:t>Прилагам следните документи:</w:t>
      </w:r>
    </w:p>
    <w:p w:rsidR="0022697C" w:rsidRDefault="0022697C" w:rsidP="00C7382D">
      <w:pPr>
        <w:ind w:right="180" w:firstLine="720"/>
        <w:jc w:val="both"/>
        <w:rPr>
          <w:sz w:val="22"/>
          <w:lang w:val="bg-BG"/>
        </w:rPr>
      </w:pPr>
      <w:r>
        <w:rPr>
          <w:sz w:val="22"/>
          <w:lang w:val="bg-BG"/>
        </w:rPr>
        <w:t>1. Документ за самоличност (за справка).</w:t>
      </w:r>
    </w:p>
    <w:p w:rsidR="0022697C" w:rsidRDefault="0022697C" w:rsidP="00C7382D">
      <w:pPr>
        <w:ind w:left="360" w:right="180" w:firstLine="360"/>
        <w:jc w:val="both"/>
        <w:rPr>
          <w:iCs/>
          <w:sz w:val="22"/>
          <w:szCs w:val="20"/>
          <w:lang w:val="bg-BG"/>
        </w:rPr>
      </w:pPr>
      <w:r>
        <w:rPr>
          <w:sz w:val="22"/>
          <w:lang w:val="bg-BG"/>
        </w:rPr>
        <w:t xml:space="preserve">2. Оригинал на удостоверение за наследници </w:t>
      </w:r>
      <w:r>
        <w:rPr>
          <w:iCs/>
          <w:sz w:val="22"/>
          <w:lang w:val="bg-BG"/>
        </w:rPr>
        <w:t>№ ............. от .........20....г. (представя се поне от един от наследниците).</w:t>
      </w:r>
    </w:p>
    <w:p w:rsidR="0022697C" w:rsidRDefault="0022697C" w:rsidP="00C7382D">
      <w:pPr>
        <w:ind w:left="360" w:right="180" w:firstLine="360"/>
        <w:jc w:val="both"/>
        <w:rPr>
          <w:sz w:val="22"/>
          <w:lang w:val="bg-BG"/>
        </w:rPr>
      </w:pPr>
      <w:r>
        <w:rPr>
          <w:sz w:val="22"/>
          <w:lang w:val="bg-BG"/>
        </w:rPr>
        <w:t>3. Декларация за изплащане на паричното обезщетение и/или помощ – приложение № 7 към чл. 8 от наредбата.</w:t>
      </w:r>
    </w:p>
    <w:p w:rsidR="0022697C" w:rsidRDefault="0022697C" w:rsidP="00C7382D">
      <w:pPr>
        <w:ind w:right="180" w:firstLine="720"/>
        <w:jc w:val="both"/>
        <w:rPr>
          <w:sz w:val="22"/>
          <w:lang w:val="bg-BG"/>
        </w:rPr>
      </w:pPr>
      <w:r>
        <w:rPr>
          <w:sz w:val="22"/>
          <w:lang w:val="bg-BG"/>
        </w:rPr>
        <w:t>4. Други ..........................................................................................................................</w:t>
      </w:r>
    </w:p>
    <w:p w:rsidR="0022697C" w:rsidRDefault="0022697C" w:rsidP="00C7382D">
      <w:pPr>
        <w:pStyle w:val="BodyTextIndent"/>
        <w:spacing w:before="0" w:line="240" w:lineRule="auto"/>
        <w:ind w:left="360" w:right="180" w:firstLine="0"/>
        <w:rPr>
          <w:sz w:val="16"/>
          <w:szCs w:val="16"/>
        </w:rPr>
      </w:pPr>
    </w:p>
    <w:p w:rsidR="0022697C" w:rsidRDefault="0022697C" w:rsidP="00C7382D">
      <w:pPr>
        <w:pStyle w:val="BodyTextIndent"/>
        <w:spacing w:before="0" w:line="240" w:lineRule="auto"/>
        <w:ind w:left="360" w:right="180" w:firstLine="360"/>
        <w:rPr>
          <w:sz w:val="22"/>
        </w:rPr>
      </w:pPr>
      <w:r>
        <w:rPr>
          <w:i/>
          <w:iCs/>
          <w:sz w:val="22"/>
        </w:rPr>
        <w:t>Забележка:</w:t>
      </w:r>
      <w:r>
        <w:rPr>
          <w:sz w:val="22"/>
        </w:rPr>
        <w:t xml:space="preserve"> С ограждане на съответната цифра се отбелязва кои от изброените документи са приложени.</w:t>
      </w:r>
    </w:p>
    <w:p w:rsidR="0022697C" w:rsidRDefault="0022697C" w:rsidP="00C7382D">
      <w:pPr>
        <w:pStyle w:val="BodyTextIndent"/>
        <w:spacing w:before="0" w:line="240" w:lineRule="auto"/>
        <w:ind w:left="360" w:right="180" w:firstLine="720"/>
        <w:rPr>
          <w:b/>
          <w:bCs/>
          <w:sz w:val="22"/>
        </w:rPr>
      </w:pPr>
    </w:p>
    <w:p w:rsidR="0022697C" w:rsidRDefault="0022697C" w:rsidP="00C7382D">
      <w:pPr>
        <w:pStyle w:val="BodyTextIndent"/>
        <w:spacing w:before="0" w:line="240" w:lineRule="auto"/>
        <w:ind w:left="360" w:right="180" w:firstLine="360"/>
        <w:rPr>
          <w:b/>
          <w:bCs/>
          <w:sz w:val="22"/>
        </w:rPr>
      </w:pPr>
      <w:r>
        <w:rPr>
          <w:b/>
          <w:bCs/>
          <w:sz w:val="22"/>
        </w:rPr>
        <w:t>ИЗВЕСТНО МИ Е, ЧЕ:</w:t>
      </w:r>
    </w:p>
    <w:p w:rsidR="0022697C" w:rsidRDefault="0022697C" w:rsidP="00C7382D">
      <w:pPr>
        <w:pStyle w:val="BodyTextIndent"/>
        <w:spacing w:before="0" w:line="240" w:lineRule="auto"/>
        <w:ind w:left="360" w:right="180" w:firstLine="360"/>
        <w:rPr>
          <w:sz w:val="22"/>
        </w:rPr>
      </w:pPr>
      <w:r>
        <w:rPr>
          <w:sz w:val="22"/>
        </w:rPr>
        <w:t>В срок 3 работни дни от промяна в декларираните обстоятелства се задължавам да подам декларация за промяната. Ако не изпълня това задължение, извършвам административно нарушение, за което нося административнонаказателна отговорност по реда на чл. 349 КСО.</w:t>
      </w:r>
    </w:p>
    <w:p w:rsidR="0022697C" w:rsidRDefault="0022697C" w:rsidP="00C7382D">
      <w:pPr>
        <w:pStyle w:val="BodyTextIndent"/>
        <w:spacing w:before="0" w:line="240" w:lineRule="auto"/>
        <w:ind w:left="360" w:right="180" w:firstLine="360"/>
        <w:rPr>
          <w:sz w:val="22"/>
        </w:rPr>
      </w:pPr>
      <w:r>
        <w:rPr>
          <w:sz w:val="22"/>
        </w:rPr>
        <w:t>Следва да възстановя неправомерно полученото обезщетение и/или помощ по моя вина заедно с дължимата лихва съгласно чл. 114, ал. 1 КСО.</w:t>
      </w:r>
    </w:p>
    <w:p w:rsidR="0022697C" w:rsidRDefault="0022697C" w:rsidP="00C7382D">
      <w:pPr>
        <w:pStyle w:val="BodyTextIndent"/>
        <w:spacing w:before="0" w:line="240" w:lineRule="auto"/>
        <w:ind w:left="360" w:right="180" w:firstLine="360"/>
        <w:rPr>
          <w:sz w:val="22"/>
        </w:rPr>
      </w:pPr>
      <w:r>
        <w:rPr>
          <w:sz w:val="22"/>
        </w:rPr>
        <w:t>Декларирам, че не съм направил/а отказ от наследство по реда на Закона за наследството.</w:t>
      </w:r>
    </w:p>
    <w:p w:rsidR="0022697C" w:rsidRDefault="0022697C" w:rsidP="00C7382D">
      <w:pPr>
        <w:pStyle w:val="BodyTextIndent"/>
        <w:spacing w:before="0" w:line="240" w:lineRule="auto"/>
        <w:ind w:left="360" w:right="180" w:firstLine="360"/>
        <w:rPr>
          <w:sz w:val="16"/>
        </w:rPr>
      </w:pPr>
      <w:r>
        <w:rPr>
          <w:sz w:val="22"/>
        </w:rPr>
        <w:t>За деклариране</w:t>
      </w:r>
      <w:r>
        <w:rPr>
          <w:sz w:val="16"/>
        </w:rPr>
        <w:t xml:space="preserve"> </w:t>
      </w:r>
      <w:r>
        <w:rPr>
          <w:sz w:val="22"/>
        </w:rPr>
        <w:t>на неверни данни нося наказателна отговорност по чл. 313 от Наказателния кодекс.</w:t>
      </w:r>
    </w:p>
    <w:p w:rsidR="0022697C" w:rsidRDefault="0022697C" w:rsidP="00C7382D">
      <w:pPr>
        <w:pStyle w:val="BodyText"/>
        <w:tabs>
          <w:tab w:val="left" w:pos="720"/>
          <w:tab w:val="left" w:pos="900"/>
        </w:tabs>
        <w:ind w:left="360" w:right="180" w:firstLine="360"/>
        <w:rPr>
          <w:sz w:val="16"/>
        </w:rPr>
      </w:pPr>
    </w:p>
    <w:p w:rsidR="0022697C" w:rsidRDefault="0022697C" w:rsidP="00C7382D">
      <w:pPr>
        <w:ind w:left="360" w:right="180"/>
        <w:jc w:val="both"/>
        <w:rPr>
          <w:lang w:val="bg-BG"/>
        </w:rPr>
      </w:pPr>
      <w:r>
        <w:rPr>
          <w:lang w:val="bg-BG"/>
        </w:rPr>
        <w:t>Дата .........................................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Подпис на лицето,</w:t>
      </w:r>
    </w:p>
    <w:p w:rsidR="0022697C" w:rsidRDefault="0022697C" w:rsidP="00C7382D">
      <w:pPr>
        <w:pStyle w:val="Header"/>
        <w:tabs>
          <w:tab w:val="clear" w:pos="4153"/>
          <w:tab w:val="clear" w:pos="8306"/>
          <w:tab w:val="left" w:pos="0"/>
        </w:tabs>
        <w:ind w:left="360" w:right="180"/>
        <w:rPr>
          <w:sz w:val="22"/>
          <w:lang w:val="bg-BG"/>
        </w:rPr>
      </w:pPr>
      <w:r>
        <w:rPr>
          <w:sz w:val="22"/>
          <w:lang w:val="bg-BG"/>
        </w:rPr>
        <w:t>гр. /с./ ........................................</w:t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2"/>
          <w:lang w:val="bg-BG"/>
        </w:rPr>
        <w:t>което иска обезщетението</w:t>
      </w:r>
    </w:p>
    <w:p w:rsidR="0022697C" w:rsidRDefault="0022697C" w:rsidP="00C7382D">
      <w:pPr>
        <w:pStyle w:val="Header"/>
        <w:tabs>
          <w:tab w:val="clear" w:pos="4153"/>
          <w:tab w:val="clear" w:pos="8306"/>
          <w:tab w:val="left" w:pos="0"/>
        </w:tabs>
        <w:ind w:left="360" w:right="180"/>
        <w:rPr>
          <w:sz w:val="22"/>
          <w:lang w:val="bg-BG"/>
        </w:rPr>
      </w:pPr>
      <w:r>
        <w:rPr>
          <w:sz w:val="22"/>
          <w:lang w:val="bg-BG"/>
        </w:rPr>
        <w:tab/>
      </w:r>
      <w:r>
        <w:rPr>
          <w:sz w:val="22"/>
          <w:lang w:val="bg-BG"/>
        </w:rPr>
        <w:tab/>
      </w:r>
      <w:r>
        <w:rPr>
          <w:sz w:val="22"/>
          <w:lang w:val="bg-BG"/>
        </w:rPr>
        <w:tab/>
      </w:r>
      <w:r>
        <w:rPr>
          <w:sz w:val="22"/>
          <w:lang w:val="bg-BG"/>
        </w:rPr>
        <w:tab/>
      </w:r>
      <w:r>
        <w:rPr>
          <w:sz w:val="22"/>
          <w:lang w:val="bg-BG"/>
        </w:rPr>
        <w:tab/>
      </w:r>
      <w:r>
        <w:rPr>
          <w:sz w:val="22"/>
          <w:lang w:val="bg-BG"/>
        </w:rPr>
        <w:tab/>
      </w:r>
      <w:r>
        <w:rPr>
          <w:sz w:val="22"/>
          <w:lang w:val="bg-BG"/>
        </w:rPr>
        <w:tab/>
        <w:t>и/или помощта</w:t>
      </w:r>
      <w:r>
        <w:rPr>
          <w:sz w:val="22"/>
          <w:lang w:val="bg-BG"/>
        </w:rPr>
        <w:tab/>
      </w:r>
      <w:r>
        <w:rPr>
          <w:sz w:val="22"/>
          <w:lang w:val="bg-BG"/>
        </w:rPr>
        <w:tab/>
        <w:t>: .....................</w:t>
      </w:r>
    </w:p>
    <w:p w:rsidR="0022697C" w:rsidRDefault="0022697C" w:rsidP="00C7382D">
      <w:pPr>
        <w:pStyle w:val="Header"/>
        <w:tabs>
          <w:tab w:val="clear" w:pos="4153"/>
          <w:tab w:val="clear" w:pos="8306"/>
          <w:tab w:val="left" w:pos="0"/>
        </w:tabs>
        <w:ind w:left="-540"/>
        <w:rPr>
          <w:sz w:val="22"/>
          <w:lang w:val="bg-BG"/>
        </w:rPr>
      </w:pPr>
    </w:p>
    <w:p w:rsidR="0022697C" w:rsidRDefault="0022697C" w:rsidP="00C7382D">
      <w:pPr>
        <w:pStyle w:val="Header"/>
        <w:tabs>
          <w:tab w:val="clear" w:pos="4153"/>
          <w:tab w:val="clear" w:pos="8306"/>
          <w:tab w:val="left" w:pos="0"/>
        </w:tabs>
        <w:ind w:left="-540"/>
        <w:rPr>
          <w:sz w:val="22"/>
          <w:lang w:val="bg-BG"/>
        </w:rPr>
      </w:pPr>
    </w:p>
    <w:p w:rsidR="0022697C" w:rsidRDefault="0022697C" w:rsidP="00C7382D">
      <w:pPr>
        <w:pStyle w:val="BodyText"/>
        <w:ind w:firstLine="810"/>
      </w:pPr>
      <w:r>
        <w:rPr>
          <w:b/>
          <w:bCs/>
        </w:rPr>
        <w:t>§ 20.</w:t>
      </w:r>
      <w:r>
        <w:t xml:space="preserve"> В Приложения № 1 – 8 и 11 – 14 думите “ДО ДИРЕКТОРА НА РАЙОННОТО/СТОЛИЧНО УПРАВЛЕНИЕ “СОЦИАЛНО ОСИГУРЯВАНЕ”” се заменят с “ДО ДИРЕКТОРА НА ТЕРИТОРИАЛНО ПОДЕЛЕНИЕ НА НАЦИОНАЛНИЯ ОСИГУРИТЕЛЕН ИНСТИТУТ”.</w:t>
      </w:r>
    </w:p>
    <w:p w:rsidR="0022697C" w:rsidRDefault="0022697C" w:rsidP="00C7382D">
      <w:pPr>
        <w:ind w:firstLine="810"/>
        <w:jc w:val="both"/>
        <w:rPr>
          <w:lang w:val="bg-BG"/>
        </w:rPr>
      </w:pPr>
    </w:p>
    <w:p w:rsidR="0022697C" w:rsidRDefault="0022697C" w:rsidP="00C7382D">
      <w:pPr>
        <w:pStyle w:val="Heading5"/>
        <w:ind w:firstLine="0"/>
        <w:jc w:val="center"/>
      </w:pPr>
    </w:p>
    <w:p w:rsidR="0022697C" w:rsidRDefault="0022697C" w:rsidP="00C7382D">
      <w:pPr>
        <w:pStyle w:val="Heading5"/>
        <w:ind w:firstLine="0"/>
        <w:jc w:val="center"/>
      </w:pPr>
      <w:r>
        <w:t>ЗАКЛЮЧИТЕЛНА РАЗПОРЕДБА</w:t>
      </w:r>
    </w:p>
    <w:p w:rsidR="0022697C" w:rsidRDefault="0022697C" w:rsidP="00C7382D">
      <w:pPr>
        <w:ind w:firstLine="810"/>
        <w:jc w:val="both"/>
        <w:rPr>
          <w:lang w:val="bg-BG"/>
        </w:rPr>
      </w:pPr>
    </w:p>
    <w:p w:rsidR="0022697C" w:rsidRDefault="0022697C" w:rsidP="00C7382D">
      <w:pPr>
        <w:ind w:firstLine="810"/>
        <w:jc w:val="both"/>
        <w:rPr>
          <w:lang w:val="bg-BG"/>
        </w:rPr>
      </w:pPr>
      <w:r>
        <w:rPr>
          <w:b/>
          <w:bCs/>
          <w:lang w:val="bg-BG"/>
        </w:rPr>
        <w:t xml:space="preserve">§ 21. </w:t>
      </w:r>
      <w:r>
        <w:rPr>
          <w:lang w:val="bg-BG"/>
        </w:rPr>
        <w:t xml:space="preserve">Постановлението влиза в сила от 1 януари 2014 г. </w:t>
      </w:r>
    </w:p>
    <w:p w:rsidR="0022697C" w:rsidRDefault="0022697C" w:rsidP="00C7382D">
      <w:pPr>
        <w:ind w:firstLine="810"/>
        <w:jc w:val="both"/>
        <w:rPr>
          <w:lang w:val="bg-BG"/>
        </w:rPr>
      </w:pPr>
    </w:p>
    <w:p w:rsidR="0022697C" w:rsidRDefault="0022697C" w:rsidP="00C7382D">
      <w:pPr>
        <w:ind w:firstLine="810"/>
        <w:jc w:val="both"/>
        <w:rPr>
          <w:lang w:val="bg-BG"/>
        </w:rPr>
      </w:pPr>
    </w:p>
    <w:p w:rsidR="0022697C" w:rsidRDefault="0022697C" w:rsidP="00C7382D">
      <w:pPr>
        <w:ind w:firstLine="810"/>
        <w:jc w:val="both"/>
        <w:rPr>
          <w:lang w:val="bg-BG"/>
        </w:rPr>
      </w:pPr>
    </w:p>
    <w:p w:rsidR="0022697C" w:rsidRDefault="0022697C" w:rsidP="00C7382D">
      <w:pPr>
        <w:ind w:firstLine="810"/>
        <w:jc w:val="both"/>
        <w:rPr>
          <w:lang w:val="bg-BG"/>
        </w:rPr>
      </w:pPr>
    </w:p>
    <w:p w:rsidR="0022697C" w:rsidRDefault="0022697C" w:rsidP="00C7382D">
      <w:pPr>
        <w:ind w:firstLine="810"/>
        <w:jc w:val="both"/>
        <w:rPr>
          <w:i/>
          <w:iCs/>
          <w:lang w:val="bg-BG"/>
        </w:rPr>
      </w:pPr>
      <w:bookmarkStart w:id="0" w:name="_GoBack"/>
      <w:bookmarkEnd w:id="0"/>
    </w:p>
    <w:p w:rsidR="0022697C" w:rsidRPr="001F7A48" w:rsidRDefault="0022697C" w:rsidP="001F7A48">
      <w:pPr>
        <w:ind w:firstLine="1134"/>
        <w:rPr>
          <w:rFonts w:ascii="NewSaturionCyr" w:hAnsi="NewSaturionCyr"/>
          <w:b/>
          <w:szCs w:val="20"/>
          <w:lang w:val="bg-BG"/>
        </w:rPr>
      </w:pPr>
      <w:r w:rsidRPr="001F7A48">
        <w:rPr>
          <w:rFonts w:ascii="NewSaturionCyr Cyr" w:hAnsi="NewSaturionCyr Cyr"/>
          <w:b/>
          <w:szCs w:val="20"/>
          <w:lang w:val="bg-BG"/>
        </w:rPr>
        <w:t>МИНИСТЪР-ПРЕДСЕДАТЕЛ:</w:t>
      </w:r>
    </w:p>
    <w:p w:rsidR="0022697C" w:rsidRPr="001F7A48" w:rsidRDefault="0022697C" w:rsidP="001F7A48">
      <w:pPr>
        <w:ind w:firstLine="1134"/>
        <w:jc w:val="center"/>
        <w:rPr>
          <w:b/>
          <w:szCs w:val="20"/>
          <w:lang w:val="bg-BG"/>
        </w:rPr>
      </w:pPr>
      <w:r w:rsidRPr="001F7A48">
        <w:rPr>
          <w:b/>
          <w:szCs w:val="20"/>
          <w:lang w:val="bg-BG"/>
        </w:rPr>
        <w:t xml:space="preserve">                                                    </w:t>
      </w:r>
    </w:p>
    <w:p w:rsidR="0022697C" w:rsidRPr="001F7A48" w:rsidRDefault="0022697C" w:rsidP="001F7A48">
      <w:pPr>
        <w:ind w:left="2880" w:firstLine="1134"/>
        <w:jc w:val="center"/>
        <w:rPr>
          <w:rFonts w:ascii="NewSaturionCyr" w:hAnsi="NewSaturionCyr"/>
          <w:b/>
          <w:szCs w:val="20"/>
          <w:lang w:val="bg-BG"/>
        </w:rPr>
      </w:pPr>
      <w:r w:rsidRPr="001F7A48">
        <w:rPr>
          <w:b/>
          <w:szCs w:val="20"/>
          <w:lang w:val="bg-BG"/>
        </w:rPr>
        <w:t>ПЛАМЕН ОРЕШАРСКИ</w:t>
      </w:r>
    </w:p>
    <w:p w:rsidR="0022697C" w:rsidRPr="001F7A48" w:rsidRDefault="0022697C" w:rsidP="001F7A48">
      <w:pPr>
        <w:rPr>
          <w:b/>
          <w:szCs w:val="20"/>
          <w:lang w:val="bg-BG"/>
        </w:rPr>
      </w:pPr>
      <w:r w:rsidRPr="001F7A48">
        <w:rPr>
          <w:b/>
          <w:szCs w:val="20"/>
          <w:lang w:val="bg-BG"/>
        </w:rPr>
        <w:t xml:space="preserve">                                            </w:t>
      </w:r>
    </w:p>
    <w:p w:rsidR="0022697C" w:rsidRPr="001F7A48" w:rsidRDefault="0022697C" w:rsidP="001F7A48">
      <w:pPr>
        <w:ind w:firstLine="1134"/>
        <w:jc w:val="center"/>
        <w:rPr>
          <w:rFonts w:ascii="NewSaturionCyr" w:hAnsi="NewSaturionCyr"/>
          <w:b/>
          <w:szCs w:val="20"/>
          <w:lang w:val="bg-BG"/>
        </w:rPr>
      </w:pPr>
      <w:r w:rsidRPr="001F7A48">
        <w:rPr>
          <w:b/>
          <w:szCs w:val="20"/>
          <w:lang w:val="bg-BG"/>
        </w:rPr>
        <w:t xml:space="preserve">                                       </w:t>
      </w:r>
    </w:p>
    <w:p w:rsidR="0022697C" w:rsidRPr="001F7A48" w:rsidRDefault="0022697C" w:rsidP="001F7A48">
      <w:pPr>
        <w:keepNext/>
        <w:ind w:firstLine="1134"/>
        <w:outlineLvl w:val="1"/>
        <w:rPr>
          <w:rFonts w:ascii="NewSaturionCyr" w:hAnsi="NewSaturionCyr"/>
          <w:b/>
          <w:szCs w:val="20"/>
          <w:lang w:val="bg-BG"/>
        </w:rPr>
      </w:pPr>
      <w:r w:rsidRPr="001F7A48">
        <w:rPr>
          <w:rFonts w:ascii="NewSaturionModernCyr Cyr" w:hAnsi="NewSaturionModernCyr Cyr"/>
          <w:b/>
          <w:szCs w:val="20"/>
          <w:lang w:val="bg-BG"/>
        </w:rPr>
        <w:t>ЗА ГЛАВЕН СЕКРЕТАР НА</w:t>
      </w:r>
    </w:p>
    <w:p w:rsidR="0022697C" w:rsidRPr="001F7A48" w:rsidRDefault="0022697C" w:rsidP="001F7A48">
      <w:pPr>
        <w:ind w:firstLine="1134"/>
        <w:rPr>
          <w:rFonts w:ascii="NewSaturionCyr" w:hAnsi="NewSaturionCyr"/>
          <w:b/>
          <w:szCs w:val="20"/>
          <w:lang w:val="bg-BG"/>
        </w:rPr>
      </w:pPr>
      <w:r w:rsidRPr="001F7A48">
        <w:rPr>
          <w:rFonts w:ascii="NewSaturionCyr Cyr" w:hAnsi="NewSaturionCyr Cyr"/>
          <w:b/>
          <w:szCs w:val="20"/>
          <w:lang w:val="bg-BG"/>
        </w:rPr>
        <w:t>МИНИСТЕРСКИЯ СЪВЕТ:</w:t>
      </w:r>
    </w:p>
    <w:p w:rsidR="0022697C" w:rsidRPr="001F7A48" w:rsidRDefault="0022697C" w:rsidP="001F7A48">
      <w:pPr>
        <w:ind w:firstLine="1134"/>
        <w:jc w:val="center"/>
        <w:rPr>
          <w:b/>
          <w:szCs w:val="20"/>
          <w:lang w:val="bg-BG"/>
        </w:rPr>
      </w:pPr>
      <w:r w:rsidRPr="001F7A48">
        <w:rPr>
          <w:b/>
          <w:szCs w:val="20"/>
          <w:lang w:val="bg-BG"/>
        </w:rPr>
        <w:t xml:space="preserve">                                             </w:t>
      </w:r>
    </w:p>
    <w:p w:rsidR="0022697C" w:rsidRPr="001F7A48" w:rsidRDefault="0022697C" w:rsidP="001F7A48">
      <w:pPr>
        <w:ind w:firstLine="1134"/>
        <w:jc w:val="center"/>
        <w:rPr>
          <w:rFonts w:ascii="NewSaturionCyr" w:hAnsi="NewSaturionCyr"/>
          <w:b/>
          <w:szCs w:val="20"/>
          <w:lang w:val="bg-BG"/>
        </w:rPr>
      </w:pPr>
      <w:r w:rsidRPr="001F7A48">
        <w:rPr>
          <w:b/>
          <w:szCs w:val="20"/>
          <w:lang w:val="bg-BG"/>
        </w:rPr>
        <w:t xml:space="preserve">                                 НИНА СТАВРЕВА</w:t>
      </w:r>
    </w:p>
    <w:p w:rsidR="0022697C" w:rsidRPr="0051679D" w:rsidRDefault="0022697C" w:rsidP="001F7A48">
      <w:pPr>
        <w:pBdr>
          <w:bottom w:val="single" w:sz="12" w:space="1" w:color="auto"/>
        </w:pBdr>
        <w:rPr>
          <w:rFonts w:ascii="NewSaturionModernCyr" w:hAnsi="NewSaturionModernCyr"/>
          <w:szCs w:val="20"/>
          <w:lang w:val="ru-RU"/>
        </w:rPr>
      </w:pPr>
    </w:p>
    <w:p w:rsidR="0022697C" w:rsidRPr="001F7A48" w:rsidRDefault="0022697C" w:rsidP="001F7A48">
      <w:pPr>
        <w:rPr>
          <w:rFonts w:ascii="NewSaturionModernCyr" w:hAnsi="NewSaturionModernCyr"/>
          <w:szCs w:val="20"/>
          <w:lang w:val="bg-BG"/>
        </w:rPr>
      </w:pPr>
    </w:p>
    <w:p w:rsidR="0022697C" w:rsidRPr="00D412BC" w:rsidRDefault="0022697C" w:rsidP="001F7A48">
      <w:pPr>
        <w:rPr>
          <w:rFonts w:ascii="NewSaturionModernCyr" w:hAnsi="NewSaturionModernCyr"/>
          <w:b/>
          <w:szCs w:val="20"/>
          <w:lang w:val="bg-BG"/>
        </w:rPr>
      </w:pPr>
      <w:r w:rsidRPr="00D412BC">
        <w:rPr>
          <w:rFonts w:ascii="NewSaturionModernCyr Cyr" w:hAnsi="NewSaturionModernCyr Cyr"/>
          <w:b/>
          <w:szCs w:val="20"/>
          <w:lang w:val="bg-BG"/>
        </w:rPr>
        <w:t>Главен секретар на МТСП:</w:t>
      </w:r>
    </w:p>
    <w:p w:rsidR="0022697C" w:rsidRPr="00D412BC" w:rsidRDefault="0022697C" w:rsidP="001F7A48">
      <w:pPr>
        <w:rPr>
          <w:rFonts w:ascii="NewSaturionModernCyr" w:hAnsi="NewSaturionModernCyr"/>
          <w:b/>
          <w:szCs w:val="20"/>
          <w:lang w:val="bg-BG"/>
        </w:rPr>
      </w:pPr>
    </w:p>
    <w:p w:rsidR="0022697C" w:rsidRPr="00D412BC" w:rsidRDefault="0022697C" w:rsidP="001F7A48">
      <w:pPr>
        <w:ind w:firstLine="4678"/>
        <w:rPr>
          <w:rFonts w:ascii="NewSaturionModernCyr" w:hAnsi="NewSaturionModernCyr"/>
          <w:b/>
          <w:szCs w:val="20"/>
          <w:lang w:val="bg-BG"/>
        </w:rPr>
      </w:pPr>
      <w:r w:rsidRPr="00D412BC">
        <w:rPr>
          <w:rFonts w:ascii="NewSaturionModernCyr Cyr" w:hAnsi="NewSaturionModernCyr Cyr"/>
          <w:b/>
          <w:szCs w:val="20"/>
          <w:lang w:val="bg-BG"/>
        </w:rPr>
        <w:t xml:space="preserve">СТОЯН СТОЯНОВ  </w:t>
      </w:r>
    </w:p>
    <w:p w:rsidR="0022697C" w:rsidRPr="00D412BC" w:rsidRDefault="0022697C" w:rsidP="001F7A48">
      <w:pPr>
        <w:ind w:firstLine="4678"/>
        <w:rPr>
          <w:rFonts w:ascii="NewSaturionModernCyr" w:hAnsi="NewSaturionModernCyr"/>
          <w:b/>
          <w:szCs w:val="20"/>
          <w:lang w:val="bg-BG"/>
        </w:rPr>
      </w:pPr>
    </w:p>
    <w:p w:rsidR="0022697C" w:rsidRPr="00D412BC" w:rsidRDefault="0022697C" w:rsidP="001F7A48">
      <w:pPr>
        <w:ind w:firstLine="4678"/>
        <w:rPr>
          <w:rFonts w:ascii="NewSaturionModernCyr" w:hAnsi="NewSaturionModernCyr"/>
          <w:b/>
          <w:szCs w:val="20"/>
          <w:lang w:val="bg-BG"/>
        </w:rPr>
      </w:pPr>
    </w:p>
    <w:p w:rsidR="0022697C" w:rsidRPr="00D412BC" w:rsidRDefault="0022697C" w:rsidP="001F7A48">
      <w:pPr>
        <w:rPr>
          <w:rFonts w:ascii="NewSaturionModernCyr" w:hAnsi="NewSaturionModernCyr"/>
          <w:b/>
          <w:szCs w:val="20"/>
          <w:lang w:val="bg-BG"/>
        </w:rPr>
      </w:pPr>
    </w:p>
    <w:p w:rsidR="0022697C" w:rsidRPr="00D412BC" w:rsidRDefault="0022697C" w:rsidP="001F7A48">
      <w:pPr>
        <w:rPr>
          <w:rFonts w:ascii="NewSaturionModernCyr" w:hAnsi="NewSaturionModernCyr"/>
          <w:b/>
          <w:szCs w:val="20"/>
          <w:lang w:val="bg-BG"/>
        </w:rPr>
      </w:pPr>
      <w:r w:rsidRPr="00D412BC">
        <w:rPr>
          <w:rFonts w:ascii="NewSaturionModernCyr Cyr" w:hAnsi="NewSaturionModernCyr Cyr"/>
          <w:b/>
          <w:szCs w:val="20"/>
          <w:lang w:val="bg-BG"/>
        </w:rPr>
        <w:t xml:space="preserve">Директор на дирекция </w:t>
      </w:r>
    </w:p>
    <w:p w:rsidR="0022697C" w:rsidRPr="00D412BC" w:rsidRDefault="0022697C" w:rsidP="001F7A48">
      <w:pPr>
        <w:rPr>
          <w:rFonts w:ascii="NewSaturionModernCyr" w:hAnsi="NewSaturionModernCyr"/>
          <w:b/>
          <w:szCs w:val="20"/>
          <w:lang w:val="bg-BG"/>
        </w:rPr>
      </w:pPr>
      <w:r w:rsidRPr="00D412BC">
        <w:rPr>
          <w:rFonts w:ascii="NewSaturionModernCyr Cyr" w:hAnsi="NewSaturionModernCyr Cyr"/>
          <w:b/>
          <w:szCs w:val="20"/>
          <w:lang w:val="bg-BG"/>
        </w:rPr>
        <w:t>„Трудово право, обществено осигуряване</w:t>
      </w:r>
    </w:p>
    <w:p w:rsidR="0022697C" w:rsidRPr="00D412BC" w:rsidRDefault="0022697C" w:rsidP="001F7A48">
      <w:pPr>
        <w:rPr>
          <w:rFonts w:ascii="NewSaturionModernCyr" w:hAnsi="NewSaturionModernCyr"/>
          <w:b/>
          <w:szCs w:val="20"/>
          <w:lang w:val="bg-BG"/>
        </w:rPr>
      </w:pPr>
      <w:r w:rsidRPr="00D412BC">
        <w:rPr>
          <w:rFonts w:ascii="NewSaturionModernCyr Cyr" w:hAnsi="NewSaturionModernCyr Cyr"/>
          <w:b/>
          <w:szCs w:val="20"/>
          <w:lang w:val="bg-BG"/>
        </w:rPr>
        <w:t>и условия на труд“:</w:t>
      </w:r>
    </w:p>
    <w:p w:rsidR="0022697C" w:rsidRPr="00D412BC" w:rsidRDefault="0022697C" w:rsidP="001F7A48">
      <w:pPr>
        <w:rPr>
          <w:rFonts w:ascii="NewSaturionModernCyr" w:hAnsi="NewSaturionModernCyr"/>
          <w:b/>
          <w:szCs w:val="20"/>
          <w:lang w:val="bg-BG"/>
        </w:rPr>
      </w:pPr>
    </w:p>
    <w:p w:rsidR="0022697C" w:rsidRPr="00D412BC" w:rsidRDefault="0022697C" w:rsidP="001F7A48">
      <w:pPr>
        <w:ind w:firstLine="4678"/>
        <w:rPr>
          <w:rFonts w:ascii="NewSaturionModernCyr" w:hAnsi="NewSaturionModernCyr"/>
          <w:b/>
          <w:szCs w:val="20"/>
          <w:lang w:val="bg-BG"/>
        </w:rPr>
      </w:pPr>
      <w:r w:rsidRPr="00D412BC">
        <w:rPr>
          <w:rFonts w:ascii="NewSaturionModernCyr Cyr" w:hAnsi="NewSaturionModernCyr Cyr"/>
          <w:b/>
          <w:szCs w:val="20"/>
          <w:lang w:val="bg-BG"/>
        </w:rPr>
        <w:t>ЕМИЛ МИРОСЛАВОВ</w:t>
      </w:r>
    </w:p>
    <w:p w:rsidR="0022697C" w:rsidRPr="00D412BC" w:rsidRDefault="0022697C" w:rsidP="001F7A48">
      <w:pPr>
        <w:ind w:firstLine="4678"/>
        <w:rPr>
          <w:rFonts w:ascii="NewSaturionModernCyr" w:hAnsi="NewSaturionModernCyr"/>
          <w:b/>
          <w:szCs w:val="20"/>
          <w:lang w:val="bg-BG"/>
        </w:rPr>
      </w:pPr>
    </w:p>
    <w:p w:rsidR="0022697C" w:rsidRPr="001F7A48" w:rsidRDefault="0022697C" w:rsidP="001F7A48">
      <w:pPr>
        <w:ind w:firstLine="4678"/>
        <w:rPr>
          <w:rFonts w:ascii="NewSaturionModernCyr" w:hAnsi="NewSaturionModernCyr"/>
          <w:szCs w:val="20"/>
          <w:lang w:val="bg-BG"/>
        </w:rPr>
      </w:pPr>
    </w:p>
    <w:p w:rsidR="0022697C" w:rsidRPr="001F7A48" w:rsidRDefault="0022697C" w:rsidP="001F7A48">
      <w:pPr>
        <w:rPr>
          <w:rFonts w:ascii="NewSaturionModernCyr" w:hAnsi="NewSaturionModernCyr"/>
          <w:szCs w:val="20"/>
          <w:lang w:val="bg-BG"/>
        </w:rPr>
      </w:pPr>
    </w:p>
    <w:p w:rsidR="0022697C" w:rsidRPr="001F7A48" w:rsidRDefault="0022697C" w:rsidP="001F7A48">
      <w:pPr>
        <w:rPr>
          <w:rFonts w:ascii="NewSaturionModernCyr" w:hAnsi="NewSaturionModernCyr"/>
          <w:szCs w:val="20"/>
          <w:lang w:val="bg-BG"/>
        </w:rPr>
      </w:pPr>
    </w:p>
    <w:p w:rsidR="0022697C" w:rsidRPr="001F7A48" w:rsidRDefault="0022697C" w:rsidP="001F7A48">
      <w:pPr>
        <w:rPr>
          <w:rFonts w:ascii="NewSaturionModernCyr" w:hAnsi="NewSaturionModernCyr"/>
          <w:szCs w:val="20"/>
          <w:lang w:val="bg-BG"/>
        </w:rPr>
      </w:pPr>
    </w:p>
    <w:p w:rsidR="0022697C" w:rsidRPr="001F7A48" w:rsidRDefault="0022697C" w:rsidP="001F7A48">
      <w:pPr>
        <w:rPr>
          <w:rFonts w:ascii="NewSaturionModernCyr" w:hAnsi="NewSaturionModernCyr"/>
          <w:szCs w:val="20"/>
          <w:lang w:val="bg-BG"/>
        </w:rPr>
      </w:pPr>
    </w:p>
    <w:p w:rsidR="0022697C" w:rsidRPr="001F7A48" w:rsidRDefault="0022697C" w:rsidP="001F7A48">
      <w:pPr>
        <w:rPr>
          <w:lang w:val="bg-BG"/>
        </w:rPr>
      </w:pPr>
    </w:p>
    <w:p w:rsidR="0022697C" w:rsidRPr="0051679D" w:rsidRDefault="0022697C" w:rsidP="001F7A48">
      <w:pPr>
        <w:rPr>
          <w:lang w:val="ru-RU"/>
        </w:rPr>
      </w:pPr>
    </w:p>
    <w:p w:rsidR="0022697C" w:rsidRPr="0051679D" w:rsidRDefault="0022697C">
      <w:pPr>
        <w:rPr>
          <w:lang w:val="ru-RU"/>
        </w:rPr>
      </w:pPr>
    </w:p>
    <w:sectPr w:rsidR="0022697C" w:rsidRPr="0051679D" w:rsidSect="009058C5">
      <w:footerReference w:type="even" r:id="rId9"/>
      <w:footerReference w:type="default" r:id="rId10"/>
      <w:pgSz w:w="11906" w:h="16838"/>
      <w:pgMar w:top="1079" w:right="1646" w:bottom="899" w:left="12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697C" w:rsidRDefault="0022697C">
      <w:r>
        <w:separator/>
      </w:r>
    </w:p>
  </w:endnote>
  <w:endnote w:type="continuationSeparator" w:id="0">
    <w:p w:rsidR="0022697C" w:rsidRDefault="002269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NewSaturionModernCy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ewSaturionModernCyr Cy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NewSaturionCy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okCYR">
    <w:altName w:val="TimokCYR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NewSaturionCyr Cy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97C" w:rsidRDefault="0022697C">
    <w:pPr>
      <w:pStyle w:val="Footer"/>
      <w:framePr w:wrap="around" w:vAnchor="text" w:hAnchor="margin" w:xAlign="right" w:y="1"/>
      <w:rPr>
        <w:rStyle w:val="PageNumber"/>
        <w:rFonts w:eastAsia="Arial Unicode MS"/>
      </w:rPr>
    </w:pPr>
    <w:r>
      <w:rPr>
        <w:rStyle w:val="PageNumber"/>
        <w:rFonts w:eastAsia="Arial Unicode MS"/>
      </w:rPr>
      <w:fldChar w:fldCharType="begin"/>
    </w:r>
    <w:r>
      <w:rPr>
        <w:rStyle w:val="PageNumber"/>
        <w:rFonts w:eastAsia="Arial Unicode MS"/>
      </w:rPr>
      <w:instrText xml:space="preserve">PAGE  </w:instrText>
    </w:r>
    <w:r>
      <w:rPr>
        <w:rStyle w:val="PageNumber"/>
        <w:rFonts w:eastAsia="Arial Unicode MS"/>
      </w:rPr>
      <w:fldChar w:fldCharType="end"/>
    </w:r>
  </w:p>
  <w:p w:rsidR="0022697C" w:rsidRDefault="0022697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97C" w:rsidRDefault="0022697C">
    <w:pPr>
      <w:pStyle w:val="Footer"/>
      <w:framePr w:wrap="around" w:vAnchor="text" w:hAnchor="margin" w:xAlign="right" w:y="1"/>
      <w:rPr>
        <w:rStyle w:val="PageNumber"/>
        <w:rFonts w:eastAsia="Arial Unicode MS"/>
      </w:rPr>
    </w:pPr>
    <w:r>
      <w:rPr>
        <w:rStyle w:val="PageNumber"/>
        <w:rFonts w:eastAsia="Arial Unicode MS"/>
      </w:rPr>
      <w:fldChar w:fldCharType="begin"/>
    </w:r>
    <w:r>
      <w:rPr>
        <w:rStyle w:val="PageNumber"/>
        <w:rFonts w:eastAsia="Arial Unicode MS"/>
      </w:rPr>
      <w:instrText xml:space="preserve">PAGE  </w:instrText>
    </w:r>
    <w:r>
      <w:rPr>
        <w:rStyle w:val="PageNumber"/>
        <w:rFonts w:eastAsia="Arial Unicode MS"/>
      </w:rPr>
      <w:fldChar w:fldCharType="separate"/>
    </w:r>
    <w:r>
      <w:rPr>
        <w:rStyle w:val="PageNumber"/>
        <w:rFonts w:eastAsia="Arial Unicode MS"/>
        <w:noProof/>
      </w:rPr>
      <w:t>1</w:t>
    </w:r>
    <w:r>
      <w:rPr>
        <w:rStyle w:val="PageNumber"/>
        <w:rFonts w:eastAsia="Arial Unicode MS"/>
      </w:rPr>
      <w:fldChar w:fldCharType="end"/>
    </w:r>
  </w:p>
  <w:p w:rsidR="0022697C" w:rsidRDefault="0022697C">
    <w:pPr>
      <w:pStyle w:val="Footer"/>
      <w:ind w:right="360"/>
    </w:pPr>
    <w:r>
      <w:object w:dxaOrig="10755" w:dyaOrig="152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537.75pt;height:763.5pt" o:ole="">
          <v:imagedata r:id="rId1" o:title=""/>
        </v:shape>
        <o:OLEObject Type="Embed" ProgID="Word.Document.8" ShapeID="_x0000_i1026" DrawAspect="Content" ObjectID="_1452001102" r:id="rId2">
          <o:FieldCodes>\s</o:FieldCodes>
        </o:OLEObject>
      </w:obje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697C" w:rsidRDefault="0022697C">
      <w:r>
        <w:separator/>
      </w:r>
    </w:p>
  </w:footnote>
  <w:footnote w:type="continuationSeparator" w:id="0">
    <w:p w:rsidR="0022697C" w:rsidRDefault="002269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81414"/>
    <w:multiLevelType w:val="hybridMultilevel"/>
    <w:tmpl w:val="CD3C06FE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2E7E439B"/>
    <w:multiLevelType w:val="hybridMultilevel"/>
    <w:tmpl w:val="E88E1680"/>
    <w:lvl w:ilvl="0" w:tplc="FD207F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9190A0A"/>
    <w:multiLevelType w:val="hybridMultilevel"/>
    <w:tmpl w:val="9094013E"/>
    <w:lvl w:ilvl="0" w:tplc="FB86DE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E4B228A"/>
    <w:multiLevelType w:val="hybridMultilevel"/>
    <w:tmpl w:val="A0CEA1C8"/>
    <w:lvl w:ilvl="0" w:tplc="FD207F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63B90726"/>
    <w:multiLevelType w:val="hybridMultilevel"/>
    <w:tmpl w:val="93800E8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382D"/>
    <w:rsid w:val="001C31D7"/>
    <w:rsid w:val="001F1BAF"/>
    <w:rsid w:val="001F7A48"/>
    <w:rsid w:val="002030F3"/>
    <w:rsid w:val="0022697C"/>
    <w:rsid w:val="00285813"/>
    <w:rsid w:val="003E0CD8"/>
    <w:rsid w:val="0051679D"/>
    <w:rsid w:val="006C42F5"/>
    <w:rsid w:val="00707C75"/>
    <w:rsid w:val="00741366"/>
    <w:rsid w:val="007662F8"/>
    <w:rsid w:val="007A6AF8"/>
    <w:rsid w:val="00831B89"/>
    <w:rsid w:val="008B1A33"/>
    <w:rsid w:val="00903212"/>
    <w:rsid w:val="009058C5"/>
    <w:rsid w:val="009C5EF1"/>
    <w:rsid w:val="009E330B"/>
    <w:rsid w:val="00A045E5"/>
    <w:rsid w:val="00A218EE"/>
    <w:rsid w:val="00A60714"/>
    <w:rsid w:val="00BF2924"/>
    <w:rsid w:val="00C502D7"/>
    <w:rsid w:val="00C7382D"/>
    <w:rsid w:val="00CC79DA"/>
    <w:rsid w:val="00D36668"/>
    <w:rsid w:val="00D412BC"/>
    <w:rsid w:val="00D90AEB"/>
    <w:rsid w:val="00DB6691"/>
    <w:rsid w:val="00EA5C99"/>
    <w:rsid w:val="00F64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7382D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7382D"/>
    <w:pPr>
      <w:keepNext/>
      <w:widowControl w:val="0"/>
      <w:shd w:val="clear" w:color="auto" w:fill="FFFFFF"/>
      <w:tabs>
        <w:tab w:val="num" w:pos="0"/>
      </w:tabs>
      <w:autoSpaceDE w:val="0"/>
      <w:autoSpaceDN w:val="0"/>
      <w:adjustRightInd w:val="0"/>
      <w:spacing w:before="542"/>
      <w:ind w:right="5" w:firstLine="810"/>
      <w:jc w:val="center"/>
      <w:outlineLvl w:val="0"/>
    </w:pPr>
    <w:rPr>
      <w:b/>
      <w:bCs/>
      <w:color w:val="353535"/>
      <w:spacing w:val="-2"/>
      <w:lang w:val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6071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7382D"/>
    <w:pPr>
      <w:keepNext/>
      <w:ind w:hanging="108"/>
      <w:outlineLvl w:val="2"/>
    </w:pPr>
    <w:rPr>
      <w:rFonts w:eastAsia="Arial Unicode MS"/>
      <w:sz w:val="28"/>
      <w:lang w:val="bg-BG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7382D"/>
    <w:pPr>
      <w:keepNext/>
      <w:ind w:firstLine="709"/>
      <w:jc w:val="both"/>
      <w:outlineLvl w:val="4"/>
    </w:pPr>
    <w:rPr>
      <w:b/>
      <w:bCs/>
      <w:lang w:val="bg-BG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7382D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  <w:w w:val="130"/>
      <w:szCs w:val="20"/>
      <w:lang w:val="bg-BG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7382D"/>
    <w:pPr>
      <w:keepNext/>
      <w:spacing w:line="240" w:lineRule="atLeast"/>
      <w:ind w:left="1440" w:firstLine="4680"/>
      <w:outlineLvl w:val="6"/>
    </w:pPr>
    <w:rPr>
      <w:b/>
      <w:bCs/>
      <w:lang w:val="bg-BG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7382D"/>
    <w:rPr>
      <w:rFonts w:ascii="Times New Roman" w:hAnsi="Times New Roman" w:cs="Times New Roman"/>
      <w:b/>
      <w:bCs/>
      <w:color w:val="353535"/>
      <w:spacing w:val="-2"/>
      <w:sz w:val="24"/>
      <w:szCs w:val="24"/>
      <w:shd w:val="clear" w:color="auto" w:fill="FFFFFF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60714"/>
    <w:rPr>
      <w:rFonts w:ascii="Cambria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7382D"/>
    <w:rPr>
      <w:rFonts w:ascii="Times New Roman" w:eastAsia="Arial Unicode MS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7382D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7382D"/>
    <w:rPr>
      <w:rFonts w:ascii="Times New Roman" w:hAnsi="Times New Roman" w:cs="Times New Roman"/>
      <w:b/>
      <w:bCs/>
      <w:w w:val="130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7382D"/>
    <w:rPr>
      <w:rFonts w:ascii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rsid w:val="00C7382D"/>
    <w:pPr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7382D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rsid w:val="00C7382D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C7382D"/>
    <w:pPr>
      <w:widowControl w:val="0"/>
      <w:tabs>
        <w:tab w:val="center" w:pos="4320"/>
        <w:tab w:val="right" w:pos="8640"/>
      </w:tabs>
      <w:autoSpaceDE w:val="0"/>
      <w:autoSpaceDN w:val="0"/>
      <w:adjustRightInd w:val="0"/>
    </w:pPr>
    <w:rPr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7382D"/>
    <w:rPr>
      <w:rFonts w:ascii="Times New Roman" w:hAnsi="Times New Roman" w:cs="Times New Roman"/>
      <w:sz w:val="20"/>
      <w:szCs w:val="20"/>
      <w:lang w:val="en-US"/>
    </w:rPr>
  </w:style>
  <w:style w:type="paragraph" w:styleId="BodyTextIndent">
    <w:name w:val="Body Text Indent"/>
    <w:basedOn w:val="Normal"/>
    <w:link w:val="BodyTextIndentChar"/>
    <w:uiPriority w:val="99"/>
    <w:semiHidden/>
    <w:rsid w:val="00C7382D"/>
    <w:pPr>
      <w:widowControl w:val="0"/>
      <w:shd w:val="clear" w:color="auto" w:fill="FFFFFF"/>
      <w:autoSpaceDE w:val="0"/>
      <w:autoSpaceDN w:val="0"/>
      <w:adjustRightInd w:val="0"/>
      <w:spacing w:before="5" w:line="274" w:lineRule="exact"/>
      <w:ind w:right="5" w:firstLine="787"/>
      <w:jc w:val="both"/>
    </w:pPr>
    <w:rPr>
      <w:szCs w:val="20"/>
      <w:lang w:val="bg-BG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7382D"/>
    <w:rPr>
      <w:rFonts w:ascii="Times New Roman" w:hAnsi="Times New Roman" w:cs="Times New Roman"/>
      <w:sz w:val="20"/>
      <w:szCs w:val="20"/>
      <w:shd w:val="clear" w:color="auto" w:fill="FFFFFF"/>
    </w:rPr>
  </w:style>
  <w:style w:type="paragraph" w:styleId="BodyTextIndent2">
    <w:name w:val="Body Text Indent 2"/>
    <w:basedOn w:val="Normal"/>
    <w:link w:val="BodyTextIndent2Char"/>
    <w:uiPriority w:val="99"/>
    <w:semiHidden/>
    <w:rsid w:val="00C7382D"/>
    <w:pPr>
      <w:shd w:val="clear" w:color="auto" w:fill="FEFEFE"/>
      <w:ind w:firstLine="480"/>
      <w:jc w:val="both"/>
    </w:pPr>
    <w:rPr>
      <w:lang w:val="bg-BG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C7382D"/>
    <w:rPr>
      <w:rFonts w:ascii="Times New Roman" w:hAnsi="Times New Roman" w:cs="Times New Roman"/>
      <w:sz w:val="24"/>
      <w:szCs w:val="24"/>
      <w:shd w:val="clear" w:color="auto" w:fill="FEFEFE"/>
    </w:rPr>
  </w:style>
  <w:style w:type="paragraph" w:styleId="Header">
    <w:name w:val="header"/>
    <w:basedOn w:val="Normal"/>
    <w:link w:val="HeaderChar"/>
    <w:uiPriority w:val="99"/>
    <w:semiHidden/>
    <w:rsid w:val="00C7382D"/>
    <w:pPr>
      <w:tabs>
        <w:tab w:val="center" w:pos="4153"/>
        <w:tab w:val="right" w:pos="8306"/>
      </w:tabs>
    </w:pPr>
    <w:rPr>
      <w:sz w:val="2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7382D"/>
    <w:rPr>
      <w:rFonts w:ascii="Times New Roman" w:hAnsi="Times New Roman" w:cs="Times New Roman"/>
      <w:sz w:val="24"/>
      <w:szCs w:val="24"/>
      <w:lang w:val="en-GB"/>
    </w:rPr>
  </w:style>
  <w:style w:type="paragraph" w:styleId="BodyText2">
    <w:name w:val="Body Text 2"/>
    <w:basedOn w:val="Normal"/>
    <w:link w:val="BodyText2Char"/>
    <w:uiPriority w:val="99"/>
    <w:semiHidden/>
    <w:rsid w:val="00C7382D"/>
    <w:rPr>
      <w:sz w:val="22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C7382D"/>
    <w:rPr>
      <w:rFonts w:ascii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uiPriority w:val="99"/>
    <w:semiHidden/>
    <w:rsid w:val="00C7382D"/>
    <w:rPr>
      <w:i/>
      <w:iCs/>
      <w:lang w:val="bg-BG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C7382D"/>
    <w:rPr>
      <w:rFonts w:ascii="Times New Roman" w:hAnsi="Times New Roman" w:cs="Times New Roman"/>
      <w:i/>
      <w:i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locked/>
    <w:rsid w:val="00A045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67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107</TotalTime>
  <Pages>19</Pages>
  <Words>4075</Words>
  <Characters>23230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Krasena Stoimenova</dc:creator>
  <cp:keywords/>
  <dc:description/>
  <cp:lastModifiedBy>tpoo-petia</cp:lastModifiedBy>
  <cp:revision>8</cp:revision>
  <cp:lastPrinted>2014-01-20T12:50:00Z</cp:lastPrinted>
  <dcterms:created xsi:type="dcterms:W3CDTF">2014-01-16T12:05:00Z</dcterms:created>
  <dcterms:modified xsi:type="dcterms:W3CDTF">2014-01-23T14:52:00Z</dcterms:modified>
</cp:coreProperties>
</file>